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2394" w:type="dxa"/>
        <w:tblInd w:w="-170" w:type="dxa"/>
        <w:tblBorders>
          <w:bottom w:val="single" w:sz="4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370"/>
        <w:gridCol w:w="3402"/>
        <w:gridCol w:w="1984"/>
        <w:gridCol w:w="2551"/>
        <w:gridCol w:w="1134"/>
        <w:gridCol w:w="1134"/>
        <w:gridCol w:w="1417"/>
        <w:gridCol w:w="2268"/>
      </w:tblGrid>
      <w:tr w:rsidR="009921AE" w:rsidRPr="00CE2160" w14:paraId="7E0CA532" w14:textId="77777777" w:rsidTr="00827798">
        <w:trPr>
          <w:trHeight w:hRule="exact" w:val="1814"/>
          <w:tblHeader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B1818" w14:textId="47489C0D" w:rsidR="00247F68" w:rsidRPr="00CE2160" w:rsidRDefault="00B84D29" w:rsidP="00C24880">
            <w:pPr>
              <w:pStyle w:val="-b"/>
            </w:pPr>
            <w:r w:rsidRPr="000E775E">
              <w:rPr>
                <w:lang w:val="ru-RU"/>
              </w:rPr>
              <w:t xml:space="preserve"> </w:t>
            </w:r>
            <w:proofErr w:type="spellStart"/>
            <w:r w:rsidR="00247F68" w:rsidRPr="00CE2160">
              <w:t>Поз</w:t>
            </w:r>
            <w:proofErr w:type="spellEnd"/>
            <w:r w:rsidR="00247F68" w:rsidRPr="00CE2160">
              <w:t>.</w:t>
            </w:r>
          </w:p>
        </w:tc>
        <w:tc>
          <w:tcPr>
            <w:tcW w:w="7370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81DD3" w14:textId="77777777" w:rsidR="00C8458C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Наименование и техническая</w:t>
            </w:r>
          </w:p>
          <w:p w14:paraId="4F2CEE9C" w14:textId="77777777" w:rsidR="00247F68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характеристика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CAB10A" w14:textId="77777777" w:rsidR="00C8458C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Тип, марка,</w:t>
            </w:r>
          </w:p>
          <w:p w14:paraId="3FF6825B" w14:textId="77777777" w:rsidR="00C8458C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обозначение документа,</w:t>
            </w:r>
          </w:p>
          <w:p w14:paraId="6EF3BFF6" w14:textId="77777777" w:rsidR="00247F68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опросного листа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183795" w14:textId="77777777" w:rsidR="00C8458C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Код</w:t>
            </w:r>
          </w:p>
          <w:p w14:paraId="7419024D" w14:textId="77777777" w:rsidR="00247F68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продукции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7A467F" w14:textId="266FDFAA" w:rsidR="00247F68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Поставщик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EF6029" w14:textId="77777777" w:rsidR="00C8458C" w:rsidRPr="00CE2160" w:rsidRDefault="00E40953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Ед.</w:t>
            </w:r>
          </w:p>
          <w:p w14:paraId="0148DFA3" w14:textId="77777777" w:rsidR="00247F68" w:rsidRPr="00CE2160" w:rsidRDefault="00E40953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изм</w:t>
            </w:r>
            <w:r w:rsidR="00D626AE" w:rsidRPr="00CE2160">
              <w:rPr>
                <w:b/>
                <w:bCs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B8226A" w14:textId="77777777" w:rsidR="00247F68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Кол.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0D312D" w14:textId="77777777" w:rsidR="00C8458C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Масса</w:t>
            </w:r>
          </w:p>
          <w:p w14:paraId="5724432B" w14:textId="77777777" w:rsidR="00247F68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 xml:space="preserve">1 </w:t>
            </w:r>
            <w:proofErr w:type="spellStart"/>
            <w:r w:rsidRPr="00CE2160">
              <w:rPr>
                <w:b/>
                <w:bCs/>
                <w:szCs w:val="24"/>
              </w:rPr>
              <w:t>ед.,кг</w:t>
            </w:r>
            <w:proofErr w:type="spellEnd"/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31AED3" w14:textId="77777777" w:rsidR="00247F68" w:rsidRPr="00CE2160" w:rsidRDefault="00247F68" w:rsidP="00C8458C">
            <w:pPr>
              <w:pStyle w:val="af4"/>
              <w:spacing w:before="0" w:after="0"/>
              <w:ind w:left="57" w:right="57"/>
              <w:contextualSpacing/>
              <w:rPr>
                <w:b/>
                <w:bCs/>
                <w:szCs w:val="24"/>
              </w:rPr>
            </w:pPr>
            <w:r w:rsidRPr="00CE2160">
              <w:rPr>
                <w:b/>
                <w:bCs/>
                <w:szCs w:val="24"/>
              </w:rPr>
              <w:t>Примечание</w:t>
            </w:r>
          </w:p>
        </w:tc>
      </w:tr>
      <w:tr w:rsidR="009921AE" w:rsidRPr="00CE2160" w14:paraId="7D6F75A0" w14:textId="77777777" w:rsidTr="00827798">
        <w:trPr>
          <w:cantSplit/>
          <w:trHeight w:val="454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462A797B" w14:textId="77777777" w:rsidR="00F14A7F" w:rsidRPr="00CE2160" w:rsidRDefault="00AD4A67" w:rsidP="00AA32A6">
            <w:pPr>
              <w:pStyle w:val="af0"/>
              <w:ind w:left="417" w:right="57"/>
              <w:contextualSpacing/>
              <w:jc w:val="both"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14:paraId="66834982" w14:textId="77777777" w:rsidR="00F14A7F" w:rsidRPr="00CE2160" w:rsidRDefault="00AD4A67" w:rsidP="00AA32A6">
            <w:pPr>
              <w:pStyle w:val="af2"/>
              <w:spacing w:before="0" w:after="0"/>
              <w:ind w:left="57" w:right="57"/>
              <w:contextualSpacing/>
              <w:jc w:val="center"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55A7FAA9" w14:textId="77777777" w:rsidR="00F14A7F" w:rsidRPr="00CE2160" w:rsidRDefault="00AD4A67" w:rsidP="00C8458C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2847F798" w14:textId="77777777" w:rsidR="00F14A7F" w:rsidRPr="00CE2160" w:rsidRDefault="00AD4A67" w:rsidP="00C8458C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14:paraId="6BF23FA8" w14:textId="77777777" w:rsidR="00F14A7F" w:rsidRPr="00CE2160" w:rsidRDefault="00AD4A67" w:rsidP="00C8458C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7810E23" w14:textId="77777777" w:rsidR="00F14A7F" w:rsidRPr="00CE2160" w:rsidRDefault="00AD4A67" w:rsidP="00C8458C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D08232A" w14:textId="77777777" w:rsidR="00F14A7F" w:rsidRPr="00CE2160" w:rsidRDefault="00AD4A67" w:rsidP="00C8458C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7C39E2E9" w14:textId="77777777" w:rsidR="00F14A7F" w:rsidRPr="00CE2160" w:rsidRDefault="00AD4A67" w:rsidP="00C8458C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3C310FC" w14:textId="77777777" w:rsidR="00F14A7F" w:rsidRPr="00CE2160" w:rsidRDefault="00AD4A67" w:rsidP="00C8458C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9</w:t>
            </w:r>
          </w:p>
        </w:tc>
      </w:tr>
      <w:tr w:rsidR="00314B03" w:rsidRPr="00CE2160" w14:paraId="7696155B" w14:textId="77777777" w:rsidTr="00314B03">
        <w:trPr>
          <w:cantSplit/>
          <w:trHeight w:hRule="exact" w:val="1541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78A3F69" w14:textId="77777777" w:rsidR="00314B03" w:rsidRPr="00CE2160" w:rsidRDefault="00314B03" w:rsidP="00314B03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4DAF6294" w14:textId="7D3516AF" w:rsidR="00314B03" w:rsidRPr="00CE2160" w:rsidRDefault="00314B03" w:rsidP="00314B03">
            <w:pPr>
              <w:pStyle w:val="af2"/>
              <w:spacing w:before="0" w:after="0"/>
              <w:ind w:left="57" w:right="57"/>
              <w:contextualSpacing/>
              <w:jc w:val="left"/>
              <w:rPr>
                <w:szCs w:val="24"/>
              </w:rPr>
            </w:pPr>
            <w:r w:rsidRPr="00155F0D">
              <w:rPr>
                <w:szCs w:val="24"/>
              </w:rPr>
              <w:t xml:space="preserve">Кабель силовой, алюминиевая токопроводящая жила, изоляция из сшитого полиэтилена, оболочка из полиэтилена, оболочка из полиэтилена увеличенной толщины, 2 герметизирующих слоя из </w:t>
            </w:r>
            <w:proofErr w:type="spellStart"/>
            <w:r w:rsidRPr="00155F0D">
              <w:rPr>
                <w:szCs w:val="24"/>
              </w:rPr>
              <w:t>водоблокирующей</w:t>
            </w:r>
            <w:proofErr w:type="spellEnd"/>
            <w:r w:rsidRPr="00155F0D">
              <w:rPr>
                <w:szCs w:val="24"/>
              </w:rPr>
              <w:t xml:space="preserve"> и </w:t>
            </w:r>
            <w:proofErr w:type="spellStart"/>
            <w:r w:rsidRPr="00155F0D">
              <w:rPr>
                <w:szCs w:val="24"/>
              </w:rPr>
              <w:t>алюмополимерной</w:t>
            </w:r>
            <w:proofErr w:type="spellEnd"/>
            <w:r w:rsidRPr="00155F0D">
              <w:rPr>
                <w:szCs w:val="24"/>
              </w:rPr>
              <w:t xml:space="preserve"> ленты, номинальное сечение жилы 240 мм</w:t>
            </w:r>
            <w:r w:rsidRPr="00155F0D">
              <w:rPr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vAlign w:val="center"/>
          </w:tcPr>
          <w:p w14:paraId="5C65B3E3" w14:textId="366A8C6B" w:rsidR="00314B03" w:rsidRPr="00CE2160" w:rsidRDefault="00314B03" w:rsidP="00314B03">
            <w:pPr>
              <w:pStyle w:val="af0"/>
              <w:ind w:left="57" w:right="57"/>
              <w:contextualSpacing/>
              <w:rPr>
                <w:szCs w:val="24"/>
              </w:rPr>
            </w:pPr>
            <w:r w:rsidRPr="00155F0D">
              <w:rPr>
                <w:szCs w:val="24"/>
              </w:rPr>
              <w:t xml:space="preserve">АПвПу2г 1х240/70 - 10кВ </w:t>
            </w:r>
          </w:p>
        </w:tc>
        <w:tc>
          <w:tcPr>
            <w:tcW w:w="1984" w:type="dxa"/>
            <w:vAlign w:val="center"/>
          </w:tcPr>
          <w:p w14:paraId="44B2E96D" w14:textId="77777777" w:rsidR="00314B03" w:rsidRPr="00CE2160" w:rsidRDefault="00314B03" w:rsidP="00314B03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EB1CBE6" w14:textId="77777777" w:rsidR="00314B03" w:rsidRPr="00CE2160" w:rsidRDefault="00314B03" w:rsidP="00314B03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E7ED1B" w14:textId="1787CBAD" w:rsidR="00314B03" w:rsidRPr="00CE2160" w:rsidRDefault="00314B03" w:rsidP="00314B03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14:paraId="4D7FE146" w14:textId="31926662" w:rsidR="00314B03" w:rsidRPr="008B402B" w:rsidRDefault="008B402B" w:rsidP="00314B03">
            <w:pPr>
              <w:pStyle w:val="af0"/>
              <w:ind w:left="57" w:right="57"/>
              <w:contextualSpacing/>
              <w:rPr>
                <w:color w:val="auto"/>
                <w:szCs w:val="24"/>
                <w:lang w:val="en-US"/>
              </w:rPr>
            </w:pPr>
            <w:r>
              <w:rPr>
                <w:color w:val="auto"/>
                <w:szCs w:val="24"/>
                <w:lang w:val="en-US"/>
              </w:rPr>
              <w:t>5926</w:t>
            </w:r>
          </w:p>
        </w:tc>
        <w:tc>
          <w:tcPr>
            <w:tcW w:w="1417" w:type="dxa"/>
            <w:vAlign w:val="center"/>
          </w:tcPr>
          <w:p w14:paraId="3DF22AAC" w14:textId="77777777" w:rsidR="00314B03" w:rsidRPr="00CE2160" w:rsidRDefault="00314B03" w:rsidP="00314B03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E5BE613" w14:textId="75D149CC" w:rsidR="00314B03" w:rsidRPr="00CE2160" w:rsidRDefault="0052354F" w:rsidP="0052354F">
            <w:pPr>
              <w:pStyle w:val="af0"/>
              <w:ind w:left="57" w:right="57"/>
              <w:contextualSpacing/>
              <w:jc w:val="left"/>
              <w:rPr>
                <w:i/>
                <w:iCs/>
                <w:color w:val="auto"/>
                <w:sz w:val="16"/>
                <w:szCs w:val="16"/>
              </w:rPr>
            </w:pPr>
            <w:r w:rsidRPr="009921AE">
              <w:rPr>
                <w:i/>
                <w:iCs/>
                <w:color w:val="auto"/>
                <w:sz w:val="16"/>
                <w:szCs w:val="16"/>
              </w:rPr>
              <w:t xml:space="preserve">с учётом запаса 3% на змейку + 2% на отходы </w:t>
            </w:r>
          </w:p>
        </w:tc>
      </w:tr>
      <w:tr w:rsidR="00314B03" w:rsidRPr="00CE2160" w14:paraId="0979F12F" w14:textId="77777777" w:rsidTr="00314B03">
        <w:trPr>
          <w:cantSplit/>
          <w:trHeight w:hRule="exact" w:val="1421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6BE3592" w14:textId="77777777" w:rsidR="00314B03" w:rsidRPr="00CE2160" w:rsidRDefault="00314B03" w:rsidP="00314B03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7A1A296E" w14:textId="33573B68" w:rsidR="00314B03" w:rsidRPr="00CE2160" w:rsidRDefault="00314B03" w:rsidP="00314B03">
            <w:pPr>
              <w:pStyle w:val="af2"/>
              <w:spacing w:before="0" w:after="0"/>
              <w:ind w:left="57" w:right="57"/>
              <w:contextualSpacing/>
              <w:jc w:val="left"/>
              <w:rPr>
                <w:szCs w:val="24"/>
              </w:rPr>
            </w:pPr>
            <w:r w:rsidRPr="00155F0D">
              <w:rPr>
                <w:szCs w:val="24"/>
              </w:rPr>
              <w:t xml:space="preserve">Кабель силовой, алюминиевая токопроводящая жила, изоляция из сшитого полиэтилена, оболочка из полиэтилена, оболочка из полиэтилена увеличенной толщины, 2 герметизирующих слоя из </w:t>
            </w:r>
            <w:proofErr w:type="spellStart"/>
            <w:r w:rsidRPr="00155F0D">
              <w:rPr>
                <w:szCs w:val="24"/>
              </w:rPr>
              <w:t>водоблокирующей</w:t>
            </w:r>
            <w:proofErr w:type="spellEnd"/>
            <w:r w:rsidRPr="00155F0D">
              <w:rPr>
                <w:szCs w:val="24"/>
              </w:rPr>
              <w:t xml:space="preserve"> и </w:t>
            </w:r>
            <w:proofErr w:type="spellStart"/>
            <w:r w:rsidRPr="00155F0D">
              <w:rPr>
                <w:szCs w:val="24"/>
              </w:rPr>
              <w:t>алюмополимерной</w:t>
            </w:r>
            <w:proofErr w:type="spellEnd"/>
            <w:r w:rsidRPr="00155F0D">
              <w:rPr>
                <w:szCs w:val="24"/>
              </w:rPr>
              <w:t xml:space="preserve"> лен</w:t>
            </w:r>
            <w:r>
              <w:rPr>
                <w:szCs w:val="24"/>
              </w:rPr>
              <w:t>ты, номинальное сечение жилы 185</w:t>
            </w:r>
            <w:r w:rsidRPr="00155F0D">
              <w:rPr>
                <w:szCs w:val="24"/>
              </w:rPr>
              <w:t xml:space="preserve"> мм</w:t>
            </w:r>
            <w:r w:rsidRPr="00155F0D">
              <w:rPr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vAlign w:val="center"/>
          </w:tcPr>
          <w:p w14:paraId="58B469DB" w14:textId="6D3B320D" w:rsidR="00314B03" w:rsidRPr="00CE2160" w:rsidRDefault="00314B03" w:rsidP="00314B03">
            <w:pPr>
              <w:pStyle w:val="af0"/>
              <w:ind w:left="57" w:right="57"/>
              <w:contextualSpacing/>
              <w:rPr>
                <w:szCs w:val="24"/>
              </w:rPr>
            </w:pPr>
            <w:r>
              <w:rPr>
                <w:szCs w:val="24"/>
              </w:rPr>
              <w:t>АПвПу2г 1х185</w:t>
            </w:r>
            <w:r w:rsidRPr="00155F0D">
              <w:rPr>
                <w:szCs w:val="24"/>
              </w:rPr>
              <w:t xml:space="preserve">/70 - 10кВ </w:t>
            </w:r>
          </w:p>
        </w:tc>
        <w:tc>
          <w:tcPr>
            <w:tcW w:w="1984" w:type="dxa"/>
            <w:vAlign w:val="center"/>
          </w:tcPr>
          <w:p w14:paraId="1C4DCB01" w14:textId="77777777" w:rsidR="00314B03" w:rsidRPr="00CE2160" w:rsidRDefault="00314B03" w:rsidP="00314B03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F71B409" w14:textId="77777777" w:rsidR="00314B03" w:rsidRPr="00CE2160" w:rsidRDefault="00314B03" w:rsidP="00314B03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14B2D4" w14:textId="64057D52" w:rsidR="00314B03" w:rsidRPr="00CE2160" w:rsidRDefault="00314B03" w:rsidP="00314B03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14:paraId="0A807A0E" w14:textId="77777777" w:rsidR="00314B03" w:rsidRDefault="008B402B" w:rsidP="008B402B">
            <w:pPr>
              <w:pStyle w:val="af0"/>
              <w:ind w:left="57" w:right="57"/>
              <w:contextualSpacing/>
              <w:rPr>
                <w:color w:val="auto"/>
                <w:szCs w:val="24"/>
                <w:lang w:val="en-US"/>
              </w:rPr>
            </w:pPr>
            <w:r>
              <w:rPr>
                <w:color w:val="auto"/>
                <w:szCs w:val="24"/>
              </w:rPr>
              <w:t>4</w:t>
            </w:r>
            <w:r>
              <w:rPr>
                <w:color w:val="auto"/>
                <w:szCs w:val="24"/>
                <w:lang w:val="en-US"/>
              </w:rPr>
              <w:t>468</w:t>
            </w:r>
          </w:p>
          <w:p w14:paraId="4D1D6F11" w14:textId="7D5394CD" w:rsidR="008B402B" w:rsidRPr="008B402B" w:rsidRDefault="008B402B" w:rsidP="008B402B">
            <w:pPr>
              <w:pStyle w:val="af0"/>
              <w:ind w:left="57" w:right="57"/>
              <w:contextualSpacing/>
              <w:rPr>
                <w:color w:val="auto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D3AC959" w14:textId="77777777" w:rsidR="00314B03" w:rsidRPr="00CE2160" w:rsidRDefault="00314B03" w:rsidP="00314B03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34B43EE" w14:textId="21A0B658" w:rsidR="00314B03" w:rsidRPr="00CE2160" w:rsidRDefault="0052354F" w:rsidP="00314B03">
            <w:pPr>
              <w:pStyle w:val="af0"/>
              <w:ind w:left="57" w:right="57"/>
              <w:contextualSpacing/>
              <w:jc w:val="left"/>
              <w:rPr>
                <w:i/>
                <w:iCs/>
                <w:color w:val="auto"/>
                <w:sz w:val="16"/>
                <w:szCs w:val="16"/>
              </w:rPr>
            </w:pPr>
            <w:r w:rsidRPr="009921AE">
              <w:rPr>
                <w:i/>
                <w:iCs/>
                <w:color w:val="auto"/>
                <w:sz w:val="16"/>
                <w:szCs w:val="16"/>
              </w:rPr>
              <w:t>с учётом запаса 3% на змейку + 2% на отходы</w:t>
            </w:r>
          </w:p>
        </w:tc>
      </w:tr>
      <w:tr w:rsidR="00261D61" w:rsidRPr="00CE2160" w14:paraId="49E14232" w14:textId="77777777" w:rsidTr="00314B03">
        <w:trPr>
          <w:cantSplit/>
          <w:trHeight w:hRule="exact" w:val="719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327C2D0" w14:textId="77777777" w:rsidR="00261D61" w:rsidRPr="00CE2160" w:rsidRDefault="00261D61" w:rsidP="00261D61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476963FA" w14:textId="5623CF64" w:rsidR="00261D61" w:rsidRPr="00CE2160" w:rsidRDefault="00314B03" w:rsidP="00314B03">
            <w:pPr>
              <w:pStyle w:val="af2"/>
              <w:spacing w:before="0" w:after="0"/>
              <w:ind w:left="57" w:right="57"/>
              <w:contextualSpacing/>
              <w:jc w:val="left"/>
              <w:rPr>
                <w:szCs w:val="24"/>
              </w:rPr>
            </w:pPr>
            <w:r w:rsidRPr="00314B03">
              <w:rPr>
                <w:szCs w:val="24"/>
              </w:rPr>
              <w:t>Муфта кабельная соединительная для кабелей с изоляцией из сшитого полиэтилена на напряжение 10 кВ</w:t>
            </w:r>
          </w:p>
        </w:tc>
        <w:tc>
          <w:tcPr>
            <w:tcW w:w="3402" w:type="dxa"/>
            <w:vAlign w:val="center"/>
          </w:tcPr>
          <w:p w14:paraId="312D536D" w14:textId="1A958081" w:rsidR="00261D61" w:rsidRPr="00CE2160" w:rsidRDefault="00314B03" w:rsidP="00261D61">
            <w:pPr>
              <w:pStyle w:val="af0"/>
              <w:ind w:left="57" w:right="57"/>
              <w:contextualSpacing/>
              <w:rPr>
                <w:szCs w:val="24"/>
              </w:rPr>
            </w:pPr>
            <w:r w:rsidRPr="00314B03">
              <w:rPr>
                <w:szCs w:val="24"/>
              </w:rPr>
              <w:t>1ПСТ-10-150/240</w:t>
            </w:r>
          </w:p>
        </w:tc>
        <w:tc>
          <w:tcPr>
            <w:tcW w:w="1984" w:type="dxa"/>
            <w:vAlign w:val="center"/>
          </w:tcPr>
          <w:p w14:paraId="32E63BC3" w14:textId="77777777" w:rsidR="00261D61" w:rsidRPr="00CE2160" w:rsidRDefault="00261D61" w:rsidP="00261D6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58F8666" w14:textId="77777777" w:rsidR="00261D61" w:rsidRPr="00CE2160" w:rsidRDefault="00261D61" w:rsidP="00261D6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23D9BD" w14:textId="0B7E816D" w:rsidR="00261D61" w:rsidRPr="00CE2160" w:rsidRDefault="00261D61" w:rsidP="00261D6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14:paraId="3064E39B" w14:textId="0A5F31F7" w:rsidR="00261D61" w:rsidRPr="00CE2160" w:rsidRDefault="007F6640" w:rsidP="00261D6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14:paraId="297C70C6" w14:textId="77777777" w:rsidR="00261D61" w:rsidRPr="00CE2160" w:rsidRDefault="00261D61" w:rsidP="00261D6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FF3000" w14:textId="77777777" w:rsidR="00261D61" w:rsidRPr="00CE2160" w:rsidRDefault="00261D61" w:rsidP="00261D61">
            <w:pPr>
              <w:pStyle w:val="af0"/>
              <w:ind w:left="57" w:right="57"/>
              <w:contextualSpacing/>
              <w:jc w:val="left"/>
              <w:rPr>
                <w:i/>
                <w:iCs/>
                <w:color w:val="auto"/>
                <w:sz w:val="16"/>
                <w:szCs w:val="16"/>
              </w:rPr>
            </w:pPr>
          </w:p>
        </w:tc>
      </w:tr>
      <w:tr w:rsidR="00CE2160" w:rsidRPr="00CE2160" w14:paraId="168DBBAF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87CB2D" w14:textId="77777777" w:rsidR="00CE2160" w:rsidRPr="00CE2160" w:rsidRDefault="00CE2160" w:rsidP="00CE2160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148A4043" w14:textId="5E207085" w:rsidR="00CE2160" w:rsidRPr="00CE2160" w:rsidRDefault="00CE2160" w:rsidP="00CE2160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 xml:space="preserve">Труба полиэтиленовая ПЭ100 ПНД SDR17 </w:t>
            </w:r>
            <w:r w:rsidRPr="00CE2160">
              <w:rPr>
                <w:rFonts w:ascii="Cambria Math" w:hAnsi="Cambria Math" w:cs="Cambria Math"/>
                <w:color w:val="auto"/>
                <w:szCs w:val="24"/>
              </w:rPr>
              <w:t>∅</w:t>
            </w:r>
            <w:r w:rsidRPr="00CE2160">
              <w:rPr>
                <w:color w:val="auto"/>
                <w:szCs w:val="24"/>
              </w:rPr>
              <w:t>160мм</w:t>
            </w:r>
          </w:p>
        </w:tc>
        <w:tc>
          <w:tcPr>
            <w:tcW w:w="3402" w:type="dxa"/>
            <w:vAlign w:val="center"/>
          </w:tcPr>
          <w:p w14:paraId="16D005B0" w14:textId="77777777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576DF05" w14:textId="77777777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C56917D" w14:textId="77777777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185DFA" w14:textId="7E323998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14:paraId="61D9F325" w14:textId="3EABEFFD" w:rsidR="00CE2160" w:rsidRPr="00CE2160" w:rsidRDefault="00B349E3" w:rsidP="00420357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2213</w:t>
            </w:r>
          </w:p>
        </w:tc>
        <w:tc>
          <w:tcPr>
            <w:tcW w:w="1417" w:type="dxa"/>
            <w:vAlign w:val="center"/>
          </w:tcPr>
          <w:p w14:paraId="0151BC8B" w14:textId="77777777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7BADBC4" w14:textId="4F1CC24D" w:rsidR="00CE2160" w:rsidRPr="00CE2160" w:rsidRDefault="00CE2160" w:rsidP="00CE2160">
            <w:pPr>
              <w:pStyle w:val="af0"/>
              <w:ind w:left="57" w:right="57"/>
              <w:contextualSpacing/>
              <w:jc w:val="left"/>
              <w:rPr>
                <w:i/>
                <w:color w:val="auto"/>
                <w:szCs w:val="24"/>
              </w:rPr>
            </w:pPr>
            <w:r w:rsidRPr="00CE2160">
              <w:rPr>
                <w:i/>
                <w:iCs/>
                <w:color w:val="auto"/>
                <w:sz w:val="16"/>
                <w:szCs w:val="16"/>
              </w:rPr>
              <w:t>+ 2% запас</w:t>
            </w:r>
          </w:p>
        </w:tc>
      </w:tr>
      <w:tr w:rsidR="00CE2160" w:rsidRPr="00CE2160" w14:paraId="373526A1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59187F" w14:textId="77777777" w:rsidR="00CE2160" w:rsidRPr="00CE2160" w:rsidRDefault="00CE2160" w:rsidP="00CE2160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710D89CA" w14:textId="291A28E2" w:rsidR="00CE2160" w:rsidRPr="00CE2160" w:rsidRDefault="00CE2160" w:rsidP="00CE2160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 xml:space="preserve"> Плита закрытия кабеля 240х480</w:t>
            </w:r>
            <w:r w:rsidR="007F6640">
              <w:rPr>
                <w:color w:val="auto"/>
                <w:szCs w:val="24"/>
              </w:rPr>
              <w:t>х16</w:t>
            </w:r>
            <w:r w:rsidRPr="00CE2160">
              <w:rPr>
                <w:color w:val="auto"/>
                <w:szCs w:val="24"/>
              </w:rPr>
              <w:t xml:space="preserve"> мм</w:t>
            </w:r>
          </w:p>
        </w:tc>
        <w:tc>
          <w:tcPr>
            <w:tcW w:w="3402" w:type="dxa"/>
            <w:vAlign w:val="center"/>
          </w:tcPr>
          <w:p w14:paraId="2F6BF96E" w14:textId="17C469E0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bCs/>
                <w:color w:val="auto"/>
                <w:szCs w:val="24"/>
              </w:rPr>
              <w:t>ПЗК</w:t>
            </w:r>
          </w:p>
        </w:tc>
        <w:tc>
          <w:tcPr>
            <w:tcW w:w="1984" w:type="dxa"/>
            <w:vAlign w:val="center"/>
          </w:tcPr>
          <w:p w14:paraId="5C4CABEE" w14:textId="77777777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6CA16E" w14:textId="77777777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79B5E0" w14:textId="651E74CA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14:paraId="16434611" w14:textId="2B5E6E24" w:rsidR="00CE2160" w:rsidRPr="00CE2160" w:rsidRDefault="004E4DE7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3063</w:t>
            </w:r>
          </w:p>
        </w:tc>
        <w:tc>
          <w:tcPr>
            <w:tcW w:w="1417" w:type="dxa"/>
            <w:vAlign w:val="center"/>
          </w:tcPr>
          <w:p w14:paraId="2DE3BF09" w14:textId="77777777" w:rsidR="00CE2160" w:rsidRPr="00CE2160" w:rsidRDefault="00CE2160" w:rsidP="00CE2160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5249357" w14:textId="1768653C" w:rsidR="00CE2160" w:rsidRPr="00CE2160" w:rsidRDefault="00CE2160" w:rsidP="00CE2160">
            <w:pPr>
              <w:pStyle w:val="af0"/>
              <w:ind w:left="57" w:right="57"/>
              <w:contextualSpacing/>
              <w:jc w:val="left"/>
              <w:rPr>
                <w:i/>
                <w:iCs/>
                <w:color w:val="auto"/>
                <w:sz w:val="16"/>
                <w:szCs w:val="16"/>
              </w:rPr>
            </w:pPr>
            <w:r w:rsidRPr="00CE2160">
              <w:rPr>
                <w:i/>
                <w:iCs/>
                <w:color w:val="auto"/>
                <w:sz w:val="16"/>
                <w:szCs w:val="16"/>
              </w:rPr>
              <w:t>+ 2% запас</w:t>
            </w:r>
          </w:p>
        </w:tc>
      </w:tr>
      <w:tr w:rsidR="007F665E" w:rsidRPr="00CE2160" w14:paraId="1B3DDEC5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D188EBE" w14:textId="77777777" w:rsidR="007F665E" w:rsidRPr="00CE2160" w:rsidRDefault="007F665E" w:rsidP="007F665E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12290603" w14:textId="2705EF30" w:rsidR="007F665E" w:rsidRPr="00CE2160" w:rsidRDefault="007F665E" w:rsidP="007F665E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2060FF">
              <w:rPr>
                <w:color w:val="auto"/>
                <w:szCs w:val="24"/>
              </w:rPr>
              <w:t xml:space="preserve"> Термоусаживаемый уплотнитель</w:t>
            </w:r>
          </w:p>
        </w:tc>
        <w:tc>
          <w:tcPr>
            <w:tcW w:w="3402" w:type="dxa"/>
            <w:vAlign w:val="center"/>
          </w:tcPr>
          <w:p w14:paraId="4AD865A6" w14:textId="29B5BBE3" w:rsidR="007F665E" w:rsidRPr="00CE2160" w:rsidRDefault="007F665E" w:rsidP="007F665E">
            <w:pPr>
              <w:pStyle w:val="af0"/>
              <w:ind w:left="57" w:right="57"/>
              <w:contextualSpacing/>
              <w:rPr>
                <w:bCs/>
                <w:color w:val="auto"/>
                <w:szCs w:val="24"/>
              </w:rPr>
            </w:pPr>
            <w:r w:rsidRPr="002060FF">
              <w:rPr>
                <w:rFonts w:ascii="Cambria" w:hAnsi="Cambria" w:cs="Calibri"/>
                <w:color w:val="auto"/>
                <w:szCs w:val="24"/>
              </w:rPr>
              <w:t>УКПТ (d175/50)</w:t>
            </w:r>
          </w:p>
        </w:tc>
        <w:tc>
          <w:tcPr>
            <w:tcW w:w="1984" w:type="dxa"/>
            <w:vAlign w:val="center"/>
          </w:tcPr>
          <w:p w14:paraId="6AC072DC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4034ECA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F298AA" w14:textId="3BF5B6D3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2060FF">
              <w:rPr>
                <w:color w:val="auto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14:paraId="1ED78036" w14:textId="2B323A5A" w:rsidR="007F665E" w:rsidRPr="00CE2160" w:rsidRDefault="00345D08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  <w:r w:rsidR="00116D52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14:paraId="4C5E51E9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9793D9F" w14:textId="77777777" w:rsidR="007F665E" w:rsidRPr="00CE2160" w:rsidRDefault="007F665E" w:rsidP="007F665E">
            <w:pPr>
              <w:pStyle w:val="af0"/>
              <w:ind w:left="57" w:right="57"/>
              <w:contextualSpacing/>
              <w:jc w:val="left"/>
              <w:rPr>
                <w:i/>
                <w:color w:val="auto"/>
                <w:szCs w:val="24"/>
              </w:rPr>
            </w:pPr>
          </w:p>
        </w:tc>
      </w:tr>
      <w:tr w:rsidR="007F665E" w:rsidRPr="00CE2160" w14:paraId="0902E79A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7FED95" w14:textId="77777777" w:rsidR="007F665E" w:rsidRPr="00CE2160" w:rsidRDefault="007F665E" w:rsidP="007F665E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5ACA3C1A" w14:textId="2F0DC4A8" w:rsidR="007F665E" w:rsidRPr="00CE2160" w:rsidRDefault="007F665E" w:rsidP="007F665E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 xml:space="preserve"> Бирка пластиковая с хомутами для маркировки кабелей</w:t>
            </w:r>
          </w:p>
        </w:tc>
        <w:tc>
          <w:tcPr>
            <w:tcW w:w="3402" w:type="dxa"/>
            <w:vAlign w:val="center"/>
          </w:tcPr>
          <w:p w14:paraId="1B709C85" w14:textId="01172A1C" w:rsidR="007F665E" w:rsidRPr="00CE2160" w:rsidRDefault="007F665E" w:rsidP="007F665E">
            <w:pPr>
              <w:pStyle w:val="af0"/>
              <w:ind w:left="57" w:right="57"/>
              <w:contextualSpacing/>
              <w:rPr>
                <w:bCs/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A316372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3C0F10A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EC0AA9" w14:textId="297733BF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14:paraId="2961E32B" w14:textId="7A6339B2" w:rsidR="007F665E" w:rsidRPr="00CE2160" w:rsidRDefault="00014619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14:paraId="2B54A025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89075C5" w14:textId="0341EB3F" w:rsidR="007F665E" w:rsidRPr="00CE2160" w:rsidRDefault="007F665E" w:rsidP="007F665E">
            <w:pPr>
              <w:pStyle w:val="af0"/>
              <w:ind w:left="57" w:right="57"/>
              <w:contextualSpacing/>
              <w:jc w:val="left"/>
              <w:rPr>
                <w:i/>
                <w:color w:val="auto"/>
                <w:szCs w:val="24"/>
              </w:rPr>
            </w:pPr>
          </w:p>
        </w:tc>
      </w:tr>
      <w:tr w:rsidR="007F665E" w:rsidRPr="00CE2160" w14:paraId="699C03E0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536CD69" w14:textId="77777777" w:rsidR="007F665E" w:rsidRPr="00CE2160" w:rsidRDefault="007F665E" w:rsidP="007F665E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2272F7C2" w14:textId="5F9E4629" w:rsidR="007F665E" w:rsidRPr="00CE2160" w:rsidRDefault="007F665E" w:rsidP="007F665E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2060FF">
              <w:rPr>
                <w:color w:val="auto"/>
                <w:szCs w:val="24"/>
              </w:rPr>
              <w:t xml:space="preserve">Заглушка </w:t>
            </w:r>
            <w:r w:rsidR="007F6640">
              <w:rPr>
                <w:color w:val="auto"/>
                <w:szCs w:val="24"/>
              </w:rPr>
              <w:t xml:space="preserve">для </w:t>
            </w:r>
            <w:r w:rsidR="007F6640" w:rsidRPr="00CE2160">
              <w:rPr>
                <w:rFonts w:ascii="Cambria Math" w:hAnsi="Cambria Math" w:cs="Cambria Math"/>
                <w:color w:val="auto"/>
                <w:szCs w:val="24"/>
              </w:rPr>
              <w:t>∅</w:t>
            </w:r>
            <w:r w:rsidR="007F6640" w:rsidRPr="00CE2160">
              <w:rPr>
                <w:color w:val="auto"/>
                <w:szCs w:val="24"/>
              </w:rPr>
              <w:t>160мм</w:t>
            </w:r>
            <w:r w:rsidR="007F6640">
              <w:rPr>
                <w:color w:val="auto"/>
                <w:szCs w:val="24"/>
              </w:rPr>
              <w:t xml:space="preserve"> труб</w:t>
            </w:r>
          </w:p>
        </w:tc>
        <w:tc>
          <w:tcPr>
            <w:tcW w:w="3402" w:type="dxa"/>
            <w:vAlign w:val="center"/>
          </w:tcPr>
          <w:p w14:paraId="2F979350" w14:textId="66B16FE9" w:rsidR="007F665E" w:rsidRPr="00CE2160" w:rsidRDefault="007F665E" w:rsidP="007F665E">
            <w:pPr>
              <w:pStyle w:val="af0"/>
              <w:ind w:left="57" w:right="57"/>
              <w:contextualSpacing/>
              <w:rPr>
                <w:bCs/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4FB22A0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16C47AB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06220C" w14:textId="7E9B94B2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2060FF">
              <w:rPr>
                <w:color w:val="auto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14:paraId="4054DF4E" w14:textId="684E5222" w:rsidR="007F665E" w:rsidRPr="00CE2160" w:rsidRDefault="00E518FA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13078EFB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404DCEC" w14:textId="460C214A" w:rsidR="007F665E" w:rsidRPr="00CE2160" w:rsidRDefault="007F665E" w:rsidP="007F665E">
            <w:pPr>
              <w:pStyle w:val="af0"/>
              <w:ind w:left="57" w:right="57"/>
              <w:contextualSpacing/>
              <w:jc w:val="left"/>
              <w:rPr>
                <w:i/>
                <w:color w:val="auto"/>
                <w:szCs w:val="24"/>
              </w:rPr>
            </w:pPr>
          </w:p>
        </w:tc>
      </w:tr>
      <w:tr w:rsidR="007F665E" w:rsidRPr="00CE2160" w14:paraId="51E267E7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4DA6C8" w14:textId="77777777" w:rsidR="007F665E" w:rsidRPr="00CE2160" w:rsidRDefault="007F665E" w:rsidP="007F665E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3B040A8B" w14:textId="019647D4" w:rsidR="007F665E" w:rsidRPr="00CE2160" w:rsidRDefault="007F665E" w:rsidP="007F665E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2060FF">
              <w:rPr>
                <w:color w:val="auto"/>
                <w:szCs w:val="24"/>
              </w:rPr>
              <w:t>Протяжка кабельная</w:t>
            </w:r>
          </w:p>
        </w:tc>
        <w:tc>
          <w:tcPr>
            <w:tcW w:w="3402" w:type="dxa"/>
            <w:vAlign w:val="center"/>
          </w:tcPr>
          <w:p w14:paraId="25153FB4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bCs/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B39A1A0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FA4AAC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0F7045" w14:textId="7D4E53D3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2060FF">
              <w:rPr>
                <w:color w:val="auto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14:paraId="0052BAFF" w14:textId="18CFC83E" w:rsidR="007F665E" w:rsidRPr="00CE2160" w:rsidRDefault="00D935CA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240</w:t>
            </w:r>
          </w:p>
        </w:tc>
        <w:tc>
          <w:tcPr>
            <w:tcW w:w="1417" w:type="dxa"/>
            <w:vAlign w:val="center"/>
          </w:tcPr>
          <w:p w14:paraId="00DC7765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4DD1E5C" w14:textId="3913C882" w:rsidR="007F665E" w:rsidRPr="00CE2160" w:rsidRDefault="007F665E" w:rsidP="007F665E">
            <w:pPr>
              <w:pStyle w:val="af0"/>
              <w:ind w:left="57" w:right="57"/>
              <w:contextualSpacing/>
              <w:jc w:val="left"/>
              <w:rPr>
                <w:i/>
                <w:color w:val="auto"/>
                <w:szCs w:val="24"/>
              </w:rPr>
            </w:pPr>
            <w:r w:rsidRPr="002060FF">
              <w:rPr>
                <w:i/>
                <w:iCs/>
                <w:color w:val="auto"/>
                <w:sz w:val="16"/>
                <w:szCs w:val="16"/>
              </w:rPr>
              <w:t>для резервных труб</w:t>
            </w:r>
          </w:p>
        </w:tc>
      </w:tr>
      <w:tr w:rsidR="00190E87" w:rsidRPr="00CE2160" w14:paraId="3596C14D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30213FD" w14:textId="77777777" w:rsidR="00190E87" w:rsidRPr="00CE2160" w:rsidRDefault="00190E87" w:rsidP="007F665E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51C58AD4" w14:textId="6284C0FE" w:rsidR="00190E87" w:rsidRPr="002060FF" w:rsidRDefault="00190E87" w:rsidP="007F665E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190E87">
              <w:rPr>
                <w:color w:val="auto"/>
                <w:szCs w:val="24"/>
              </w:rPr>
              <w:t xml:space="preserve">Держатель расстояния (кластер) </w:t>
            </w:r>
            <w:r w:rsidR="007F6640" w:rsidRPr="00CE2160">
              <w:rPr>
                <w:rFonts w:ascii="Cambria Math" w:hAnsi="Cambria Math" w:cs="Cambria Math"/>
                <w:color w:val="auto"/>
                <w:szCs w:val="24"/>
              </w:rPr>
              <w:t>∅</w:t>
            </w:r>
            <w:r w:rsidRPr="00190E87">
              <w:rPr>
                <w:color w:val="auto"/>
                <w:szCs w:val="24"/>
              </w:rPr>
              <w:t>160мм</w:t>
            </w:r>
          </w:p>
        </w:tc>
        <w:tc>
          <w:tcPr>
            <w:tcW w:w="3402" w:type="dxa"/>
            <w:vAlign w:val="center"/>
          </w:tcPr>
          <w:p w14:paraId="226BD084" w14:textId="4FBDDC87" w:rsidR="00190E87" w:rsidRPr="00CE2160" w:rsidRDefault="00190E87" w:rsidP="007F665E">
            <w:pPr>
              <w:pStyle w:val="af0"/>
              <w:ind w:left="57" w:right="57"/>
              <w:contextualSpacing/>
              <w:rPr>
                <w:bCs/>
                <w:color w:val="auto"/>
                <w:szCs w:val="24"/>
              </w:rPr>
            </w:pPr>
            <w:r w:rsidRPr="00190E87">
              <w:rPr>
                <w:bCs/>
                <w:color w:val="auto"/>
                <w:szCs w:val="24"/>
              </w:rPr>
              <w:t>DKC</w:t>
            </w:r>
          </w:p>
        </w:tc>
        <w:tc>
          <w:tcPr>
            <w:tcW w:w="1984" w:type="dxa"/>
            <w:vAlign w:val="center"/>
          </w:tcPr>
          <w:p w14:paraId="1D2B2834" w14:textId="77777777" w:rsidR="00190E87" w:rsidRPr="00CE2160" w:rsidRDefault="00190E87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BB21AF9" w14:textId="77777777" w:rsidR="00190E87" w:rsidRPr="00CE2160" w:rsidRDefault="00190E87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C19242" w14:textId="717C390B" w:rsidR="00190E87" w:rsidRPr="002060FF" w:rsidRDefault="00190E87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14:paraId="0F14B29D" w14:textId="1938EB7D" w:rsidR="00190E87" w:rsidRDefault="00803A75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240</w:t>
            </w:r>
          </w:p>
        </w:tc>
        <w:tc>
          <w:tcPr>
            <w:tcW w:w="1417" w:type="dxa"/>
            <w:vAlign w:val="center"/>
          </w:tcPr>
          <w:p w14:paraId="2814F333" w14:textId="77777777" w:rsidR="00190E87" w:rsidRPr="00CE2160" w:rsidRDefault="00190E87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6C2ADEA" w14:textId="2FB0DD93" w:rsidR="00190E87" w:rsidRPr="002060FF" w:rsidRDefault="00190E87" w:rsidP="007F665E">
            <w:pPr>
              <w:pStyle w:val="af0"/>
              <w:ind w:left="57" w:right="57"/>
              <w:contextualSpacing/>
              <w:jc w:val="left"/>
              <w:rPr>
                <w:i/>
                <w:iCs/>
                <w:color w:val="auto"/>
                <w:sz w:val="16"/>
                <w:szCs w:val="16"/>
              </w:rPr>
            </w:pPr>
            <w:r w:rsidRPr="002060FF">
              <w:rPr>
                <w:i/>
                <w:iCs/>
                <w:color w:val="auto"/>
                <w:sz w:val="16"/>
                <w:szCs w:val="16"/>
              </w:rPr>
              <w:t>или аналог</w:t>
            </w:r>
          </w:p>
        </w:tc>
      </w:tr>
      <w:tr w:rsidR="007F665E" w:rsidRPr="00CE2160" w14:paraId="5A86CCE1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BF37F64" w14:textId="77777777" w:rsidR="007F665E" w:rsidRPr="00CE2160" w:rsidRDefault="007F665E" w:rsidP="007F665E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076AFC18" w14:textId="05338B18" w:rsidR="007F665E" w:rsidRPr="00CE2160" w:rsidRDefault="007F665E" w:rsidP="007F665E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 xml:space="preserve"> </w:t>
            </w:r>
            <w:r w:rsidRPr="00CE2160">
              <w:rPr>
                <w:szCs w:val="24"/>
                <w:lang w:eastAsia="ru-RU"/>
              </w:rPr>
              <w:t xml:space="preserve">Песок </w:t>
            </w:r>
          </w:p>
        </w:tc>
        <w:tc>
          <w:tcPr>
            <w:tcW w:w="3402" w:type="dxa"/>
            <w:vAlign w:val="center"/>
          </w:tcPr>
          <w:p w14:paraId="2E55D340" w14:textId="70B7355B" w:rsidR="007F665E" w:rsidRPr="00CE2160" w:rsidRDefault="007F665E" w:rsidP="007F665E">
            <w:pPr>
              <w:pStyle w:val="af0"/>
              <w:ind w:left="57" w:right="57"/>
              <w:contextualSpacing/>
              <w:rPr>
                <w:bCs/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D96105F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0FEE958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4AD731" w14:textId="5C21C7D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CE2160">
              <w:rPr>
                <w:color w:val="auto"/>
                <w:szCs w:val="24"/>
              </w:rPr>
              <w:t>м³</w:t>
            </w:r>
          </w:p>
        </w:tc>
        <w:tc>
          <w:tcPr>
            <w:tcW w:w="1134" w:type="dxa"/>
            <w:vAlign w:val="center"/>
          </w:tcPr>
          <w:p w14:paraId="182E6751" w14:textId="4F7EF88A" w:rsidR="007F665E" w:rsidRPr="00CE2160" w:rsidRDefault="00803A75" w:rsidP="00803A75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33</w:t>
            </w:r>
            <w:r w:rsidR="00014619">
              <w:rPr>
                <w:color w:val="auto"/>
                <w:szCs w:val="24"/>
              </w:rPr>
              <w:t>8,</w:t>
            </w:r>
            <w:r>
              <w:rPr>
                <w:color w:val="auto"/>
                <w:szCs w:val="24"/>
              </w:rPr>
              <w:t>41</w:t>
            </w:r>
          </w:p>
        </w:tc>
        <w:tc>
          <w:tcPr>
            <w:tcW w:w="1417" w:type="dxa"/>
            <w:vAlign w:val="center"/>
          </w:tcPr>
          <w:p w14:paraId="473E5349" w14:textId="77777777" w:rsidR="007F665E" w:rsidRPr="00CE2160" w:rsidRDefault="007F665E" w:rsidP="007F665E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D0DEE96" w14:textId="4A8E819C" w:rsidR="007F665E" w:rsidRPr="00CE2160" w:rsidRDefault="007F665E" w:rsidP="007F665E">
            <w:pPr>
              <w:pStyle w:val="af0"/>
              <w:ind w:left="57" w:right="57"/>
              <w:contextualSpacing/>
              <w:jc w:val="left"/>
              <w:rPr>
                <w:i/>
                <w:color w:val="auto"/>
                <w:szCs w:val="24"/>
              </w:rPr>
            </w:pPr>
            <w:r w:rsidRPr="00CE2160">
              <w:rPr>
                <w:i/>
                <w:iCs/>
                <w:color w:val="auto"/>
                <w:sz w:val="16"/>
                <w:szCs w:val="16"/>
                <w:lang w:val="en-US"/>
              </w:rPr>
              <w:t>k</w:t>
            </w:r>
            <w:proofErr w:type="spellStart"/>
            <w:r w:rsidRPr="00CE2160">
              <w:rPr>
                <w:i/>
                <w:color w:val="auto"/>
                <w:sz w:val="16"/>
                <w:szCs w:val="16"/>
              </w:rPr>
              <w:t>упл</w:t>
            </w:r>
            <w:proofErr w:type="spellEnd"/>
            <w:r w:rsidRPr="00CE2160">
              <w:rPr>
                <w:i/>
                <w:color w:val="auto"/>
                <w:sz w:val="16"/>
                <w:szCs w:val="16"/>
              </w:rPr>
              <w:t>.=1,1, под траншея</w:t>
            </w:r>
          </w:p>
        </w:tc>
      </w:tr>
      <w:tr w:rsidR="00017EC1" w:rsidRPr="00CE2160" w14:paraId="0506CC1E" w14:textId="77777777" w:rsidTr="00560E14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E27A4A5" w14:textId="77777777" w:rsidR="00017EC1" w:rsidRPr="00CE2160" w:rsidRDefault="00017EC1" w:rsidP="007F665E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1260" w:type="dxa"/>
            <w:gridSpan w:val="8"/>
            <w:vAlign w:val="center"/>
          </w:tcPr>
          <w:p w14:paraId="2C8F002F" w14:textId="2DBC39CA" w:rsidR="00017EC1" w:rsidRPr="00CE2160" w:rsidRDefault="00017EC1" w:rsidP="007F665E">
            <w:pPr>
              <w:pStyle w:val="af0"/>
              <w:ind w:left="57" w:right="57"/>
              <w:contextualSpacing/>
              <w:jc w:val="left"/>
              <w:rPr>
                <w:i/>
                <w:iCs/>
                <w:color w:val="auto"/>
                <w:sz w:val="16"/>
                <w:szCs w:val="16"/>
                <w:lang w:val="en-US"/>
              </w:rPr>
            </w:pPr>
            <w:r w:rsidRPr="00D14F17">
              <w:rPr>
                <w:b/>
                <w:iCs/>
                <w:color w:val="auto"/>
                <w:szCs w:val="16"/>
                <w:u w:val="single"/>
              </w:rPr>
              <w:t>Благоустройство</w:t>
            </w:r>
            <w:bookmarkStart w:id="0" w:name="_GoBack"/>
            <w:bookmarkEnd w:id="0"/>
          </w:p>
        </w:tc>
      </w:tr>
      <w:tr w:rsidR="00017EC1" w:rsidRPr="00CE2160" w14:paraId="149B715E" w14:textId="77777777" w:rsidTr="00827798">
        <w:trPr>
          <w:trHeight w:hRule="exact" w:val="567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70CAECB" w14:textId="77777777" w:rsidR="00017EC1" w:rsidRPr="00CE2160" w:rsidRDefault="00017EC1" w:rsidP="00017EC1">
            <w:pPr>
              <w:pStyle w:val="af0"/>
              <w:numPr>
                <w:ilvl w:val="0"/>
                <w:numId w:val="42"/>
              </w:numPr>
              <w:ind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7370" w:type="dxa"/>
            <w:vAlign w:val="center"/>
          </w:tcPr>
          <w:p w14:paraId="5C9A58E4" w14:textId="01A42469" w:rsidR="00017EC1" w:rsidRPr="00CE2160" w:rsidRDefault="00017EC1" w:rsidP="00017EC1">
            <w:pPr>
              <w:pStyle w:val="af2"/>
              <w:spacing w:before="0" w:after="0"/>
              <w:ind w:left="57" w:right="57"/>
              <w:contextualSpacing/>
              <w:jc w:val="left"/>
              <w:rPr>
                <w:color w:val="auto"/>
                <w:szCs w:val="24"/>
              </w:rPr>
            </w:pPr>
            <w:r w:rsidRPr="00D14F17">
              <w:rPr>
                <w:szCs w:val="24"/>
              </w:rPr>
              <w:t>Трава газонная</w:t>
            </w:r>
          </w:p>
        </w:tc>
        <w:tc>
          <w:tcPr>
            <w:tcW w:w="3402" w:type="dxa"/>
            <w:vAlign w:val="center"/>
          </w:tcPr>
          <w:p w14:paraId="2851170B" w14:textId="77777777" w:rsidR="00017EC1" w:rsidRPr="00CE2160" w:rsidRDefault="00017EC1" w:rsidP="00017EC1">
            <w:pPr>
              <w:pStyle w:val="af0"/>
              <w:ind w:left="57" w:right="57"/>
              <w:contextualSpacing/>
              <w:rPr>
                <w:bCs/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9EDD045" w14:textId="77777777" w:rsidR="00017EC1" w:rsidRPr="00CE2160" w:rsidRDefault="00017EC1" w:rsidP="00017EC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35BC7A6" w14:textId="77777777" w:rsidR="00017EC1" w:rsidRPr="00CE2160" w:rsidRDefault="00017EC1" w:rsidP="00017EC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070A51" w14:textId="11158905" w:rsidR="00017EC1" w:rsidRPr="00CE2160" w:rsidRDefault="00017EC1" w:rsidP="00017EC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 w:rsidRPr="00D14F17">
              <w:rPr>
                <w:rFonts w:ascii="Cambria" w:hAnsi="Cambria" w:cs="Calibri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30238531" w14:textId="788257C6" w:rsidR="00017EC1" w:rsidRDefault="00017EC1" w:rsidP="00017EC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47</w:t>
            </w:r>
          </w:p>
        </w:tc>
        <w:tc>
          <w:tcPr>
            <w:tcW w:w="1417" w:type="dxa"/>
            <w:vAlign w:val="center"/>
          </w:tcPr>
          <w:p w14:paraId="5DB97261" w14:textId="77777777" w:rsidR="00017EC1" w:rsidRPr="00CE2160" w:rsidRDefault="00017EC1" w:rsidP="00017EC1">
            <w:pPr>
              <w:pStyle w:val="af0"/>
              <w:ind w:left="57" w:right="57"/>
              <w:contextualSpacing/>
              <w:rPr>
                <w:color w:val="auto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E65DB51" w14:textId="77777777" w:rsidR="00017EC1" w:rsidRPr="00CE2160" w:rsidRDefault="00017EC1" w:rsidP="00017EC1">
            <w:pPr>
              <w:pStyle w:val="af0"/>
              <w:ind w:left="57" w:right="57"/>
              <w:contextualSpacing/>
              <w:jc w:val="left"/>
              <w:rPr>
                <w:i/>
                <w:iCs/>
                <w:color w:val="auto"/>
                <w:sz w:val="16"/>
                <w:szCs w:val="16"/>
                <w:lang w:val="en-US"/>
              </w:rPr>
            </w:pPr>
          </w:p>
        </w:tc>
      </w:tr>
    </w:tbl>
    <w:p w14:paraId="61E5A93E" w14:textId="65F1F450" w:rsidR="00457B9F" w:rsidRDefault="00457B9F" w:rsidP="00E40953">
      <w:pPr>
        <w:pStyle w:val="ac"/>
      </w:pPr>
    </w:p>
    <w:p w14:paraId="51162BD3" w14:textId="2840F29E" w:rsidR="00747DC6" w:rsidRDefault="00747DC6" w:rsidP="00E40953">
      <w:pPr>
        <w:pStyle w:val="ac"/>
      </w:pPr>
    </w:p>
    <w:p w14:paraId="5EA85B5B" w14:textId="19A7ADDD" w:rsidR="00747DC6" w:rsidRDefault="00747DC6" w:rsidP="00E40953">
      <w:pPr>
        <w:pStyle w:val="ac"/>
      </w:pPr>
    </w:p>
    <w:p w14:paraId="50C5A97D" w14:textId="24ED0E49" w:rsidR="00747DC6" w:rsidRDefault="00747DC6" w:rsidP="00E40953">
      <w:pPr>
        <w:pStyle w:val="ac"/>
      </w:pPr>
    </w:p>
    <w:p w14:paraId="3549CD41" w14:textId="0C5605B5" w:rsidR="00747DC6" w:rsidRDefault="00747DC6" w:rsidP="00E40953">
      <w:pPr>
        <w:pStyle w:val="ac"/>
      </w:pPr>
    </w:p>
    <w:p w14:paraId="5B25AA39" w14:textId="77777777" w:rsidR="00747DC6" w:rsidRPr="00CE2160" w:rsidRDefault="00747DC6" w:rsidP="00E40953">
      <w:pPr>
        <w:pStyle w:val="ac"/>
      </w:pPr>
    </w:p>
    <w:p w14:paraId="4B135C20" w14:textId="77777777" w:rsidR="00DF47CD" w:rsidRPr="00CE2160" w:rsidRDefault="00D351C5" w:rsidP="00CC1817">
      <w:pPr>
        <w:ind w:left="360" w:firstLine="0"/>
        <w:rPr>
          <w:b/>
          <w:u w:val="single"/>
        </w:rPr>
      </w:pPr>
      <w:r w:rsidRPr="00CE2160">
        <w:rPr>
          <w:b/>
          <w:u w:val="single"/>
        </w:rPr>
        <w:t>Примечание:</w:t>
      </w:r>
      <w:r w:rsidR="00CC1817" w:rsidRPr="00CE2160">
        <w:rPr>
          <w:b/>
          <w:u w:val="single"/>
        </w:rPr>
        <w:t xml:space="preserve"> </w:t>
      </w:r>
    </w:p>
    <w:p w14:paraId="770A4CCC" w14:textId="29B976E8" w:rsidR="00D351C5" w:rsidRPr="000E775E" w:rsidRDefault="00D351C5" w:rsidP="00CC1817">
      <w:pPr>
        <w:ind w:left="360" w:firstLine="0"/>
      </w:pPr>
      <w:r w:rsidRPr="00CE2160">
        <w:rPr>
          <w:b/>
        </w:rPr>
        <w:t>Допускается замена оборудования и материалов на аналогичные.</w:t>
      </w:r>
    </w:p>
    <w:sectPr w:rsidR="00D351C5" w:rsidRPr="000E775E" w:rsidSect="00C8458C">
      <w:headerReference w:type="default" r:id="rId8"/>
      <w:footerReference w:type="default" r:id="rId9"/>
      <w:headerReference w:type="first" r:id="rId10"/>
      <w:footerReference w:type="first" r:id="rId11"/>
      <w:pgSz w:w="23811" w:h="16838" w:orient="landscape" w:code="8"/>
      <w:pgMar w:top="1276" w:right="284" w:bottom="1134" w:left="1304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CA9AA" w14:textId="77777777" w:rsidR="009250F0" w:rsidRDefault="009250F0" w:rsidP="00DF46F3">
      <w:r>
        <w:separator/>
      </w:r>
    </w:p>
  </w:endnote>
  <w:endnote w:type="continuationSeparator" w:id="0">
    <w:p w14:paraId="65E71F33" w14:textId="77777777" w:rsidR="009250F0" w:rsidRDefault="009250F0" w:rsidP="00DF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8" w:type="dxa"/>
      <w:jc w:val="right"/>
      <w:tblBorders>
        <w:top w:val="single" w:sz="12" w:space="0" w:color="auto"/>
        <w:left w:val="single" w:sz="4" w:space="0" w:color="auto"/>
        <w:insideH w:val="single" w:sz="4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0"/>
      <w:gridCol w:w="567"/>
      <w:gridCol w:w="6236"/>
      <w:gridCol w:w="567"/>
    </w:tblGrid>
    <w:tr w:rsidR="00CC2ABD" w:rsidRPr="00F438A2" w14:paraId="7F16F1D6" w14:textId="77777777" w:rsidTr="00D626AE">
      <w:trPr>
        <w:trHeight w:hRule="exact" w:val="283"/>
        <w:jc w:val="right"/>
      </w:trPr>
      <w:tc>
        <w:tcPr>
          <w:tcW w:w="567" w:type="dxa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14:paraId="46A70B69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116DA432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3640DEF7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71B68A89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850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02ED9DB0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70C71C69" w14:textId="77777777" w:rsidR="00CC2ABD" w:rsidRPr="00F438A2" w:rsidRDefault="00CC2ABD" w:rsidP="003E6076">
          <w:pPr>
            <w:pStyle w:val="-5"/>
            <w:rPr>
              <w:szCs w:val="18"/>
            </w:rPr>
          </w:pPr>
        </w:p>
      </w:tc>
      <w:tc>
        <w:tcPr>
          <w:tcW w:w="6236" w:type="dxa"/>
          <w:vMerge w:val="restart"/>
          <w:tcBorders>
            <w:top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2199E02F" w14:textId="3B90A147" w:rsidR="00CC2ABD" w:rsidRPr="00317AEA" w:rsidRDefault="00CC1B62" w:rsidP="00A70867">
          <w:pPr>
            <w:pStyle w:val="-"/>
          </w:pPr>
          <w:r w:rsidRPr="00CC1B62">
            <w:t>2025-014-01-031.Р-ЭС</w:t>
          </w:r>
          <w:r w:rsidR="000E606E" w:rsidRPr="000E606E">
            <w:t>.СО</w:t>
          </w: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nil"/>
          </w:tcBorders>
          <w:shd w:val="clear" w:color="auto" w:fill="auto"/>
          <w:vAlign w:val="center"/>
        </w:tcPr>
        <w:p w14:paraId="273A352E" w14:textId="77777777" w:rsidR="00CC2ABD" w:rsidRPr="00F438A2" w:rsidRDefault="00CC2ABD" w:rsidP="007E6A86">
          <w:pPr>
            <w:pStyle w:val="afc"/>
            <w:rPr>
              <w:szCs w:val="18"/>
            </w:rPr>
          </w:pPr>
          <w:r w:rsidRPr="00F438A2">
            <w:rPr>
              <w:sz w:val="20"/>
              <w:szCs w:val="20"/>
            </w:rPr>
            <w:t>Лист</w:t>
          </w:r>
        </w:p>
      </w:tc>
    </w:tr>
    <w:tr w:rsidR="00CC2ABD" w:rsidRPr="00F438A2" w14:paraId="16DA1631" w14:textId="77777777" w:rsidTr="00D626AE">
      <w:trPr>
        <w:trHeight w:hRule="exact" w:val="283"/>
        <w:jc w:val="right"/>
      </w:trPr>
      <w:tc>
        <w:tcPr>
          <w:tcW w:w="567" w:type="dxa"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2E488D90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306B99AA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2AF2EC1F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4459212D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850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2A5A92DE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6FC1081E" w14:textId="77777777" w:rsidR="00CC2ABD" w:rsidRPr="00F438A2" w:rsidRDefault="00CC2ABD" w:rsidP="003E6076">
          <w:pPr>
            <w:pStyle w:val="-5"/>
            <w:rPr>
              <w:szCs w:val="18"/>
            </w:rPr>
          </w:pPr>
        </w:p>
      </w:tc>
      <w:tc>
        <w:tcPr>
          <w:tcW w:w="6236" w:type="dxa"/>
          <w:vMerge/>
          <w:tcBorders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B614CF3" w14:textId="77777777" w:rsidR="00CC2ABD" w:rsidRPr="00F438A2" w:rsidRDefault="00CC2ABD" w:rsidP="003E6076">
          <w:pPr>
            <w:rPr>
              <w:sz w:val="28"/>
              <w:szCs w:val="28"/>
            </w:rPr>
          </w:pPr>
        </w:p>
      </w:tc>
      <w:tc>
        <w:tcPr>
          <w:tcW w:w="567" w:type="dxa"/>
          <w:vMerge/>
          <w:tcBorders>
            <w:top w:val="nil"/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3ED1EF67" w14:textId="77777777" w:rsidR="00CC2ABD" w:rsidRPr="00F438A2" w:rsidRDefault="00CC2ABD" w:rsidP="00D626AE">
          <w:pPr>
            <w:pStyle w:val="-b"/>
          </w:pPr>
        </w:p>
      </w:tc>
    </w:tr>
    <w:tr w:rsidR="00CC2ABD" w:rsidRPr="00F438A2" w14:paraId="19327E58" w14:textId="77777777" w:rsidTr="00D626AE">
      <w:trPr>
        <w:trHeight w:hRule="exact" w:val="283"/>
        <w:jc w:val="right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</w:tcBorders>
          <w:shd w:val="clear" w:color="auto" w:fill="auto"/>
          <w:vAlign w:val="center"/>
        </w:tcPr>
        <w:p w14:paraId="47920C20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  <w:r w:rsidRPr="00F438A2">
            <w:rPr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48E7F58D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  <w:proofErr w:type="spellStart"/>
          <w:r w:rsidRPr="00F438A2">
            <w:rPr>
              <w:szCs w:val="18"/>
            </w:rPr>
            <w:t>Кол</w:t>
          </w:r>
          <w:r w:rsidRPr="00F438A2">
            <w:rPr>
              <w:spacing w:val="-20"/>
              <w:szCs w:val="18"/>
            </w:rPr>
            <w:t>.</w:t>
          </w:r>
          <w:r w:rsidRPr="00F438A2">
            <w:rPr>
              <w:szCs w:val="18"/>
            </w:rPr>
            <w:t>уч</w:t>
          </w:r>
          <w:proofErr w:type="spellEnd"/>
          <w:r w:rsidRPr="00F438A2">
            <w:rPr>
              <w:spacing w:val="-20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05C3F878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  <w:r w:rsidRPr="00F438A2">
            <w:rPr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4A1FC9B1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  <w:r w:rsidRPr="00F438A2">
            <w:rPr>
              <w:szCs w:val="18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40896AAF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  <w:r w:rsidRPr="00F438A2">
            <w:rPr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72CE9E2D" w14:textId="77777777" w:rsidR="00CC2ABD" w:rsidRPr="00F438A2" w:rsidRDefault="00CC2ABD" w:rsidP="0066394E">
          <w:pPr>
            <w:pStyle w:val="-9"/>
            <w:spacing w:line="240" w:lineRule="auto"/>
            <w:rPr>
              <w:szCs w:val="18"/>
            </w:rPr>
          </w:pPr>
          <w:r w:rsidRPr="00F438A2">
            <w:rPr>
              <w:szCs w:val="18"/>
            </w:rPr>
            <w:t>Дата</w:t>
          </w:r>
        </w:p>
      </w:tc>
      <w:tc>
        <w:tcPr>
          <w:tcW w:w="6236" w:type="dxa"/>
          <w:vMerge/>
          <w:tcBorders>
            <w:top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7B97260C" w14:textId="77777777" w:rsidR="00CC2ABD" w:rsidRPr="00F438A2" w:rsidRDefault="00CC2ABD" w:rsidP="001F7B5F">
          <w:pPr>
            <w:rPr>
              <w:sz w:val="28"/>
              <w:szCs w:val="2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</w:tcBorders>
          <w:shd w:val="clear" w:color="auto" w:fill="auto"/>
          <w:vAlign w:val="center"/>
        </w:tcPr>
        <w:p w14:paraId="709B8461" w14:textId="6CB4F22F" w:rsidR="00CC2ABD" w:rsidRPr="00F438A2" w:rsidRDefault="00CC2ABD" w:rsidP="00D626AE">
          <w:pPr>
            <w:pStyle w:val="-b"/>
          </w:pPr>
          <w:r w:rsidRPr="00F438A2">
            <w:fldChar w:fldCharType="begin"/>
          </w:r>
          <w:r w:rsidRPr="00F438A2">
            <w:instrText>PAGE   \* MERGEFORMAT</w:instrText>
          </w:r>
          <w:r w:rsidRPr="00F438A2">
            <w:fldChar w:fldCharType="separate"/>
          </w:r>
          <w:r w:rsidR="00017EC1">
            <w:rPr>
              <w:noProof/>
            </w:rPr>
            <w:t>2</w:t>
          </w:r>
          <w:r w:rsidRPr="00F438A2">
            <w:fldChar w:fldCharType="end"/>
          </w:r>
        </w:p>
      </w:tc>
    </w:tr>
  </w:tbl>
  <w:p w14:paraId="4125A83F" w14:textId="70E32BFC" w:rsidR="00CC2ABD" w:rsidRPr="00F438A2" w:rsidRDefault="00827798" w:rsidP="0002159B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F10F802" wp14:editId="38BE2020">
              <wp:simplePos x="0" y="0"/>
              <wp:positionH relativeFrom="page">
                <wp:posOffset>467995</wp:posOffset>
              </wp:positionH>
              <wp:positionV relativeFrom="page">
                <wp:posOffset>9613265</wp:posOffset>
              </wp:positionV>
              <wp:extent cx="252095" cy="899795"/>
              <wp:effectExtent l="0" t="0" r="0" b="0"/>
              <wp:wrapNone/>
              <wp:docPr id="13" name="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12DDFD" w14:textId="77777777" w:rsidR="00CC2ABD" w:rsidRPr="00A97B64" w:rsidRDefault="00CC2ABD" w:rsidP="001501E9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10F802" id="_x0000_t202" coordsize="21600,21600" o:spt="202" path="m,l,21600r21600,l21600,xe">
              <v:stroke joinstyle="miter"/>
              <v:path gradientshapeok="t" o:connecttype="rect"/>
            </v:shapetype>
            <v:shape id="14" o:spid="_x0000_s1028" type="#_x0000_t202" style="position:absolute;left:0;text-align:left;margin-left:36.85pt;margin-top:756.95pt;width:19.85pt;height:70.8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" filled="f" strokeweight="1.5pt">
              <v:textbox style="layout-flow:vertical;mso-layout-flow-alt:bottom-to-top" inset="1mm,0,0,0">
                <w:txbxContent>
                  <w:p w14:paraId="6612DDFD" w14:textId="77777777" w:rsidR="00CC2ABD" w:rsidRPr="00A97B64" w:rsidRDefault="00CC2ABD" w:rsidP="001501E9">
                    <w:pPr>
                      <w:pStyle w:val="afc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9072F6E" wp14:editId="61DF84F8">
              <wp:simplePos x="0" y="0"/>
              <wp:positionH relativeFrom="page">
                <wp:posOffset>288290</wp:posOffset>
              </wp:positionH>
              <wp:positionV relativeFrom="page">
                <wp:posOffset>8352790</wp:posOffset>
              </wp:positionV>
              <wp:extent cx="179705" cy="1259840"/>
              <wp:effectExtent l="0" t="0" r="0" b="0"/>
              <wp:wrapNone/>
              <wp:docPr id="12" name="Подпись и дата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3F9F81" w14:textId="77777777" w:rsidR="00CC2ABD" w:rsidRPr="004C30A9" w:rsidRDefault="00CC2ABD" w:rsidP="001F7B5F">
                          <w:pPr>
                            <w:pStyle w:val="afc"/>
                          </w:pPr>
                          <w:r w:rsidRPr="00B9371F">
                            <w:t xml:space="preserve">Подп. </w:t>
                          </w:r>
                          <w:r>
                            <w:t>и</w:t>
                          </w:r>
                          <w:r w:rsidRPr="00B9371F">
                            <w:t xml:space="preserve"> дата</w:t>
                          </w: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072F6E" id="Подпись и дата2" o:spid="_x0000_s1029" type="#_x0000_t202" style="position:absolute;left:0;text-align:left;margin-left:22.7pt;margin-top:657.7pt;width:14.15pt;height:99.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" strokeweight="1.5pt">
              <v:textbox style="layout-flow:vertical;mso-layout-flow-alt:bottom-to-top" inset="0,0,0,0">
                <w:txbxContent>
                  <w:p w14:paraId="7C3F9F81" w14:textId="77777777" w:rsidR="00CC2ABD" w:rsidRPr="004C30A9" w:rsidRDefault="00CC2ABD" w:rsidP="001F7B5F">
                    <w:pPr>
                      <w:pStyle w:val="afc"/>
                    </w:pPr>
                    <w:r w:rsidRPr="00B9371F">
                      <w:t xml:space="preserve">Подп. </w:t>
                    </w:r>
                    <w:r>
                      <w:t>и</w:t>
                    </w:r>
                    <w:r w:rsidRPr="00B9371F">
                      <w:t xml:space="preserve"> дата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63B36C78" wp14:editId="19C378A1">
              <wp:simplePos x="0" y="0"/>
              <wp:positionH relativeFrom="page">
                <wp:posOffset>288290</wp:posOffset>
              </wp:positionH>
              <wp:positionV relativeFrom="page">
                <wp:posOffset>9613265</wp:posOffset>
              </wp:positionV>
              <wp:extent cx="179705" cy="899795"/>
              <wp:effectExtent l="0" t="0" r="0" b="0"/>
              <wp:wrapNone/>
              <wp:docPr id="11" name="Инв. №подп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92BAA6" w14:textId="77777777" w:rsidR="00CC2ABD" w:rsidRPr="00DD01B4" w:rsidRDefault="00CC2ABD" w:rsidP="00DD01B4">
                          <w:pPr>
                            <w:pStyle w:val="afc"/>
                          </w:pPr>
                          <w:r w:rsidRPr="00DD01B4">
                            <w:rPr>
                              <w:rStyle w:val="af3"/>
                              <w:sz w:val="18"/>
                            </w:rPr>
                            <w:t xml:space="preserve">Инв. № </w:t>
                          </w:r>
                          <w:r w:rsidRPr="00DD01B4">
                            <w:t>подл.</w:t>
                          </w: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B36C78" id="Инв. №подп2" o:spid="_x0000_s1030" type="#_x0000_t202" style="position:absolute;left:0;text-align:left;margin-left:22.7pt;margin-top:756.95pt;width:14.15pt;height:70.8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" filled="f" strokeweight="1.5pt">
              <v:textbox style="layout-flow:vertical;mso-layout-flow-alt:bottom-to-top" inset="0,0,0,0">
                <w:txbxContent>
                  <w:p w14:paraId="6692BAA6" w14:textId="77777777" w:rsidR="00CC2ABD" w:rsidRPr="00DD01B4" w:rsidRDefault="00CC2ABD" w:rsidP="00DD01B4">
                    <w:pPr>
                      <w:pStyle w:val="afc"/>
                    </w:pPr>
                    <w:r w:rsidRPr="00DD01B4">
                      <w:rPr>
                        <w:rStyle w:val="af3"/>
                        <w:sz w:val="18"/>
                      </w:rPr>
                      <w:t xml:space="preserve">Инв. № </w:t>
                    </w:r>
                    <w:r w:rsidRPr="00DD01B4">
                      <w:t>подл.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5552BCE" wp14:editId="27F3E6B2">
              <wp:simplePos x="0" y="0"/>
              <wp:positionH relativeFrom="page">
                <wp:posOffset>288290</wp:posOffset>
              </wp:positionH>
              <wp:positionV relativeFrom="page">
                <wp:posOffset>7452995</wp:posOffset>
              </wp:positionV>
              <wp:extent cx="179705" cy="899795"/>
              <wp:effectExtent l="0" t="0" r="0" b="0"/>
              <wp:wrapNone/>
              <wp:docPr id="22" name="Взам. Инв. №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CE6C3D" w14:textId="77777777" w:rsidR="00CC2ABD" w:rsidRPr="00DD01B4" w:rsidRDefault="00CC2ABD" w:rsidP="00DD01B4">
                          <w:pPr>
                            <w:pStyle w:val="afc"/>
                          </w:pPr>
                          <w:proofErr w:type="spellStart"/>
                          <w:r w:rsidRPr="00DD01B4">
                            <w:t>Взам</w:t>
                          </w:r>
                          <w:proofErr w:type="spellEnd"/>
                          <w:r w:rsidRPr="00DD01B4">
                            <w:t>. Инв. №</w:t>
                          </w: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552BCE" id="Взам. Инв. №2" o:spid="_x0000_s1031" type="#_x0000_t202" style="position:absolute;left:0;text-align:left;margin-left:22.7pt;margin-top:586.85pt;width:14.15pt;height:70.8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" strokeweight="1.5pt">
              <v:textbox style="layout-flow:vertical;mso-layout-flow-alt:bottom-to-top" inset="0,0,0,0">
                <w:txbxContent>
                  <w:p w14:paraId="37CE6C3D" w14:textId="77777777" w:rsidR="00CC2ABD" w:rsidRPr="00DD01B4" w:rsidRDefault="00CC2ABD" w:rsidP="00DD01B4">
                    <w:pPr>
                      <w:pStyle w:val="afc"/>
                    </w:pPr>
                    <w:proofErr w:type="spellStart"/>
                    <w:r w:rsidRPr="00DD01B4">
                      <w:t>Взам</w:t>
                    </w:r>
                    <w:proofErr w:type="spellEnd"/>
                    <w:r w:rsidRPr="00DD01B4">
                      <w:t>. Инв.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F7E7379" wp14:editId="70E7B9DB">
              <wp:simplePos x="0" y="0"/>
              <wp:positionH relativeFrom="page">
                <wp:posOffset>466725</wp:posOffset>
              </wp:positionH>
              <wp:positionV relativeFrom="page">
                <wp:posOffset>8352790</wp:posOffset>
              </wp:positionV>
              <wp:extent cx="252095" cy="1259840"/>
              <wp:effectExtent l="0" t="0" r="0" b="0"/>
              <wp:wrapNone/>
              <wp:docPr id="10" name="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656AE" w14:textId="77777777" w:rsidR="00CC2ABD" w:rsidRPr="00A97B64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7E7379" id="13" o:spid="_x0000_s1032" type="#_x0000_t202" style="position:absolute;left:0;text-align:left;margin-left:36.75pt;margin-top:657.7pt;width:19.85pt;height:99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" strokecolor="windowText" strokeweight="1.5pt">
              <v:textbox style="layout-flow:vertical;mso-layout-flow-alt:bottom-to-top" inset="1mm,0,0,0">
                <w:txbxContent>
                  <w:p w14:paraId="7EE656AE" w14:textId="77777777" w:rsidR="00CC2ABD" w:rsidRPr="00A97B64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120C9B1" wp14:editId="1D2FC4E1">
              <wp:simplePos x="0" y="0"/>
              <wp:positionH relativeFrom="page">
                <wp:posOffset>466725</wp:posOffset>
              </wp:positionH>
              <wp:positionV relativeFrom="page">
                <wp:posOffset>7452995</wp:posOffset>
              </wp:positionV>
              <wp:extent cx="252095" cy="899795"/>
              <wp:effectExtent l="0" t="0" r="0" b="0"/>
              <wp:wrapNone/>
              <wp:docPr id="14" name="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334FF2" w14:textId="77777777" w:rsidR="00CC2ABD" w:rsidRPr="00A97B64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20C9B1" id="12" o:spid="_x0000_s1033" type="#_x0000_t202" style="position:absolute;left:0;text-align:left;margin-left:36.75pt;margin-top:586.85pt;width:19.85pt;height:70.8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" filled="f" strokeweight="1.5pt">
              <v:textbox style="layout-flow:vertical;mso-layout-flow-alt:bottom-to-top" inset="1mm,0,0,0">
                <w:txbxContent>
                  <w:p w14:paraId="1E334FF2" w14:textId="77777777" w:rsidR="00CC2ABD" w:rsidRPr="00A97B64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C2ABD" w:rsidRPr="00F438A2">
      <w:t>Формат А3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8" w:type="dxa"/>
      <w:jc w:val="right"/>
      <w:tblBorders>
        <w:top w:val="single" w:sz="12" w:space="0" w:color="auto"/>
        <w:left w:val="single" w:sz="4" w:space="0" w:color="auto"/>
        <w:insideH w:val="single" w:sz="4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0"/>
      <w:gridCol w:w="567"/>
      <w:gridCol w:w="3969"/>
      <w:gridCol w:w="850"/>
      <w:gridCol w:w="850"/>
      <w:gridCol w:w="1134"/>
    </w:tblGrid>
    <w:tr w:rsidR="00CC2ABD" w:rsidRPr="009D4068" w14:paraId="4B7198DC" w14:textId="77777777" w:rsidTr="00480566">
      <w:trPr>
        <w:trHeight w:hRule="exact" w:val="284"/>
        <w:jc w:val="right"/>
      </w:trPr>
      <w:tc>
        <w:tcPr>
          <w:tcW w:w="567" w:type="dxa"/>
          <w:tcBorders>
            <w:left w:val="single" w:sz="12" w:space="0" w:color="auto"/>
            <w:bottom w:val="single" w:sz="6" w:space="0" w:color="auto"/>
          </w:tcBorders>
          <w:shd w:val="clear" w:color="auto" w:fill="auto"/>
          <w:vAlign w:val="center"/>
        </w:tcPr>
        <w:p w14:paraId="6CC15D0A" w14:textId="77777777" w:rsidR="00CC2ABD" w:rsidRPr="009D4068" w:rsidRDefault="00CC2ABD" w:rsidP="00D626AE">
          <w:pPr>
            <w:pStyle w:val="-9"/>
          </w:pPr>
        </w:p>
      </w:tc>
      <w:tc>
        <w:tcPr>
          <w:tcW w:w="567" w:type="dxa"/>
          <w:tcBorders>
            <w:bottom w:val="single" w:sz="6" w:space="0" w:color="auto"/>
          </w:tcBorders>
          <w:shd w:val="clear" w:color="auto" w:fill="auto"/>
          <w:vAlign w:val="center"/>
        </w:tcPr>
        <w:p w14:paraId="511B31E8" w14:textId="77777777" w:rsidR="00CC2ABD" w:rsidRPr="009D4068" w:rsidRDefault="00CC2ABD" w:rsidP="00D626AE">
          <w:pPr>
            <w:pStyle w:val="-9"/>
          </w:pPr>
        </w:p>
      </w:tc>
      <w:tc>
        <w:tcPr>
          <w:tcW w:w="567" w:type="dxa"/>
          <w:tcBorders>
            <w:bottom w:val="single" w:sz="6" w:space="0" w:color="auto"/>
          </w:tcBorders>
          <w:shd w:val="clear" w:color="auto" w:fill="auto"/>
          <w:vAlign w:val="center"/>
        </w:tcPr>
        <w:p w14:paraId="1B567311" w14:textId="77777777" w:rsidR="00CC2ABD" w:rsidRPr="009D4068" w:rsidRDefault="00CC2ABD" w:rsidP="00D626AE">
          <w:pPr>
            <w:pStyle w:val="-9"/>
          </w:pPr>
        </w:p>
      </w:tc>
      <w:tc>
        <w:tcPr>
          <w:tcW w:w="567" w:type="dxa"/>
          <w:tcBorders>
            <w:bottom w:val="single" w:sz="6" w:space="0" w:color="auto"/>
          </w:tcBorders>
          <w:shd w:val="clear" w:color="auto" w:fill="auto"/>
          <w:vAlign w:val="center"/>
        </w:tcPr>
        <w:p w14:paraId="5E890839" w14:textId="77777777" w:rsidR="00CC2ABD" w:rsidRPr="009D4068" w:rsidRDefault="00CC2ABD" w:rsidP="00D626AE">
          <w:pPr>
            <w:pStyle w:val="-9"/>
          </w:pPr>
        </w:p>
      </w:tc>
      <w:tc>
        <w:tcPr>
          <w:tcW w:w="850" w:type="dxa"/>
          <w:tcBorders>
            <w:bottom w:val="single" w:sz="6" w:space="0" w:color="auto"/>
          </w:tcBorders>
          <w:shd w:val="clear" w:color="auto" w:fill="auto"/>
          <w:vAlign w:val="center"/>
        </w:tcPr>
        <w:p w14:paraId="4A0D63A0" w14:textId="77777777" w:rsidR="00CC2ABD" w:rsidRPr="009D4068" w:rsidRDefault="00CC2ABD" w:rsidP="00D626AE">
          <w:pPr>
            <w:pStyle w:val="-9"/>
          </w:pPr>
        </w:p>
      </w:tc>
      <w:tc>
        <w:tcPr>
          <w:tcW w:w="567" w:type="dxa"/>
          <w:tcBorders>
            <w:bottom w:val="single" w:sz="6" w:space="0" w:color="auto"/>
          </w:tcBorders>
          <w:shd w:val="clear" w:color="auto" w:fill="auto"/>
          <w:vAlign w:val="center"/>
        </w:tcPr>
        <w:p w14:paraId="7EB3C0B2" w14:textId="77777777" w:rsidR="00CC2ABD" w:rsidRPr="009D4068" w:rsidRDefault="00CC2ABD" w:rsidP="00D626AE">
          <w:pPr>
            <w:pStyle w:val="-5"/>
            <w:rPr>
              <w:szCs w:val="18"/>
            </w:rPr>
          </w:pPr>
        </w:p>
      </w:tc>
      <w:tc>
        <w:tcPr>
          <w:tcW w:w="6803" w:type="dxa"/>
          <w:gridSpan w:val="4"/>
          <w:vMerge w:val="restart"/>
          <w:shd w:val="clear" w:color="auto" w:fill="auto"/>
          <w:vAlign w:val="center"/>
        </w:tcPr>
        <w:p w14:paraId="50F4691F" w14:textId="65F413E0" w:rsidR="00CC2ABD" w:rsidRPr="009D4068" w:rsidRDefault="00CC1B62" w:rsidP="00857CDF">
          <w:pPr>
            <w:ind w:left="0" w:right="0" w:firstLine="0"/>
            <w:jc w:val="center"/>
            <w:rPr>
              <w:b/>
              <w:bCs/>
              <w:sz w:val="32"/>
              <w:szCs w:val="32"/>
            </w:rPr>
          </w:pPr>
          <w:r w:rsidRPr="00CC1B62">
            <w:rPr>
              <w:b/>
              <w:bCs/>
              <w:sz w:val="36"/>
              <w:szCs w:val="36"/>
            </w:rPr>
            <w:t>2025-014-01-031.Р-ЭС</w:t>
          </w:r>
          <w:r w:rsidR="00CC2ABD" w:rsidRPr="00A60F84">
            <w:rPr>
              <w:b/>
              <w:bCs/>
              <w:sz w:val="36"/>
              <w:szCs w:val="36"/>
            </w:rPr>
            <w:t>.</w:t>
          </w:r>
          <w:r w:rsidR="00CC2ABD" w:rsidRPr="00F56B4B">
            <w:rPr>
              <w:b/>
              <w:bCs/>
              <w:sz w:val="36"/>
              <w:szCs w:val="36"/>
            </w:rPr>
            <w:t>СО</w:t>
          </w:r>
        </w:p>
      </w:tc>
    </w:tr>
    <w:tr w:rsidR="00CC2ABD" w:rsidRPr="009D4068" w14:paraId="2F94431A" w14:textId="77777777" w:rsidTr="00480566">
      <w:trPr>
        <w:trHeight w:hRule="exact" w:val="284"/>
        <w:jc w:val="right"/>
      </w:trPr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60021E84" w14:textId="77777777" w:rsidR="00CC2ABD" w:rsidRPr="009D4068" w:rsidRDefault="00CC2ABD" w:rsidP="00D626AE">
          <w:pPr>
            <w:pStyle w:val="-9"/>
          </w:pPr>
        </w:p>
      </w:tc>
      <w:tc>
        <w:tcPr>
          <w:tcW w:w="567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  <w:vAlign w:val="center"/>
        </w:tcPr>
        <w:p w14:paraId="4C598BB0" w14:textId="77777777" w:rsidR="00CC2ABD" w:rsidRPr="009D4068" w:rsidRDefault="00CC2ABD" w:rsidP="00D626AE">
          <w:pPr>
            <w:pStyle w:val="-9"/>
          </w:pPr>
        </w:p>
      </w:tc>
      <w:tc>
        <w:tcPr>
          <w:tcW w:w="567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  <w:vAlign w:val="center"/>
        </w:tcPr>
        <w:p w14:paraId="2250C1B2" w14:textId="77777777" w:rsidR="00CC2ABD" w:rsidRPr="009D4068" w:rsidRDefault="00CC2ABD" w:rsidP="00D626AE">
          <w:pPr>
            <w:pStyle w:val="-9"/>
          </w:pPr>
        </w:p>
      </w:tc>
      <w:tc>
        <w:tcPr>
          <w:tcW w:w="567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  <w:vAlign w:val="center"/>
        </w:tcPr>
        <w:p w14:paraId="0F238C94" w14:textId="77777777" w:rsidR="00CC2ABD" w:rsidRPr="009D4068" w:rsidRDefault="00CC2ABD" w:rsidP="00D626AE">
          <w:pPr>
            <w:pStyle w:val="-9"/>
          </w:pPr>
        </w:p>
      </w:tc>
      <w:tc>
        <w:tcPr>
          <w:tcW w:w="850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  <w:vAlign w:val="center"/>
        </w:tcPr>
        <w:p w14:paraId="61D4C51B" w14:textId="77777777" w:rsidR="00CC2ABD" w:rsidRPr="009D4068" w:rsidRDefault="00CC2ABD" w:rsidP="00D626AE">
          <w:pPr>
            <w:pStyle w:val="-9"/>
          </w:pPr>
        </w:p>
      </w:tc>
      <w:tc>
        <w:tcPr>
          <w:tcW w:w="567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  <w:vAlign w:val="center"/>
        </w:tcPr>
        <w:p w14:paraId="3A9A979E" w14:textId="77777777" w:rsidR="00CC2ABD" w:rsidRPr="009D4068" w:rsidRDefault="00CC2ABD" w:rsidP="00D626AE">
          <w:pPr>
            <w:pStyle w:val="-9"/>
          </w:pPr>
        </w:p>
      </w:tc>
      <w:tc>
        <w:tcPr>
          <w:tcW w:w="6803" w:type="dxa"/>
          <w:gridSpan w:val="4"/>
          <w:vMerge/>
          <w:shd w:val="clear" w:color="auto" w:fill="auto"/>
          <w:vAlign w:val="center"/>
        </w:tcPr>
        <w:p w14:paraId="57B75712" w14:textId="77777777" w:rsidR="00CC2ABD" w:rsidRPr="009D4068" w:rsidRDefault="00CC2ABD" w:rsidP="00D626AE">
          <w:pPr>
            <w:ind w:left="0" w:right="0" w:firstLine="0"/>
            <w:jc w:val="center"/>
            <w:rPr>
              <w:szCs w:val="24"/>
            </w:rPr>
          </w:pPr>
        </w:p>
      </w:tc>
    </w:tr>
    <w:tr w:rsidR="00CC2ABD" w:rsidRPr="009D4068" w14:paraId="016E81A1" w14:textId="77777777" w:rsidTr="00D626AE">
      <w:trPr>
        <w:trHeight w:hRule="exact" w:val="284"/>
        <w:jc w:val="right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65DF160F" w14:textId="6B0AAEF8" w:rsidR="00CC2ABD" w:rsidRPr="009D4068" w:rsidRDefault="00CC2ABD" w:rsidP="00D626AE">
          <w:pPr>
            <w:pStyle w:val="-f"/>
            <w:ind w:left="0"/>
            <w:jc w:val="center"/>
            <w:rPr>
              <w:szCs w:val="18"/>
            </w:rPr>
          </w:pPr>
          <w:r w:rsidRPr="009D4068">
            <w:rPr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3A5E2094" w14:textId="77777777" w:rsidR="00CC2ABD" w:rsidRPr="009D4068" w:rsidRDefault="00CC2ABD" w:rsidP="00D626AE">
          <w:pPr>
            <w:pStyle w:val="-f"/>
            <w:ind w:left="0"/>
            <w:jc w:val="center"/>
            <w:rPr>
              <w:szCs w:val="18"/>
            </w:rPr>
          </w:pPr>
          <w:proofErr w:type="spellStart"/>
          <w:r w:rsidRPr="009D4068">
            <w:rPr>
              <w:szCs w:val="18"/>
            </w:rPr>
            <w:t>Кол.уч</w:t>
          </w:r>
          <w:proofErr w:type="spellEnd"/>
          <w:r w:rsidRPr="009D4068">
            <w:rPr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4814B385" w14:textId="77777777" w:rsidR="00CC2ABD" w:rsidRPr="009D4068" w:rsidRDefault="00CC2ABD" w:rsidP="00D626AE">
          <w:pPr>
            <w:pStyle w:val="-d"/>
            <w:ind w:left="0"/>
            <w:jc w:val="center"/>
            <w:rPr>
              <w:szCs w:val="18"/>
            </w:rPr>
          </w:pPr>
          <w:r w:rsidRPr="009D4068">
            <w:rPr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5D37C26B" w14:textId="77777777" w:rsidR="00CC2ABD" w:rsidRPr="009D4068" w:rsidRDefault="00CC2ABD" w:rsidP="00D626AE">
          <w:pPr>
            <w:pStyle w:val="-d"/>
            <w:ind w:left="0"/>
            <w:jc w:val="center"/>
            <w:rPr>
              <w:szCs w:val="18"/>
            </w:rPr>
          </w:pPr>
          <w:r w:rsidRPr="009D4068">
            <w:rPr>
              <w:szCs w:val="18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3F2A5930" w14:textId="7C2602BD" w:rsidR="00CC2ABD" w:rsidRPr="009D4068" w:rsidRDefault="00CC2ABD" w:rsidP="00D626AE">
          <w:pPr>
            <w:pStyle w:val="-9"/>
          </w:pPr>
          <w:r w:rsidRPr="00285CBD">
            <w:rPr>
              <w:noProof/>
              <w:sz w:val="20"/>
              <w:szCs w:val="20"/>
              <w:lang w:eastAsia="ru-RU"/>
            </w:rPr>
            <w:drawing>
              <wp:anchor distT="0" distB="0" distL="114300" distR="114300" simplePos="0" relativeHeight="251660800" behindDoc="0" locked="0" layoutInCell="1" allowOverlap="1" wp14:anchorId="06F25968" wp14:editId="0CE0145C">
                <wp:simplePos x="0" y="0"/>
                <wp:positionH relativeFrom="column">
                  <wp:posOffset>-25400</wp:posOffset>
                </wp:positionH>
                <wp:positionV relativeFrom="paragraph">
                  <wp:posOffset>14605</wp:posOffset>
                </wp:positionV>
                <wp:extent cx="1177925" cy="617855"/>
                <wp:effectExtent l="0" t="0" r="0" b="0"/>
                <wp:wrapNone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792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9D4068">
            <w:t>Подп.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56AC69DE" w14:textId="77777777" w:rsidR="00CC2ABD" w:rsidRPr="009D4068" w:rsidRDefault="00CC2ABD" w:rsidP="00D626AE">
          <w:pPr>
            <w:pStyle w:val="-5"/>
            <w:rPr>
              <w:szCs w:val="18"/>
            </w:rPr>
          </w:pPr>
          <w:r w:rsidRPr="009D4068">
            <w:rPr>
              <w:szCs w:val="18"/>
            </w:rPr>
            <w:t>Дата</w:t>
          </w:r>
        </w:p>
      </w:tc>
      <w:tc>
        <w:tcPr>
          <w:tcW w:w="6803" w:type="dxa"/>
          <w:gridSpan w:val="4"/>
          <w:vMerge/>
          <w:shd w:val="clear" w:color="auto" w:fill="auto"/>
          <w:vAlign w:val="center"/>
        </w:tcPr>
        <w:p w14:paraId="2F6644EA" w14:textId="77777777" w:rsidR="00CC2ABD" w:rsidRPr="009D4068" w:rsidRDefault="00CC2ABD" w:rsidP="00D626AE">
          <w:pPr>
            <w:pStyle w:val="afc"/>
            <w:rPr>
              <w:sz w:val="24"/>
              <w:szCs w:val="24"/>
            </w:rPr>
          </w:pPr>
        </w:p>
      </w:tc>
    </w:tr>
    <w:tr w:rsidR="00CC2ABD" w:rsidRPr="009D4068" w14:paraId="25D9C55B" w14:textId="77777777" w:rsidTr="00D626AE">
      <w:trPr>
        <w:trHeight w:hRule="exact" w:val="284"/>
        <w:jc w:val="right"/>
      </w:trPr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14:paraId="076FAEF2" w14:textId="67923CDC" w:rsidR="00CC2ABD" w:rsidRPr="009D4068" w:rsidRDefault="00CC2ABD" w:rsidP="00C947CA">
          <w:pPr>
            <w:pStyle w:val="-f"/>
            <w:ind w:left="0"/>
            <w:rPr>
              <w:sz w:val="20"/>
              <w:szCs w:val="20"/>
            </w:rPr>
          </w:pPr>
          <w:bookmarkStart w:id="1" w:name="Должность0"/>
          <w:r>
            <w:rPr>
              <w:rFonts w:ascii="Cambria" w:hAnsi="Cambria"/>
              <w:sz w:val="20"/>
              <w:szCs w:val="20"/>
            </w:rPr>
            <w:t xml:space="preserve"> </w:t>
          </w:r>
          <w:r w:rsidRPr="003C5200">
            <w:rPr>
              <w:rFonts w:ascii="Cambria" w:hAnsi="Cambria"/>
              <w:sz w:val="20"/>
              <w:szCs w:val="20"/>
            </w:rPr>
            <w:t>Разраб</w:t>
          </w:r>
          <w:bookmarkEnd w:id="1"/>
          <w:r w:rsidR="00CC1B62">
            <w:rPr>
              <w:rFonts w:ascii="Cambria" w:hAnsi="Cambria"/>
              <w:sz w:val="20"/>
              <w:szCs w:val="20"/>
            </w:rPr>
            <w:t>отал</w:t>
          </w:r>
        </w:p>
      </w:tc>
      <w:tc>
        <w:tcPr>
          <w:tcW w:w="1134" w:type="dxa"/>
          <w:gridSpan w:val="2"/>
          <w:tcBorders>
            <w:top w:val="single" w:sz="12" w:space="0" w:color="auto"/>
          </w:tcBorders>
          <w:shd w:val="clear" w:color="auto" w:fill="auto"/>
          <w:vAlign w:val="center"/>
        </w:tcPr>
        <w:p w14:paraId="629728E5" w14:textId="60FA381E" w:rsidR="00CC2ABD" w:rsidRPr="009D4068" w:rsidRDefault="00CC2ABD" w:rsidP="00C947CA">
          <w:pPr>
            <w:pStyle w:val="-d"/>
            <w:ind w:left="0"/>
            <w:rPr>
              <w:sz w:val="20"/>
              <w:szCs w:val="20"/>
            </w:rPr>
          </w:pPr>
          <w:r>
            <w:rPr>
              <w:rFonts w:ascii="Cambria" w:hAnsi="Cambria"/>
              <w:sz w:val="20"/>
              <w:szCs w:val="20"/>
            </w:rPr>
            <w:t xml:space="preserve"> Дилверен</w:t>
          </w:r>
        </w:p>
      </w:tc>
      <w:tc>
        <w:tcPr>
          <w:tcW w:w="850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5C08BA42" w14:textId="4ACB8123" w:rsidR="00CC2ABD" w:rsidRPr="009D4068" w:rsidRDefault="00CC2ABD" w:rsidP="00C947CA">
          <w:pPr>
            <w:pStyle w:val="-9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55DE6F0F" w14:textId="7AB42C88" w:rsidR="00CC2ABD" w:rsidRPr="009D4068" w:rsidRDefault="00CC2ABD" w:rsidP="008A2876">
          <w:pPr>
            <w:pStyle w:val="-5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PRINTDATE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EF77A8">
            <w:rPr>
              <w:noProof/>
              <w:sz w:val="20"/>
              <w:szCs w:val="20"/>
            </w:rPr>
            <w:t>01.26</w:t>
          </w:r>
          <w:r>
            <w:rPr>
              <w:sz w:val="20"/>
              <w:szCs w:val="20"/>
            </w:rPr>
            <w:fldChar w:fldCharType="end"/>
          </w:r>
          <w:r w:rsidR="008A2876">
            <w:rPr>
              <w:sz w:val="20"/>
              <w:szCs w:val="20"/>
            </w:rPr>
            <w:t>5</w:t>
          </w:r>
        </w:p>
      </w:tc>
      <w:tc>
        <w:tcPr>
          <w:tcW w:w="3969" w:type="dxa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14:paraId="10E711B6" w14:textId="21CA9267" w:rsidR="00B34B0B" w:rsidRDefault="00287EC0" w:rsidP="00C947CA">
          <w:pPr>
            <w:shd w:val="clear" w:color="auto" w:fill="FFFFFF"/>
            <w:ind w:left="0" w:right="0" w:firstLine="0"/>
            <w:jc w:val="center"/>
            <w:rPr>
              <w:sz w:val="20"/>
            </w:rPr>
          </w:pPr>
          <w:r>
            <w:rPr>
              <w:sz w:val="20"/>
            </w:rPr>
            <w:t>Э</w:t>
          </w:r>
          <w:r w:rsidR="00B34B0B">
            <w:rPr>
              <w:sz w:val="20"/>
            </w:rPr>
            <w:t>лектроснабжение</w:t>
          </w:r>
        </w:p>
        <w:p w14:paraId="2671B73D" w14:textId="037093E9" w:rsidR="00CC2ABD" w:rsidRPr="009D4068" w:rsidRDefault="00CC2ABD" w:rsidP="00C947CA">
          <w:pPr>
            <w:shd w:val="clear" w:color="auto" w:fill="FFFFFF"/>
            <w:ind w:left="0" w:right="0" w:firstLine="0"/>
            <w:jc w:val="center"/>
            <w:rPr>
              <w:sz w:val="20"/>
            </w:rPr>
          </w:pPr>
          <w:r w:rsidRPr="009D4068">
            <w:rPr>
              <w:sz w:val="20"/>
            </w:rPr>
            <w:t>Спецификация оборудования, изделий и материалов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738F6032" w14:textId="77777777" w:rsidR="00CC2ABD" w:rsidRPr="009D4068" w:rsidRDefault="00CC2ABD" w:rsidP="00C947CA">
          <w:pPr>
            <w:pStyle w:val="-b"/>
          </w:pPr>
          <w:proofErr w:type="spellStart"/>
          <w:r w:rsidRPr="009D4068">
            <w:t>Стадия</w:t>
          </w:r>
          <w:proofErr w:type="spellEnd"/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5E6A517A" w14:textId="77777777" w:rsidR="00CC2ABD" w:rsidRPr="009D4068" w:rsidRDefault="00CC2ABD" w:rsidP="00C947CA">
          <w:pPr>
            <w:pStyle w:val="-b"/>
          </w:pPr>
          <w:proofErr w:type="spellStart"/>
          <w:r w:rsidRPr="009D4068">
            <w:t>Лист</w:t>
          </w:r>
          <w:proofErr w:type="spellEnd"/>
        </w:p>
      </w:tc>
      <w:tc>
        <w:tcPr>
          <w:tcW w:w="1134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2FC4A424" w14:textId="77777777" w:rsidR="00CC2ABD" w:rsidRPr="009D4068" w:rsidRDefault="00CC2ABD" w:rsidP="00C947CA">
          <w:pPr>
            <w:pStyle w:val="-b"/>
          </w:pPr>
          <w:proofErr w:type="spellStart"/>
          <w:r w:rsidRPr="009D4068">
            <w:t>Листов</w:t>
          </w:r>
          <w:proofErr w:type="spellEnd"/>
        </w:p>
      </w:tc>
    </w:tr>
    <w:tr w:rsidR="00CC2ABD" w:rsidRPr="009D4068" w14:paraId="2769F01D" w14:textId="77777777" w:rsidTr="00D626AE">
      <w:trPr>
        <w:trHeight w:hRule="exact" w:val="284"/>
        <w:jc w:val="right"/>
      </w:trPr>
      <w:tc>
        <w:tcPr>
          <w:tcW w:w="1134" w:type="dxa"/>
          <w:gridSpan w:val="2"/>
          <w:tcBorders>
            <w:left w:val="single" w:sz="12" w:space="0" w:color="auto"/>
          </w:tcBorders>
          <w:shd w:val="clear" w:color="auto" w:fill="auto"/>
          <w:vAlign w:val="center"/>
        </w:tcPr>
        <w:p w14:paraId="2E750A74" w14:textId="3094344F" w:rsidR="00CC2ABD" w:rsidRPr="009D4068" w:rsidRDefault="00CC2ABD" w:rsidP="00C947CA">
          <w:pPr>
            <w:pStyle w:val="-f"/>
            <w:ind w:left="0"/>
            <w:rPr>
              <w:sz w:val="20"/>
              <w:szCs w:val="20"/>
            </w:rPr>
          </w:pPr>
        </w:p>
      </w:tc>
      <w:tc>
        <w:tcPr>
          <w:tcW w:w="1134" w:type="dxa"/>
          <w:gridSpan w:val="2"/>
          <w:shd w:val="clear" w:color="auto" w:fill="auto"/>
          <w:vAlign w:val="center"/>
        </w:tcPr>
        <w:p w14:paraId="5B1EC82D" w14:textId="40A775AB" w:rsidR="00CC2ABD" w:rsidRPr="009D4068" w:rsidRDefault="00CC2ABD" w:rsidP="00C947CA">
          <w:pPr>
            <w:pStyle w:val="-d"/>
            <w:ind w:left="0"/>
            <w:rPr>
              <w:sz w:val="20"/>
              <w:szCs w:val="20"/>
            </w:rPr>
          </w:pPr>
        </w:p>
      </w:tc>
      <w:tc>
        <w:tcPr>
          <w:tcW w:w="850" w:type="dxa"/>
          <w:shd w:val="clear" w:color="auto" w:fill="auto"/>
          <w:vAlign w:val="center"/>
        </w:tcPr>
        <w:p w14:paraId="46F23D7D" w14:textId="1EA685DE" w:rsidR="00CC2ABD" w:rsidRPr="009D4068" w:rsidRDefault="00CC2ABD" w:rsidP="00C947CA">
          <w:pPr>
            <w:pStyle w:val="-9"/>
            <w:rPr>
              <w:sz w:val="20"/>
              <w:szCs w:val="20"/>
            </w:rPr>
          </w:pPr>
        </w:p>
      </w:tc>
      <w:tc>
        <w:tcPr>
          <w:tcW w:w="567" w:type="dxa"/>
          <w:shd w:val="clear" w:color="auto" w:fill="auto"/>
          <w:vAlign w:val="center"/>
        </w:tcPr>
        <w:p w14:paraId="562DC7C4" w14:textId="7A73B2A4" w:rsidR="00CC2ABD" w:rsidRPr="009D4068" w:rsidRDefault="00CC2ABD" w:rsidP="008A2876">
          <w:pPr>
            <w:pStyle w:val="-5"/>
            <w:rPr>
              <w:sz w:val="20"/>
              <w:szCs w:val="20"/>
            </w:rPr>
          </w:pPr>
        </w:p>
      </w:tc>
      <w:tc>
        <w:tcPr>
          <w:tcW w:w="3969" w:type="dxa"/>
          <w:vMerge/>
          <w:shd w:val="clear" w:color="auto" w:fill="auto"/>
          <w:vAlign w:val="center"/>
        </w:tcPr>
        <w:p w14:paraId="35557E80" w14:textId="77777777" w:rsidR="00CC2ABD" w:rsidRPr="009D4068" w:rsidRDefault="00CC2ABD" w:rsidP="00C947CA">
          <w:pPr>
            <w:pStyle w:val="-3"/>
            <w:ind w:left="0" w:right="0"/>
            <w:rPr>
              <w:szCs w:val="18"/>
            </w:rPr>
          </w:pP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2BE2B53D" w14:textId="7C5590C7" w:rsidR="00CC2ABD" w:rsidRPr="009D4068" w:rsidRDefault="00CC2ABD" w:rsidP="00C947CA">
          <w:pPr>
            <w:ind w:left="0" w:right="0"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Р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334FBC9A" w14:textId="77777777" w:rsidR="00CC2ABD" w:rsidRPr="009D4068" w:rsidRDefault="00CC2ABD" w:rsidP="00C947CA">
          <w:pPr>
            <w:ind w:left="0" w:right="0" w:firstLine="0"/>
            <w:jc w:val="center"/>
            <w:rPr>
              <w:sz w:val="20"/>
              <w:szCs w:val="20"/>
            </w:rPr>
          </w:pPr>
          <w:r w:rsidRPr="009D4068">
            <w:rPr>
              <w:sz w:val="20"/>
              <w:szCs w:val="20"/>
            </w:rPr>
            <w:t>1</w:t>
          </w:r>
        </w:p>
      </w:tc>
      <w:tc>
        <w:tcPr>
          <w:tcW w:w="1134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150338D0" w14:textId="73783EB3" w:rsidR="00CC2ABD" w:rsidRPr="009D4068" w:rsidRDefault="00CC2ABD" w:rsidP="00C947CA">
          <w:pPr>
            <w:pStyle w:val="affa"/>
            <w:rPr>
              <w:rFonts w:ascii="Times New Roman" w:hAnsi="Times New Roman"/>
            </w:rPr>
          </w:pPr>
          <w:r w:rsidRPr="009D4068">
            <w:rPr>
              <w:rFonts w:ascii="Times New Roman" w:hAnsi="Times New Roman"/>
            </w:rPr>
            <w:fldChar w:fldCharType="begin"/>
          </w:r>
          <w:r w:rsidRPr="009D4068">
            <w:rPr>
              <w:rFonts w:ascii="Times New Roman" w:hAnsi="Times New Roman"/>
            </w:rPr>
            <w:instrText xml:space="preserve"> NUMPAGES   \* MERGEFORMAT </w:instrText>
          </w:r>
          <w:r w:rsidRPr="009D4068">
            <w:rPr>
              <w:rFonts w:ascii="Times New Roman" w:hAnsi="Times New Roman"/>
            </w:rPr>
            <w:fldChar w:fldCharType="separate"/>
          </w:r>
          <w:r w:rsidR="00017EC1">
            <w:rPr>
              <w:rFonts w:ascii="Times New Roman" w:hAnsi="Times New Roman"/>
              <w:noProof/>
            </w:rPr>
            <w:t>2</w:t>
          </w:r>
          <w:r w:rsidRPr="009D4068">
            <w:rPr>
              <w:rFonts w:ascii="Times New Roman" w:hAnsi="Times New Roman"/>
              <w:noProof/>
            </w:rPr>
            <w:fldChar w:fldCharType="end"/>
          </w:r>
        </w:p>
        <w:p w14:paraId="37A74760" w14:textId="77777777" w:rsidR="00CC2ABD" w:rsidRPr="009D4068" w:rsidRDefault="00CC2ABD" w:rsidP="00C947CA">
          <w:pPr>
            <w:ind w:left="0" w:right="0" w:firstLine="0"/>
            <w:jc w:val="center"/>
            <w:rPr>
              <w:sz w:val="20"/>
              <w:szCs w:val="20"/>
            </w:rPr>
          </w:pPr>
        </w:p>
      </w:tc>
    </w:tr>
    <w:tr w:rsidR="00CC2ABD" w:rsidRPr="009D4068" w14:paraId="1C3A81A4" w14:textId="77777777" w:rsidTr="00D626AE">
      <w:trPr>
        <w:trHeight w:hRule="exact" w:val="284"/>
        <w:jc w:val="right"/>
      </w:trPr>
      <w:tc>
        <w:tcPr>
          <w:tcW w:w="1134" w:type="dxa"/>
          <w:gridSpan w:val="2"/>
          <w:tcBorders>
            <w:left w:val="single" w:sz="12" w:space="0" w:color="auto"/>
          </w:tcBorders>
          <w:shd w:val="clear" w:color="auto" w:fill="auto"/>
          <w:vAlign w:val="center"/>
        </w:tcPr>
        <w:p w14:paraId="262D51E4" w14:textId="373A24AC" w:rsidR="00CC2ABD" w:rsidRPr="009D4068" w:rsidRDefault="00CC2ABD" w:rsidP="00C947CA">
          <w:pPr>
            <w:pStyle w:val="-f"/>
            <w:ind w:left="0"/>
            <w:rPr>
              <w:sz w:val="20"/>
              <w:szCs w:val="20"/>
            </w:rPr>
          </w:pPr>
          <w:r>
            <w:rPr>
              <w:rFonts w:ascii="Cambria" w:hAnsi="Cambria"/>
              <w:sz w:val="20"/>
              <w:szCs w:val="20"/>
            </w:rPr>
            <w:t xml:space="preserve"> Проверил</w:t>
          </w:r>
        </w:p>
      </w:tc>
      <w:tc>
        <w:tcPr>
          <w:tcW w:w="1134" w:type="dxa"/>
          <w:gridSpan w:val="2"/>
          <w:shd w:val="clear" w:color="auto" w:fill="auto"/>
          <w:vAlign w:val="center"/>
        </w:tcPr>
        <w:p w14:paraId="33AB6B00" w14:textId="4D12A6CE" w:rsidR="00CC2ABD" w:rsidRPr="009D4068" w:rsidRDefault="00CC2ABD" w:rsidP="00C947CA">
          <w:pPr>
            <w:pStyle w:val="-d"/>
            <w:ind w:left="0"/>
            <w:rPr>
              <w:sz w:val="20"/>
              <w:szCs w:val="20"/>
            </w:rPr>
          </w:pPr>
          <w:r>
            <w:rPr>
              <w:rFonts w:ascii="Cambria" w:hAnsi="Cambria"/>
              <w:sz w:val="20"/>
              <w:szCs w:val="20"/>
            </w:rPr>
            <w:t xml:space="preserve"> Ушаков</w:t>
          </w:r>
        </w:p>
      </w:tc>
      <w:tc>
        <w:tcPr>
          <w:tcW w:w="850" w:type="dxa"/>
          <w:shd w:val="clear" w:color="auto" w:fill="auto"/>
          <w:vAlign w:val="center"/>
        </w:tcPr>
        <w:p w14:paraId="5234AA4D" w14:textId="76D21986" w:rsidR="00CC2ABD" w:rsidRPr="009D4068" w:rsidRDefault="00DE1C99" w:rsidP="00C947CA">
          <w:pPr>
            <w:pStyle w:val="-9"/>
            <w:rPr>
              <w:sz w:val="20"/>
              <w:szCs w:val="20"/>
            </w:rPr>
          </w:pPr>
          <w:r w:rsidRPr="00975BD0">
            <w:rPr>
              <w:noProof/>
              <w:sz w:val="20"/>
              <w:szCs w:val="20"/>
              <w:lang w:eastAsia="ru-RU"/>
            </w:rPr>
            <w:drawing>
              <wp:anchor distT="0" distB="0" distL="114300" distR="114300" simplePos="0" relativeHeight="251659776" behindDoc="0" locked="0" layoutInCell="1" allowOverlap="1" wp14:anchorId="1C6BDED5" wp14:editId="0B79BBBB">
                <wp:simplePos x="0" y="0"/>
                <wp:positionH relativeFrom="column">
                  <wp:posOffset>83820</wp:posOffset>
                </wp:positionH>
                <wp:positionV relativeFrom="paragraph">
                  <wp:posOffset>-185420</wp:posOffset>
                </wp:positionV>
                <wp:extent cx="212725" cy="551815"/>
                <wp:effectExtent l="0" t="0" r="0" b="635"/>
                <wp:wrapNone/>
                <wp:docPr id="17" name="Рисунок 17" descr="Ушаков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Ушак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72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shd w:val="clear" w:color="auto" w:fill="auto"/>
          <w:vAlign w:val="center"/>
        </w:tcPr>
        <w:p w14:paraId="49763ADE" w14:textId="52F5E86B" w:rsidR="00CC2ABD" w:rsidRPr="009D4068" w:rsidRDefault="008A2876" w:rsidP="00C947CA">
          <w:pPr>
            <w:pStyle w:val="-5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PRINTDATE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EF77A8">
            <w:rPr>
              <w:noProof/>
              <w:sz w:val="20"/>
              <w:szCs w:val="20"/>
            </w:rPr>
            <w:t>01.26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5</w:t>
          </w:r>
        </w:p>
      </w:tc>
      <w:tc>
        <w:tcPr>
          <w:tcW w:w="3969" w:type="dxa"/>
          <w:vMerge/>
          <w:shd w:val="clear" w:color="auto" w:fill="auto"/>
          <w:vAlign w:val="center"/>
        </w:tcPr>
        <w:p w14:paraId="57BD29E5" w14:textId="77777777" w:rsidR="00CC2ABD" w:rsidRPr="009D4068" w:rsidRDefault="00CC2ABD" w:rsidP="00C947CA">
          <w:pPr>
            <w:pStyle w:val="-7"/>
            <w:ind w:left="0" w:right="0"/>
            <w:rPr>
              <w:szCs w:val="18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14:paraId="0EFD0877" w14:textId="5F12B7B7" w:rsidR="00CC2ABD" w:rsidRPr="009D4068" w:rsidRDefault="00CC2ABD" w:rsidP="00C947CA">
          <w:pPr>
            <w:pStyle w:val="af0"/>
            <w:rPr>
              <w:sz w:val="18"/>
              <w:szCs w:val="18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56704" behindDoc="0" locked="0" layoutInCell="1" allowOverlap="1" wp14:anchorId="6C1EC2D1" wp14:editId="5823BDA6">
                <wp:simplePos x="0" y="0"/>
                <wp:positionH relativeFrom="column">
                  <wp:posOffset>38735</wp:posOffset>
                </wp:positionH>
                <wp:positionV relativeFrom="paragraph">
                  <wp:posOffset>93345</wp:posOffset>
                </wp:positionV>
                <wp:extent cx="1659255" cy="273685"/>
                <wp:effectExtent l="0" t="0" r="0" b="0"/>
                <wp:wrapNone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sx="1000" sy="1000" algn="ctr" rotWithShape="0">
                            <a:schemeClr val="bg1"/>
                          </a:outerShdw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C2ABD" w:rsidRPr="009D4068" w14:paraId="4ED9EFE0" w14:textId="77777777" w:rsidTr="00D626AE">
      <w:trPr>
        <w:trHeight w:hRule="exact" w:val="284"/>
        <w:jc w:val="right"/>
      </w:trPr>
      <w:tc>
        <w:tcPr>
          <w:tcW w:w="1134" w:type="dxa"/>
          <w:gridSpan w:val="2"/>
          <w:tcBorders>
            <w:left w:val="single" w:sz="12" w:space="0" w:color="auto"/>
          </w:tcBorders>
          <w:shd w:val="clear" w:color="auto" w:fill="auto"/>
          <w:vAlign w:val="center"/>
        </w:tcPr>
        <w:p w14:paraId="0B8C4434" w14:textId="40E6F9D9" w:rsidR="00CC2ABD" w:rsidRPr="009D4068" w:rsidRDefault="00CC2ABD" w:rsidP="00C947CA">
          <w:pPr>
            <w:pStyle w:val="-f"/>
            <w:ind w:left="0"/>
            <w:rPr>
              <w:sz w:val="20"/>
              <w:szCs w:val="20"/>
            </w:rPr>
          </w:pPr>
          <w:r>
            <w:rPr>
              <w:rFonts w:ascii="Cambria" w:hAnsi="Cambria"/>
              <w:sz w:val="20"/>
              <w:szCs w:val="20"/>
            </w:rPr>
            <w:t xml:space="preserve"> ГИП</w:t>
          </w:r>
        </w:p>
      </w:tc>
      <w:tc>
        <w:tcPr>
          <w:tcW w:w="1134" w:type="dxa"/>
          <w:gridSpan w:val="2"/>
          <w:shd w:val="clear" w:color="auto" w:fill="auto"/>
          <w:vAlign w:val="center"/>
        </w:tcPr>
        <w:p w14:paraId="1F212748" w14:textId="411BEFF7" w:rsidR="00CC2ABD" w:rsidRPr="009D4068" w:rsidRDefault="00CC2ABD" w:rsidP="00C947CA">
          <w:pPr>
            <w:pStyle w:val="-d"/>
            <w:ind w:left="0"/>
            <w:rPr>
              <w:sz w:val="20"/>
              <w:szCs w:val="20"/>
            </w:rPr>
          </w:pPr>
          <w:r>
            <w:rPr>
              <w:rFonts w:ascii="Cambria" w:hAnsi="Cambria"/>
              <w:sz w:val="20"/>
              <w:szCs w:val="20"/>
            </w:rPr>
            <w:t xml:space="preserve"> Ушаков</w:t>
          </w:r>
        </w:p>
      </w:tc>
      <w:tc>
        <w:tcPr>
          <w:tcW w:w="850" w:type="dxa"/>
          <w:shd w:val="clear" w:color="auto" w:fill="auto"/>
          <w:vAlign w:val="center"/>
        </w:tcPr>
        <w:p w14:paraId="55ECA4F6" w14:textId="67D1B729" w:rsidR="00CC2ABD" w:rsidRPr="009D4068" w:rsidRDefault="00CC2ABD" w:rsidP="00C947CA">
          <w:pPr>
            <w:pStyle w:val="-9"/>
            <w:rPr>
              <w:sz w:val="20"/>
              <w:szCs w:val="20"/>
            </w:rPr>
          </w:pPr>
        </w:p>
      </w:tc>
      <w:tc>
        <w:tcPr>
          <w:tcW w:w="567" w:type="dxa"/>
          <w:shd w:val="clear" w:color="auto" w:fill="auto"/>
          <w:vAlign w:val="center"/>
        </w:tcPr>
        <w:p w14:paraId="728146DC" w14:textId="3B4160ED" w:rsidR="00CC2ABD" w:rsidRPr="009D4068" w:rsidRDefault="008A2876" w:rsidP="00C947CA">
          <w:pPr>
            <w:pStyle w:val="-5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PRINTDATE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EF77A8">
            <w:rPr>
              <w:noProof/>
              <w:sz w:val="20"/>
              <w:szCs w:val="20"/>
            </w:rPr>
            <w:t>01.26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5</w:t>
          </w:r>
        </w:p>
      </w:tc>
      <w:tc>
        <w:tcPr>
          <w:tcW w:w="3969" w:type="dxa"/>
          <w:vMerge/>
          <w:shd w:val="clear" w:color="auto" w:fill="auto"/>
          <w:vAlign w:val="center"/>
        </w:tcPr>
        <w:p w14:paraId="6488496D" w14:textId="77777777" w:rsidR="00CC2ABD" w:rsidRPr="009D4068" w:rsidRDefault="00CC2ABD" w:rsidP="00C947CA">
          <w:pPr>
            <w:ind w:left="0" w:right="0" w:firstLine="0"/>
            <w:jc w:val="center"/>
            <w:rPr>
              <w:sz w:val="18"/>
              <w:szCs w:val="18"/>
            </w:rPr>
          </w:pPr>
        </w:p>
      </w:tc>
      <w:tc>
        <w:tcPr>
          <w:tcW w:w="2834" w:type="dxa"/>
          <w:gridSpan w:val="3"/>
          <w:vMerge/>
          <w:shd w:val="clear" w:color="auto" w:fill="auto"/>
          <w:vAlign w:val="center"/>
        </w:tcPr>
        <w:p w14:paraId="5B75BCD4" w14:textId="77777777" w:rsidR="00CC2ABD" w:rsidRPr="009D4068" w:rsidRDefault="00CC2ABD" w:rsidP="00C947CA">
          <w:pPr>
            <w:ind w:left="0" w:right="0" w:firstLine="0"/>
            <w:jc w:val="center"/>
            <w:rPr>
              <w:sz w:val="18"/>
              <w:szCs w:val="18"/>
            </w:rPr>
          </w:pPr>
        </w:p>
      </w:tc>
    </w:tr>
    <w:tr w:rsidR="00CC2ABD" w:rsidRPr="009D4068" w14:paraId="3A30986C" w14:textId="77777777" w:rsidTr="00D626AE">
      <w:trPr>
        <w:trHeight w:hRule="exact" w:val="284"/>
        <w:jc w:val="right"/>
      </w:trPr>
      <w:tc>
        <w:tcPr>
          <w:tcW w:w="1134" w:type="dxa"/>
          <w:gridSpan w:val="2"/>
          <w:tcBorders>
            <w:left w:val="single" w:sz="12" w:space="0" w:color="auto"/>
            <w:bottom w:val="nil"/>
          </w:tcBorders>
          <w:shd w:val="clear" w:color="auto" w:fill="auto"/>
          <w:vAlign w:val="center"/>
        </w:tcPr>
        <w:p w14:paraId="19D43C91" w14:textId="340FDD4D" w:rsidR="00CC2ABD" w:rsidRPr="009D4068" w:rsidRDefault="00CC2ABD" w:rsidP="00C947CA">
          <w:pPr>
            <w:pStyle w:val="-f"/>
            <w:ind w:left="0"/>
            <w:rPr>
              <w:sz w:val="20"/>
              <w:szCs w:val="20"/>
            </w:rPr>
          </w:pPr>
          <w:r>
            <w:rPr>
              <w:rFonts w:ascii="Cambria" w:hAnsi="Cambria"/>
              <w:sz w:val="20"/>
              <w:szCs w:val="20"/>
            </w:rPr>
            <w:t xml:space="preserve"> </w:t>
          </w:r>
          <w:proofErr w:type="spellStart"/>
          <w:r>
            <w:rPr>
              <w:rFonts w:ascii="Cambria" w:hAnsi="Cambria"/>
              <w:sz w:val="20"/>
              <w:szCs w:val="20"/>
            </w:rPr>
            <w:t>Н.контроль</w:t>
          </w:r>
          <w:proofErr w:type="spellEnd"/>
        </w:p>
      </w:tc>
      <w:tc>
        <w:tcPr>
          <w:tcW w:w="1134" w:type="dxa"/>
          <w:gridSpan w:val="2"/>
          <w:tcBorders>
            <w:bottom w:val="nil"/>
          </w:tcBorders>
          <w:shd w:val="clear" w:color="auto" w:fill="auto"/>
          <w:vAlign w:val="center"/>
        </w:tcPr>
        <w:p w14:paraId="7E24587E" w14:textId="150C444D" w:rsidR="00CC2ABD" w:rsidRPr="009D4068" w:rsidRDefault="00CC2ABD" w:rsidP="00C947CA">
          <w:pPr>
            <w:pStyle w:val="-d"/>
            <w:ind w:left="0"/>
            <w:rPr>
              <w:sz w:val="20"/>
              <w:szCs w:val="20"/>
            </w:rPr>
          </w:pPr>
          <w:r>
            <w:rPr>
              <w:rFonts w:ascii="Cambria" w:hAnsi="Cambria"/>
              <w:sz w:val="20"/>
              <w:szCs w:val="20"/>
            </w:rPr>
            <w:t xml:space="preserve"> Малахов</w:t>
          </w:r>
        </w:p>
      </w:tc>
      <w:tc>
        <w:tcPr>
          <w:tcW w:w="850" w:type="dxa"/>
          <w:tcBorders>
            <w:bottom w:val="nil"/>
          </w:tcBorders>
          <w:shd w:val="clear" w:color="auto" w:fill="auto"/>
          <w:vAlign w:val="center"/>
        </w:tcPr>
        <w:p w14:paraId="5363E776" w14:textId="756A5988" w:rsidR="00CC2ABD" w:rsidRPr="009D4068" w:rsidRDefault="00DE1C99" w:rsidP="00C947CA">
          <w:pPr>
            <w:pStyle w:val="-9"/>
            <w:rPr>
              <w:sz w:val="20"/>
              <w:szCs w:val="20"/>
            </w:rPr>
          </w:pPr>
          <w:r w:rsidRPr="00975BD0">
            <w:rPr>
              <w:noProof/>
              <w:sz w:val="20"/>
              <w:szCs w:val="20"/>
              <w:lang w:eastAsia="ru-RU"/>
            </w:rPr>
            <w:drawing>
              <wp:anchor distT="0" distB="0" distL="114300" distR="114300" simplePos="0" relativeHeight="251657728" behindDoc="0" locked="0" layoutInCell="1" allowOverlap="1" wp14:anchorId="76EF5DA5" wp14:editId="6E2F8126">
                <wp:simplePos x="0" y="0"/>
                <wp:positionH relativeFrom="column">
                  <wp:posOffset>65405</wp:posOffset>
                </wp:positionH>
                <wp:positionV relativeFrom="paragraph">
                  <wp:posOffset>-374650</wp:posOffset>
                </wp:positionV>
                <wp:extent cx="212725" cy="551815"/>
                <wp:effectExtent l="0" t="0" r="0" b="635"/>
                <wp:wrapNone/>
                <wp:docPr id="6" name="Рисунок 6" descr="Ушаков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Ушак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72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975BD0">
            <w:rPr>
              <w:noProof/>
              <w:sz w:val="20"/>
              <w:szCs w:val="20"/>
              <w:lang w:eastAsia="ru-RU"/>
            </w:rPr>
            <w:drawing>
              <wp:anchor distT="0" distB="0" distL="114300" distR="114300" simplePos="0" relativeHeight="251658752" behindDoc="0" locked="0" layoutInCell="1" allowOverlap="1" wp14:anchorId="33148D33" wp14:editId="2F7A9048">
                <wp:simplePos x="0" y="0"/>
                <wp:positionH relativeFrom="column">
                  <wp:posOffset>24765</wp:posOffset>
                </wp:positionH>
                <wp:positionV relativeFrom="paragraph">
                  <wp:posOffset>-125730</wp:posOffset>
                </wp:positionV>
                <wp:extent cx="551815" cy="335915"/>
                <wp:effectExtent l="0" t="0" r="0" b="0"/>
                <wp:wrapNone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tcBorders>
            <w:bottom w:val="nil"/>
          </w:tcBorders>
          <w:shd w:val="clear" w:color="auto" w:fill="auto"/>
          <w:vAlign w:val="center"/>
        </w:tcPr>
        <w:p w14:paraId="3AB3864A" w14:textId="790457C2" w:rsidR="00CC2ABD" w:rsidRPr="009D4068" w:rsidRDefault="008A2876" w:rsidP="00C947CA">
          <w:pPr>
            <w:pStyle w:val="-5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PRINTDATE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EF77A8">
            <w:rPr>
              <w:noProof/>
              <w:sz w:val="20"/>
              <w:szCs w:val="20"/>
            </w:rPr>
            <w:t>01.26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5</w:t>
          </w:r>
        </w:p>
      </w:tc>
      <w:tc>
        <w:tcPr>
          <w:tcW w:w="3969" w:type="dxa"/>
          <w:vMerge/>
          <w:tcBorders>
            <w:bottom w:val="nil"/>
          </w:tcBorders>
          <w:shd w:val="clear" w:color="auto" w:fill="auto"/>
          <w:vAlign w:val="center"/>
        </w:tcPr>
        <w:p w14:paraId="1433985B" w14:textId="77777777" w:rsidR="00CC2ABD" w:rsidRPr="009D4068" w:rsidRDefault="00CC2ABD" w:rsidP="00C947CA">
          <w:pPr>
            <w:ind w:left="0" w:right="0" w:firstLine="0"/>
            <w:jc w:val="center"/>
            <w:rPr>
              <w:sz w:val="18"/>
              <w:szCs w:val="18"/>
            </w:rPr>
          </w:pPr>
        </w:p>
      </w:tc>
      <w:tc>
        <w:tcPr>
          <w:tcW w:w="2834" w:type="dxa"/>
          <w:gridSpan w:val="3"/>
          <w:vMerge/>
          <w:tcBorders>
            <w:bottom w:val="nil"/>
          </w:tcBorders>
          <w:shd w:val="clear" w:color="auto" w:fill="auto"/>
          <w:vAlign w:val="center"/>
        </w:tcPr>
        <w:p w14:paraId="1A689BE0" w14:textId="77777777" w:rsidR="00CC2ABD" w:rsidRPr="009D4068" w:rsidRDefault="00CC2ABD" w:rsidP="00C947CA">
          <w:pPr>
            <w:ind w:left="0" w:right="0" w:firstLine="0"/>
            <w:jc w:val="center"/>
            <w:rPr>
              <w:sz w:val="18"/>
              <w:szCs w:val="18"/>
            </w:rPr>
          </w:pPr>
        </w:p>
      </w:tc>
    </w:tr>
  </w:tbl>
  <w:p w14:paraId="75543BFA" w14:textId="07D83928" w:rsidR="00CC2ABD" w:rsidRPr="009D4068" w:rsidRDefault="00CC2ABD" w:rsidP="00F75DB4">
    <w:pPr>
      <w:pStyle w:val="a9"/>
      <w:tabs>
        <w:tab w:val="left" w:pos="14563"/>
        <w:tab w:val="right" w:pos="22110"/>
      </w:tabs>
      <w:jc w:val="left"/>
    </w:pPr>
    <w:r>
      <w:tab/>
    </w:r>
    <w:r>
      <w:tab/>
    </w:r>
    <w:r>
      <w:tab/>
    </w:r>
    <w:r>
      <w:tab/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3D157C9" wp14:editId="7E2C62D3">
              <wp:simplePos x="0" y="0"/>
              <wp:positionH relativeFrom="page">
                <wp:posOffset>288290</wp:posOffset>
              </wp:positionH>
              <wp:positionV relativeFrom="margin">
                <wp:posOffset>6912610</wp:posOffset>
              </wp:positionV>
              <wp:extent cx="179705" cy="899795"/>
              <wp:effectExtent l="0" t="0" r="0" b="0"/>
              <wp:wrapNone/>
              <wp:docPr id="46" name="Взам. Инв. №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64525B" w14:textId="77777777" w:rsidR="00CC2ABD" w:rsidRPr="00DD01B4" w:rsidRDefault="00CC2ABD" w:rsidP="00DD01B4">
                          <w:pPr>
                            <w:pStyle w:val="afc"/>
                          </w:pPr>
                          <w:proofErr w:type="spellStart"/>
                          <w:r w:rsidRPr="00DD01B4">
                            <w:t>Взам</w:t>
                          </w:r>
                          <w:proofErr w:type="spellEnd"/>
                          <w:r w:rsidRPr="00DD01B4">
                            <w:t>. Инв. №</w:t>
                          </w:r>
                        </w:p>
                        <w:p w14:paraId="61B85BE0" w14:textId="77777777" w:rsidR="00CC2ABD" w:rsidRPr="00DD01B4" w:rsidRDefault="00CC2ABD" w:rsidP="00DD01B4">
                          <w:pPr>
                            <w:pStyle w:val="afc"/>
                          </w:pPr>
                        </w:p>
                        <w:p w14:paraId="78A99303" w14:textId="77777777" w:rsidR="00CC2ABD" w:rsidRPr="00DD01B4" w:rsidRDefault="00CC2ABD" w:rsidP="00DD01B4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157C9" id="_x0000_t202" coordsize="21600,21600" o:spt="202" path="m,l,21600r21600,l21600,xe">
              <v:stroke joinstyle="miter"/>
              <v:path gradientshapeok="t" o:connecttype="rect"/>
            </v:shapetype>
            <v:shape id="Взам. Инв. №1" o:spid="_x0000_s1039" type="#_x0000_t202" style="position:absolute;left:0;text-align:left;margin-left:22.7pt;margin-top:544.3pt;width:14.15pt;height:70.8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" strokeweight="1.5pt">
              <v:textbox style="layout-flow:vertical;mso-layout-flow-alt:bottom-to-top" inset="0,0,0,0">
                <w:txbxContent>
                  <w:p w14:paraId="5664525B" w14:textId="77777777" w:rsidR="00CC2ABD" w:rsidRPr="00DD01B4" w:rsidRDefault="00CC2ABD" w:rsidP="00DD01B4">
                    <w:pPr>
                      <w:pStyle w:val="afc"/>
                    </w:pPr>
                    <w:proofErr w:type="spellStart"/>
                    <w:r w:rsidRPr="00DD01B4">
                      <w:t>Взам</w:t>
                    </w:r>
                    <w:proofErr w:type="spellEnd"/>
                    <w:r w:rsidRPr="00DD01B4">
                      <w:t>. Инв. №</w:t>
                    </w:r>
                  </w:p>
                  <w:p w14:paraId="61B85BE0" w14:textId="77777777" w:rsidR="00CC2ABD" w:rsidRPr="00DD01B4" w:rsidRDefault="00CC2ABD" w:rsidP="00DD01B4">
                    <w:pPr>
                      <w:pStyle w:val="afc"/>
                    </w:pPr>
                  </w:p>
                  <w:p w14:paraId="78A99303" w14:textId="77777777" w:rsidR="00CC2ABD" w:rsidRPr="00DD01B4" w:rsidRDefault="00CC2ABD" w:rsidP="00DD01B4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1218B2C" wp14:editId="2F002BB4">
              <wp:simplePos x="0" y="0"/>
              <wp:positionH relativeFrom="page">
                <wp:posOffset>467995</wp:posOffset>
              </wp:positionH>
              <wp:positionV relativeFrom="margin">
                <wp:posOffset>6912610</wp:posOffset>
              </wp:positionV>
              <wp:extent cx="252095" cy="899795"/>
              <wp:effectExtent l="0" t="0" r="0" b="0"/>
              <wp:wrapNone/>
              <wp:docPr id="45" name="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3406F2" w14:textId="77777777" w:rsidR="00CC2ABD" w:rsidRPr="00A97B64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3600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218B2C" id="9" o:spid="_x0000_s1040" type="#_x0000_t202" style="position:absolute;left:0;text-align:left;margin-left:36.85pt;margin-top:544.3pt;width:19.85pt;height:70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" strokeweight="1.5pt">
              <v:textbox style="layout-flow:vertical;mso-layout-flow-alt:bottom-to-top" inset="1mm,0,0,0">
                <w:txbxContent>
                  <w:p w14:paraId="093406F2" w14:textId="77777777" w:rsidR="00CC2ABD" w:rsidRPr="00A97B64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EE4BF98" wp14:editId="16C17293">
              <wp:simplePos x="0" y="0"/>
              <wp:positionH relativeFrom="page">
                <wp:posOffset>360045</wp:posOffset>
              </wp:positionH>
              <wp:positionV relativeFrom="margin">
                <wp:posOffset>6192520</wp:posOffset>
              </wp:positionV>
              <wp:extent cx="179705" cy="720090"/>
              <wp:effectExtent l="0" t="0" r="0" b="3810"/>
              <wp:wrapNone/>
              <wp:docPr id="63" name="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7A17A0" w14:textId="77777777" w:rsidR="00CC2ABD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1800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E4BF98" id="8" o:spid="_x0000_s1041" type="#_x0000_t202" style="position:absolute;left:0;text-align:left;margin-left:28.35pt;margin-top:487.6pt;width:14.15pt;height:56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" strokeweight="1.5pt">
              <v:textbox style="layout-flow:vertical;mso-layout-flow-alt:bottom-to-top" inset=".5mm,0,0,0">
                <w:txbxContent>
                  <w:p w14:paraId="5D7A17A0" w14:textId="77777777" w:rsidR="00CC2ABD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97154B" wp14:editId="776C5661">
              <wp:simplePos x="0" y="0"/>
              <wp:positionH relativeFrom="page">
                <wp:posOffset>540385</wp:posOffset>
              </wp:positionH>
              <wp:positionV relativeFrom="margin">
                <wp:posOffset>6192520</wp:posOffset>
              </wp:positionV>
              <wp:extent cx="179705" cy="720090"/>
              <wp:effectExtent l="0" t="0" r="0" b="3810"/>
              <wp:wrapNone/>
              <wp:docPr id="8" name="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B4F21D" w14:textId="77777777" w:rsidR="00CC2ABD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1800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97154B" id="7" o:spid="_x0000_s1042" type="#_x0000_t202" style="position:absolute;left:0;text-align:left;margin-left:42.55pt;margin-top:487.6pt;width:14.15pt;height:56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" strokeweight="1.5pt">
              <v:textbox style="layout-flow:vertical;mso-layout-flow-alt:bottom-to-top" inset=".5mm,0,0,0">
                <w:txbxContent>
                  <w:p w14:paraId="24B4F21D" w14:textId="77777777" w:rsidR="00CC2ABD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718B2FD" wp14:editId="598115E1">
              <wp:simplePos x="0" y="0"/>
              <wp:positionH relativeFrom="page">
                <wp:posOffset>540385</wp:posOffset>
              </wp:positionH>
              <wp:positionV relativeFrom="margin">
                <wp:posOffset>5472430</wp:posOffset>
              </wp:positionV>
              <wp:extent cx="179705" cy="720090"/>
              <wp:effectExtent l="0" t="0" r="0" b="3810"/>
              <wp:wrapNone/>
              <wp:docPr id="1" name="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0FE83F" w14:textId="77777777" w:rsidR="00CC2ABD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1800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18B2FD" id="5" o:spid="_x0000_s1043" type="#_x0000_t202" style="position:absolute;left:0;text-align:left;margin-left:42.55pt;margin-top:430.9pt;width:14.15pt;height:56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" strokeweight="1.5pt">
              <v:textbox style="layout-flow:vertical;mso-layout-flow-alt:bottom-to-top" inset=".5mm,0,0,0">
                <w:txbxContent>
                  <w:p w14:paraId="710FE83F" w14:textId="77777777" w:rsidR="00CC2ABD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9977E76" wp14:editId="7B7AE762">
              <wp:simplePos x="0" y="0"/>
              <wp:positionH relativeFrom="page">
                <wp:posOffset>360045</wp:posOffset>
              </wp:positionH>
              <wp:positionV relativeFrom="margin">
                <wp:posOffset>5472430</wp:posOffset>
              </wp:positionV>
              <wp:extent cx="179705" cy="720090"/>
              <wp:effectExtent l="0" t="0" r="0" b="3810"/>
              <wp:wrapNone/>
              <wp:docPr id="16" name="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919B60" w14:textId="77777777" w:rsidR="00CC2ABD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1800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977E76" id="6" o:spid="_x0000_s1044" type="#_x0000_t202" style="position:absolute;left:0;text-align:left;margin-left:28.35pt;margin-top:430.9pt;width:14.15pt;height:56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" strokeweight="1.5pt">
              <v:textbox style="layout-flow:vertical;mso-layout-flow-alt:bottom-to-top" inset=".5mm,0,0,0">
                <w:txbxContent>
                  <w:p w14:paraId="62919B60" w14:textId="77777777" w:rsidR="00CC2ABD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3DB3395" wp14:editId="15428993">
              <wp:simplePos x="0" y="0"/>
              <wp:positionH relativeFrom="page">
                <wp:posOffset>540385</wp:posOffset>
              </wp:positionH>
              <wp:positionV relativeFrom="margin">
                <wp:posOffset>4932680</wp:posOffset>
              </wp:positionV>
              <wp:extent cx="179705" cy="539750"/>
              <wp:effectExtent l="0" t="0" r="0" b="0"/>
              <wp:wrapNone/>
              <wp:docPr id="19" name="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BC5163" w14:textId="77777777" w:rsidR="00CC2ABD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DB3395" id="3" o:spid="_x0000_s1045" type="#_x0000_t202" style="position:absolute;left:0;text-align:left;margin-left:42.55pt;margin-top:388.4pt;width:14.15pt;height:4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" strokeweight="1.5pt">
              <v:textbox style="layout-flow:vertical;mso-layout-flow-alt:bottom-to-top" inset="0,0,0,0">
                <w:txbxContent>
                  <w:p w14:paraId="08BC5163" w14:textId="77777777" w:rsidR="00CC2ABD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B56B63D" wp14:editId="34023CB1">
              <wp:simplePos x="0" y="0"/>
              <wp:positionH relativeFrom="page">
                <wp:posOffset>360045</wp:posOffset>
              </wp:positionH>
              <wp:positionV relativeFrom="margin">
                <wp:posOffset>4932680</wp:posOffset>
              </wp:positionV>
              <wp:extent cx="179705" cy="539750"/>
              <wp:effectExtent l="0" t="0" r="0" b="0"/>
              <wp:wrapNone/>
              <wp:docPr id="18" name="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5670A0" w14:textId="77777777" w:rsidR="00CC2ABD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56B63D" id="4" o:spid="_x0000_s1046" type="#_x0000_t202" style="position:absolute;left:0;text-align:left;margin-left:28.35pt;margin-top:388.4pt;width:14.15pt;height:42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" strokeweight="1.5pt">
              <v:textbox style="layout-flow:vertical;mso-layout-flow-alt:bottom-to-top" inset="0,0,0,0">
                <w:txbxContent>
                  <w:p w14:paraId="5E5670A0" w14:textId="77777777" w:rsidR="00CC2ABD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789A3D90" wp14:editId="68023F28">
              <wp:simplePos x="0" y="0"/>
              <wp:positionH relativeFrom="page">
                <wp:posOffset>288290</wp:posOffset>
              </wp:positionH>
              <wp:positionV relativeFrom="page">
                <wp:posOffset>9613265</wp:posOffset>
              </wp:positionV>
              <wp:extent cx="179705" cy="899795"/>
              <wp:effectExtent l="0" t="0" r="0" b="0"/>
              <wp:wrapNone/>
              <wp:docPr id="42" name="Инв. №подп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0D79E8" w14:textId="77777777" w:rsidR="00CC2ABD" w:rsidRPr="00DD01B4" w:rsidRDefault="00CC2ABD" w:rsidP="00DD01B4">
                          <w:pPr>
                            <w:pStyle w:val="afc"/>
                          </w:pPr>
                          <w:r w:rsidRPr="00DD01B4">
                            <w:rPr>
                              <w:rStyle w:val="af3"/>
                              <w:sz w:val="18"/>
                            </w:rPr>
                            <w:t xml:space="preserve">Инв. № </w:t>
                          </w:r>
                          <w:r w:rsidRPr="00DD01B4">
                            <w:t>подл.</w:t>
                          </w:r>
                        </w:p>
                        <w:p w14:paraId="170AAB2D" w14:textId="77777777" w:rsidR="00CC2ABD" w:rsidRPr="00DD01B4" w:rsidRDefault="00CC2ABD" w:rsidP="00DD01B4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9A3D90" id="Инв. №подп1" o:spid="_x0000_s1047" type="#_x0000_t202" style="position:absolute;left:0;text-align:left;margin-left:22.7pt;margin-top:756.95pt;width:14.15pt;height:70.8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" filled="f" strokeweight="1.5pt">
              <v:textbox style="layout-flow:vertical;mso-layout-flow-alt:bottom-to-top" inset="0,0,0,0">
                <w:txbxContent>
                  <w:p w14:paraId="630D79E8" w14:textId="77777777" w:rsidR="00CC2ABD" w:rsidRPr="00DD01B4" w:rsidRDefault="00CC2ABD" w:rsidP="00DD01B4">
                    <w:pPr>
                      <w:pStyle w:val="afc"/>
                    </w:pPr>
                    <w:r w:rsidRPr="00DD01B4">
                      <w:rPr>
                        <w:rStyle w:val="af3"/>
                        <w:sz w:val="18"/>
                      </w:rPr>
                      <w:t xml:space="preserve">Инв. № </w:t>
                    </w:r>
                    <w:r w:rsidRPr="00DD01B4">
                      <w:t>подл.</w:t>
                    </w:r>
                  </w:p>
                  <w:p w14:paraId="170AAB2D" w14:textId="77777777" w:rsidR="00CC2ABD" w:rsidRPr="00DD01B4" w:rsidRDefault="00CC2ABD" w:rsidP="00DD01B4">
                    <w:pPr>
                      <w:pStyle w:val="afc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5038C3CF" wp14:editId="2F4BCF66">
              <wp:simplePos x="0" y="0"/>
              <wp:positionH relativeFrom="page">
                <wp:posOffset>467995</wp:posOffset>
              </wp:positionH>
              <wp:positionV relativeFrom="page">
                <wp:posOffset>9613265</wp:posOffset>
              </wp:positionV>
              <wp:extent cx="252095" cy="899795"/>
              <wp:effectExtent l="0" t="0" r="0" b="0"/>
              <wp:wrapNone/>
              <wp:docPr id="41" name="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2BBA1D" w14:textId="77777777" w:rsidR="00CC2ABD" w:rsidRPr="009364B1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3600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38C3CF" id="11" o:spid="_x0000_s1048" type="#_x0000_t202" style="position:absolute;left:0;text-align:left;margin-left:36.85pt;margin-top:756.95pt;width:19.85pt;height:70.8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" strokeweight="1.5pt">
              <v:textbox style="layout-flow:vertical;mso-layout-flow-alt:bottom-to-top" inset="1mm,0,0,0">
                <w:txbxContent>
                  <w:p w14:paraId="612BBA1D" w14:textId="77777777" w:rsidR="00CC2ABD" w:rsidRPr="009364B1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CBCB7D7" wp14:editId="42ED487A">
              <wp:simplePos x="0" y="0"/>
              <wp:positionH relativeFrom="page">
                <wp:posOffset>288290</wp:posOffset>
              </wp:positionH>
              <wp:positionV relativeFrom="margin">
                <wp:posOffset>7813040</wp:posOffset>
              </wp:positionV>
              <wp:extent cx="179705" cy="1259840"/>
              <wp:effectExtent l="0" t="0" r="0" b="0"/>
              <wp:wrapNone/>
              <wp:docPr id="44" name="Подпись и дат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35F174" w14:textId="77777777" w:rsidR="00CC2ABD" w:rsidRPr="001F7B5F" w:rsidRDefault="00CC2ABD" w:rsidP="001F7B5F">
                          <w:pPr>
                            <w:pStyle w:val="afc"/>
                          </w:pPr>
                          <w:r w:rsidRPr="001F7B5F">
                            <w:t>Подп. и дата</w:t>
                          </w:r>
                        </w:p>
                        <w:p w14:paraId="1C7CD1AC" w14:textId="77777777" w:rsidR="00CC2ABD" w:rsidRPr="001F7B5F" w:rsidRDefault="00CC2ABD" w:rsidP="001F7B5F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BCB7D7" id="Подпись и дата1" o:spid="_x0000_s1049" type="#_x0000_t202" style="position:absolute;left:0;text-align:left;margin-left:22.7pt;margin-top:615.2pt;width:14.15pt;height:99.2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" strokeweight="1.5pt">
              <v:textbox style="layout-flow:vertical;mso-layout-flow-alt:bottom-to-top" inset="0,0,0,0">
                <w:txbxContent>
                  <w:p w14:paraId="5C35F174" w14:textId="77777777" w:rsidR="00CC2ABD" w:rsidRPr="001F7B5F" w:rsidRDefault="00CC2ABD" w:rsidP="001F7B5F">
                    <w:pPr>
                      <w:pStyle w:val="afc"/>
                    </w:pPr>
                    <w:r w:rsidRPr="001F7B5F">
                      <w:t>Подп. и дата</w:t>
                    </w:r>
                  </w:p>
                  <w:p w14:paraId="1C7CD1AC" w14:textId="77777777" w:rsidR="00CC2ABD" w:rsidRPr="001F7B5F" w:rsidRDefault="00CC2ABD" w:rsidP="001F7B5F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82779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5EE56C33" wp14:editId="16142DB7">
              <wp:simplePos x="0" y="0"/>
              <wp:positionH relativeFrom="page">
                <wp:posOffset>467995</wp:posOffset>
              </wp:positionH>
              <wp:positionV relativeFrom="margin">
                <wp:posOffset>7813040</wp:posOffset>
              </wp:positionV>
              <wp:extent cx="252095" cy="1259840"/>
              <wp:effectExtent l="0" t="0" r="0" b="0"/>
              <wp:wrapNone/>
              <wp:docPr id="43" name="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5CA444" w14:textId="77777777" w:rsidR="00CC2ABD" w:rsidRPr="00A97B64" w:rsidRDefault="00CC2ABD" w:rsidP="00E40953">
                          <w:pPr>
                            <w:pStyle w:val="afc"/>
                          </w:pPr>
                        </w:p>
                      </w:txbxContent>
                    </wps:txbx>
                    <wps:bodyPr rot="0" vert="vert270" wrap="square" lIns="3600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E56C33" id="10" o:spid="_x0000_s1050" type="#_x0000_t202" style="position:absolute;left:0;text-align:left;margin-left:36.85pt;margin-top:615.2pt;width:19.85pt;height:99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" strokeweight="1.5pt">
              <v:textbox style="layout-flow:vertical;mso-layout-flow-alt:bottom-to-top" inset="1mm,0,0,0">
                <w:txbxContent>
                  <w:p w14:paraId="265CA444" w14:textId="77777777" w:rsidR="00CC2ABD" w:rsidRPr="00A97B64" w:rsidRDefault="00CC2ABD" w:rsidP="00E40953">
                    <w:pPr>
                      <w:pStyle w:val="afc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Pr="009D4068">
      <w:t>Формат А3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C8579" w14:textId="77777777" w:rsidR="009250F0" w:rsidRDefault="009250F0" w:rsidP="00DF46F3">
      <w:r>
        <w:separator/>
      </w:r>
    </w:p>
  </w:footnote>
  <w:footnote w:type="continuationSeparator" w:id="0">
    <w:p w14:paraId="3A904C83" w14:textId="77777777" w:rsidR="009250F0" w:rsidRDefault="009250F0" w:rsidP="00DF4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91E8D" w14:textId="38F69C09" w:rsidR="00CC2ABD" w:rsidRDefault="00827798" w:rsidP="00D63862">
    <w:pPr>
      <w:tabs>
        <w:tab w:val="left" w:pos="9735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648A7756" wp14:editId="0DDF063C">
              <wp:simplePos x="0" y="0"/>
              <wp:positionH relativeFrom="page">
                <wp:posOffset>14654254</wp:posOffset>
              </wp:positionH>
              <wp:positionV relativeFrom="page">
                <wp:posOffset>166977</wp:posOffset>
              </wp:positionV>
              <wp:extent cx="285750" cy="215900"/>
              <wp:effectExtent l="0" t="0" r="19050" b="12700"/>
              <wp:wrapNone/>
              <wp:docPr id="25" name="Номер страницы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56D26C" w14:textId="1BF8F988" w:rsidR="00CC2ABD" w:rsidRPr="00C8458C" w:rsidRDefault="00CC2ABD" w:rsidP="00C8458C">
                          <w:pPr>
                            <w:pStyle w:val="affa"/>
                            <w:spacing w:before="100" w:beforeAutospacing="1"/>
                            <w:rPr>
                              <w:sz w:val="24"/>
                              <w:szCs w:val="24"/>
                            </w:rPr>
                          </w:pP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instrText xml:space="preserve"> =</w:instrTex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  <w:lang w:val="en-US"/>
                            </w:rPr>
                            <w:instrText>page</w:instrTex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17EC1">
                            <w:rPr>
                              <w:rFonts w:cs="Calibri"/>
                              <w:noProof/>
                              <w:sz w:val="24"/>
                              <w:szCs w:val="24"/>
                              <w:lang w:val="en-US"/>
                            </w:rPr>
                            <w:instrText>2</w:instrTex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end"/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  <w:lang w:val="en-US"/>
                            </w:rPr>
                            <w:instrText>+</w:instrText>
                          </w:r>
                          <w:r w:rsidR="006A6477">
                            <w:rPr>
                              <w:rFonts w:cs="Calibri"/>
                              <w:sz w:val="24"/>
                              <w:szCs w:val="24"/>
                            </w:rPr>
                            <w:instrText>2</w:instrText>
                          </w:r>
                          <w:r w:rsidR="00747DC6">
                            <w:rPr>
                              <w:rFonts w:cs="Calibri"/>
                              <w:sz w:val="24"/>
                              <w:szCs w:val="24"/>
                            </w:rPr>
                            <w:instrText>6</w:instrTex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17EC1">
                            <w:rPr>
                              <w:rFonts w:cs="Calibri"/>
                              <w:noProof/>
                              <w:sz w:val="24"/>
                              <w:szCs w:val="24"/>
                            </w:rPr>
                            <w:t>28</w: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8A7756" id="_x0000_t202" coordsize="21600,21600" o:spt="202" path="m,l,21600r21600,l21600,xe">
              <v:stroke joinstyle="miter"/>
              <v:path gradientshapeok="t" o:connecttype="rect"/>
            </v:shapetype>
            <v:shape id="Номер страницы" o:spid="_x0000_s1026" type="#_x0000_t202" style="position:absolute;left:0;text-align:left;margin-left:1153.9pt;margin-top:13.15pt;width:22.5pt;height:17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" strokeweight="1.5pt">
              <v:textbox inset="0,0,0,0">
                <w:txbxContent>
                  <w:p w14:paraId="5856D26C" w14:textId="1BF8F988" w:rsidR="00CC2ABD" w:rsidRPr="00C8458C" w:rsidRDefault="00CC2ABD" w:rsidP="00C8458C">
                    <w:pPr>
                      <w:pStyle w:val="affa"/>
                      <w:spacing w:before="100" w:beforeAutospacing="1"/>
                      <w:rPr>
                        <w:sz w:val="24"/>
                        <w:szCs w:val="24"/>
                      </w:rPr>
                    </w:pP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begin"/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instrText xml:space="preserve"> =</w:instrTex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begin"/>
                    </w:r>
                    <w:r w:rsidRPr="00F95173">
                      <w:rPr>
                        <w:rFonts w:cs="Calibri"/>
                        <w:sz w:val="24"/>
                        <w:szCs w:val="24"/>
                        <w:lang w:val="en-US"/>
                      </w:rPr>
                      <w:instrText>page</w:instrTex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separate"/>
                    </w:r>
                    <w:r w:rsidR="00017EC1">
                      <w:rPr>
                        <w:rFonts w:cs="Calibri"/>
                        <w:noProof/>
                        <w:sz w:val="24"/>
                        <w:szCs w:val="24"/>
                        <w:lang w:val="en-US"/>
                      </w:rPr>
                      <w:instrText>2</w:instrTex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end"/>
                    </w:r>
                    <w:r w:rsidRPr="00F95173">
                      <w:rPr>
                        <w:rFonts w:cs="Calibri"/>
                        <w:sz w:val="24"/>
                        <w:szCs w:val="24"/>
                        <w:lang w:val="en-US"/>
                      </w:rPr>
                      <w:instrText>+</w:instrText>
                    </w:r>
                    <w:r w:rsidR="006A6477">
                      <w:rPr>
                        <w:rFonts w:cs="Calibri"/>
                        <w:sz w:val="24"/>
                        <w:szCs w:val="24"/>
                      </w:rPr>
                      <w:instrText>2</w:instrText>
                    </w:r>
                    <w:r w:rsidR="00747DC6">
                      <w:rPr>
                        <w:rFonts w:cs="Calibri"/>
                        <w:sz w:val="24"/>
                        <w:szCs w:val="24"/>
                      </w:rPr>
                      <w:instrText>6</w:instrTex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separate"/>
                    </w:r>
                    <w:r w:rsidR="00017EC1">
                      <w:rPr>
                        <w:rFonts w:cs="Calibri"/>
                        <w:noProof/>
                        <w:sz w:val="24"/>
                        <w:szCs w:val="24"/>
                      </w:rPr>
                      <w:t>28</w: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31E651E2" wp14:editId="59B335E0">
              <wp:simplePos x="0" y="0"/>
              <wp:positionH relativeFrom="column">
                <wp:posOffset>-109220</wp:posOffset>
              </wp:positionH>
              <wp:positionV relativeFrom="paragraph">
                <wp:posOffset>635</wp:posOffset>
              </wp:positionV>
              <wp:extent cx="14223365" cy="627380"/>
              <wp:effectExtent l="0" t="635" r="1905" b="635"/>
              <wp:wrapNone/>
              <wp:docPr id="24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223365" cy="62738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FB3B3"/>
                          </a:gs>
                          <a:gs pos="100000">
                            <a:srgbClr val="FFB3B3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9EB2BA" w14:textId="77777777" w:rsidR="00CC1B62" w:rsidRPr="00CC1B62" w:rsidRDefault="00CC1B62" w:rsidP="00CC1B62">
                          <w:pPr>
                            <w:autoSpaceDE w:val="0"/>
                            <w:autoSpaceDN w:val="0"/>
                            <w:adjustRightInd w:val="0"/>
                            <w:ind w:left="4253" w:right="-167" w:firstLine="142"/>
                            <w:jc w:val="center"/>
                            <w:rPr>
                              <w:color w:val="000000"/>
                              <w:sz w:val="22"/>
                              <w:lang w:eastAsia="ru-RU"/>
                            </w:rPr>
                          </w:pPr>
                          <w:r w:rsidRPr="00CC1B62">
                            <w:rPr>
                              <w:color w:val="000000"/>
                              <w:sz w:val="22"/>
                              <w:lang w:eastAsia="ru-RU"/>
                            </w:rPr>
                            <w:t xml:space="preserve">«Общеобразовательная школа на 1120 мест, расположенная на земельном участке по адресу: Ленинградская область, Всеволожский район, д. Новое Девяткино, микрорайон 1, </w:t>
                          </w:r>
                        </w:p>
                        <w:p w14:paraId="7A3B2AC3" w14:textId="77777777" w:rsidR="00CC1B62" w:rsidRPr="00CC1B62" w:rsidRDefault="00CC1B62" w:rsidP="00CC1B62">
                          <w:pPr>
                            <w:autoSpaceDE w:val="0"/>
                            <w:autoSpaceDN w:val="0"/>
                            <w:adjustRightInd w:val="0"/>
                            <w:ind w:left="4253" w:right="-167" w:firstLine="142"/>
                            <w:jc w:val="center"/>
                            <w:rPr>
                              <w:rFonts w:ascii="Cambria" w:hAnsi="Cambria"/>
                              <w:sz w:val="22"/>
                            </w:rPr>
                          </w:pPr>
                          <w:r w:rsidRPr="00CC1B62">
                            <w:rPr>
                              <w:color w:val="000000"/>
                              <w:sz w:val="22"/>
                              <w:lang w:eastAsia="ru-RU"/>
                            </w:rPr>
                            <w:t>в границах кварталов 1.2 и 1.3, кадастровый номер: 47:07:0000000:92829»</w:t>
                          </w:r>
                        </w:p>
                      </w:txbxContent>
                    </wps:txbx>
                    <wps:bodyPr rot="0" vert="horz" wrap="square" lIns="180000" tIns="36000" rIns="396000" bIns="36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E651E2" id="Rectangle 35" o:spid="_x0000_s1027" style="position:absolute;left:0;text-align:left;margin-left:-8.6pt;margin-top:.05pt;width:1119.95pt;height:49.4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" fillcolor="#ffb3b3" stroked="f">
              <v:fill color2="#fff0f0" focus="100%" type="gradient"/>
              <v:textbox inset="5mm,1mm,11mm,1mm">
                <w:txbxContent>
                  <w:p w14:paraId="039EB2BA" w14:textId="77777777" w:rsidR="00CC1B62" w:rsidRPr="00CC1B62" w:rsidRDefault="00CC1B62" w:rsidP="00CC1B62">
                    <w:pPr>
                      <w:autoSpaceDE w:val="0"/>
                      <w:autoSpaceDN w:val="0"/>
                      <w:adjustRightInd w:val="0"/>
                      <w:ind w:left="4253" w:right="-167" w:firstLine="142"/>
                      <w:jc w:val="center"/>
                      <w:rPr>
                        <w:color w:val="000000"/>
                        <w:sz w:val="22"/>
                        <w:lang w:eastAsia="ru-RU"/>
                      </w:rPr>
                    </w:pPr>
                    <w:r w:rsidRPr="00CC1B62">
                      <w:rPr>
                        <w:color w:val="000000"/>
                        <w:sz w:val="22"/>
                        <w:lang w:eastAsia="ru-RU"/>
                      </w:rPr>
                      <w:t xml:space="preserve">«Общеобразовательная школа на 1120 мест, расположенная на земельном участке по адресу: Ленинградская область, Всеволожский район, д. Новое Девяткино, микрорайон 1, </w:t>
                    </w:r>
                  </w:p>
                  <w:p w14:paraId="7A3B2AC3" w14:textId="77777777" w:rsidR="00CC1B62" w:rsidRPr="00CC1B62" w:rsidRDefault="00CC1B62" w:rsidP="00CC1B62">
                    <w:pPr>
                      <w:autoSpaceDE w:val="0"/>
                      <w:autoSpaceDN w:val="0"/>
                      <w:adjustRightInd w:val="0"/>
                      <w:ind w:left="4253" w:right="-167" w:firstLine="142"/>
                      <w:jc w:val="center"/>
                      <w:rPr>
                        <w:rFonts w:ascii="Cambria" w:hAnsi="Cambria"/>
                        <w:sz w:val="22"/>
                      </w:rPr>
                    </w:pPr>
                    <w:r w:rsidRPr="00CC1B62">
                      <w:rPr>
                        <w:color w:val="000000"/>
                        <w:sz w:val="22"/>
                        <w:lang w:eastAsia="ru-RU"/>
                      </w:rPr>
                      <w:t>в границах кварталов 1.2 и 1.3, кадастровый номер: 47:07:0000000:92829»</w:t>
                    </w:r>
                  </w:p>
                </w:txbxContent>
              </v:textbox>
            </v:rect>
          </w:pict>
        </mc:Fallback>
      </mc:AlternateContent>
    </w:r>
    <w:r w:rsidR="00CC2ABD">
      <w:rPr>
        <w:noProof/>
        <w:lang w:eastAsia="ru-RU"/>
      </w:rPr>
      <w:drawing>
        <wp:anchor distT="0" distB="0" distL="114300" distR="114300" simplePos="0" relativeHeight="251655680" behindDoc="0" locked="0" layoutInCell="1" allowOverlap="1" wp14:anchorId="0DC45BD1" wp14:editId="3647F2DB">
          <wp:simplePos x="0" y="0"/>
          <wp:positionH relativeFrom="column">
            <wp:posOffset>0</wp:posOffset>
          </wp:positionH>
          <wp:positionV relativeFrom="paragraph">
            <wp:posOffset>33848</wp:posOffset>
          </wp:positionV>
          <wp:extent cx="2452370" cy="405130"/>
          <wp:effectExtent l="171450" t="114300" r="81280" b="185420"/>
          <wp:wrapThrough wrapText="bothSides">
            <wp:wrapPolygon edited="0">
              <wp:start x="168" y="-6094"/>
              <wp:lineTo x="-1510" y="-4063"/>
              <wp:lineTo x="-1510" y="23361"/>
              <wp:lineTo x="-168" y="31486"/>
              <wp:lineTo x="2852" y="31486"/>
              <wp:lineTo x="3020" y="29455"/>
              <wp:lineTo x="20974" y="28439"/>
              <wp:lineTo x="21141" y="28439"/>
              <wp:lineTo x="22316" y="13204"/>
              <wp:lineTo x="22316" y="12188"/>
              <wp:lineTo x="21980" y="-3047"/>
              <wp:lineTo x="21813" y="-6094"/>
              <wp:lineTo x="168" y="-6094"/>
            </wp:wrapPolygon>
          </wp:wrapThrough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77800" dist="50800" dir="5400000" sx="102000" sy="102000" algn="ctr" rotWithShape="0">
                      <a:schemeClr val="tx1">
                        <a:alpha val="56000"/>
                      </a:scheme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57F025D" wp14:editId="5C21B052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14220190" cy="10332085"/>
              <wp:effectExtent l="0" t="0" r="0" b="0"/>
              <wp:wrapNone/>
              <wp:docPr id="15" name="Рамка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20190" cy="10332085"/>
                      </a:xfrm>
                      <a:prstGeom prst="rect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74098069" id="Рамка" o:spid="_x0000_s1026" style="position:absolute;margin-left:56.7pt;margin-top:14.2pt;width:1119.7pt;height:813.5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" filled="f" strokecolor="windowText" strokeweight="1.5pt">
              <v:path arrowok="t"/>
              <w10:wrap anchorx="page" anchory="page"/>
            </v:rect>
          </w:pict>
        </mc:Fallback>
      </mc:AlternateContent>
    </w:r>
  </w:p>
  <w:p w14:paraId="5445EE19" w14:textId="0DB55D4E" w:rsidR="00CC2ABD" w:rsidRPr="002049B8" w:rsidRDefault="00CC2ABD" w:rsidP="00D63862">
    <w:pPr>
      <w:tabs>
        <w:tab w:val="left" w:pos="97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72322" w14:textId="51D2CC9B" w:rsidR="00CC2ABD" w:rsidRPr="00E40953" w:rsidRDefault="00827798" w:rsidP="00E40953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0BC0D132" wp14:editId="56137644">
              <wp:simplePos x="0" y="0"/>
              <wp:positionH relativeFrom="page">
                <wp:posOffset>14657696</wp:posOffset>
              </wp:positionH>
              <wp:positionV relativeFrom="page">
                <wp:posOffset>170597</wp:posOffset>
              </wp:positionV>
              <wp:extent cx="280565" cy="215900"/>
              <wp:effectExtent l="0" t="0" r="24765" b="12700"/>
              <wp:wrapNone/>
              <wp:docPr id="23" name="Номер страницы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565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7F52C7" w14:textId="4048109C" w:rsidR="00CC2ABD" w:rsidRPr="00C8458C" w:rsidRDefault="00CC2ABD" w:rsidP="00C8458C">
                          <w:pPr>
                            <w:pStyle w:val="affa"/>
                            <w:spacing w:before="100" w:beforeAutospacing="1"/>
                            <w:rPr>
                              <w:sz w:val="24"/>
                              <w:szCs w:val="24"/>
                            </w:rPr>
                          </w:pP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instrText xml:space="preserve"> =</w:instrTex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  <w:lang w:val="en-US"/>
                            </w:rPr>
                            <w:instrText>page</w:instrTex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17EC1">
                            <w:rPr>
                              <w:rFonts w:cs="Calibri"/>
                              <w:noProof/>
                              <w:sz w:val="24"/>
                              <w:szCs w:val="24"/>
                              <w:lang w:val="en-US"/>
                            </w:rPr>
                            <w:instrText>1</w:instrTex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end"/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  <w:lang w:val="en-US"/>
                            </w:rPr>
                            <w:instrText>+</w:instrText>
                          </w:r>
                          <w:r w:rsidR="00803A75">
                            <w:rPr>
                              <w:rFonts w:cs="Calibri"/>
                              <w:sz w:val="24"/>
                              <w:szCs w:val="24"/>
                            </w:rPr>
                            <w:instrText>2</w:instrText>
                          </w:r>
                          <w:r w:rsidR="00747DC6">
                            <w:rPr>
                              <w:rFonts w:cs="Calibri"/>
                              <w:sz w:val="24"/>
                              <w:szCs w:val="24"/>
                            </w:rPr>
                            <w:instrText>6</w:instrTex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17EC1">
                            <w:rPr>
                              <w:rFonts w:cs="Calibri"/>
                              <w:noProof/>
                              <w:sz w:val="24"/>
                              <w:szCs w:val="24"/>
                            </w:rPr>
                            <w:t>27</w:t>
                          </w:r>
                          <w:r w:rsidRPr="00F95173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0D132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1154.15pt;margin-top:13.45pt;width:22.1pt;height:17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" strokeweight="1.5pt">
              <v:textbox inset="0,0,0,0">
                <w:txbxContent>
                  <w:p w14:paraId="507F52C7" w14:textId="4048109C" w:rsidR="00CC2ABD" w:rsidRPr="00C8458C" w:rsidRDefault="00CC2ABD" w:rsidP="00C8458C">
                    <w:pPr>
                      <w:pStyle w:val="affa"/>
                      <w:spacing w:before="100" w:beforeAutospacing="1"/>
                      <w:rPr>
                        <w:sz w:val="24"/>
                        <w:szCs w:val="24"/>
                      </w:rPr>
                    </w:pP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begin"/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instrText xml:space="preserve"> =</w:instrTex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begin"/>
                    </w:r>
                    <w:r w:rsidRPr="00F95173">
                      <w:rPr>
                        <w:rFonts w:cs="Calibri"/>
                        <w:sz w:val="24"/>
                        <w:szCs w:val="24"/>
                        <w:lang w:val="en-US"/>
                      </w:rPr>
                      <w:instrText>page</w:instrTex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separate"/>
                    </w:r>
                    <w:r w:rsidR="00017EC1">
                      <w:rPr>
                        <w:rFonts w:cs="Calibri"/>
                        <w:noProof/>
                        <w:sz w:val="24"/>
                        <w:szCs w:val="24"/>
                        <w:lang w:val="en-US"/>
                      </w:rPr>
                      <w:instrText>1</w:instrTex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end"/>
                    </w:r>
                    <w:r w:rsidRPr="00F95173">
                      <w:rPr>
                        <w:rFonts w:cs="Calibri"/>
                        <w:sz w:val="24"/>
                        <w:szCs w:val="24"/>
                        <w:lang w:val="en-US"/>
                      </w:rPr>
                      <w:instrText>+</w:instrText>
                    </w:r>
                    <w:r w:rsidR="00803A75">
                      <w:rPr>
                        <w:rFonts w:cs="Calibri"/>
                        <w:sz w:val="24"/>
                        <w:szCs w:val="24"/>
                      </w:rPr>
                      <w:instrText>2</w:instrText>
                    </w:r>
                    <w:r w:rsidR="00747DC6">
                      <w:rPr>
                        <w:rFonts w:cs="Calibri"/>
                        <w:sz w:val="24"/>
                        <w:szCs w:val="24"/>
                      </w:rPr>
                      <w:instrText>6</w:instrTex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separate"/>
                    </w:r>
                    <w:r w:rsidR="00017EC1">
                      <w:rPr>
                        <w:rFonts w:cs="Calibri"/>
                        <w:noProof/>
                        <w:sz w:val="24"/>
                        <w:szCs w:val="24"/>
                      </w:rPr>
                      <w:t>27</w:t>
                    </w:r>
                    <w:r w:rsidRPr="00F95173">
                      <w:rPr>
                        <w:rFonts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31E651E2" wp14:editId="4FB6CF07">
              <wp:simplePos x="0" y="0"/>
              <wp:positionH relativeFrom="column">
                <wp:posOffset>-107950</wp:posOffset>
              </wp:positionH>
              <wp:positionV relativeFrom="paragraph">
                <wp:posOffset>635</wp:posOffset>
              </wp:positionV>
              <wp:extent cx="14222095" cy="627380"/>
              <wp:effectExtent l="0" t="635" r="1905" b="635"/>
              <wp:wrapNone/>
              <wp:docPr id="9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222095" cy="62738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FB3B3"/>
                          </a:gs>
                          <a:gs pos="100000">
                            <a:srgbClr val="FFB3B3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A11E80" w14:textId="77777777" w:rsidR="00CC1B62" w:rsidRPr="00CC1B62" w:rsidRDefault="00CC1B62" w:rsidP="00CC1B62">
                          <w:pPr>
                            <w:autoSpaceDE w:val="0"/>
                            <w:autoSpaceDN w:val="0"/>
                            <w:adjustRightInd w:val="0"/>
                            <w:ind w:left="4253" w:right="-167" w:firstLine="142"/>
                            <w:jc w:val="center"/>
                            <w:rPr>
                              <w:color w:val="000000"/>
                              <w:sz w:val="22"/>
                              <w:lang w:eastAsia="ru-RU"/>
                            </w:rPr>
                          </w:pPr>
                          <w:r w:rsidRPr="00CC1B62">
                            <w:rPr>
                              <w:color w:val="000000"/>
                              <w:sz w:val="22"/>
                              <w:lang w:eastAsia="ru-RU"/>
                            </w:rPr>
                            <w:t xml:space="preserve">«Общеобразовательная школа на 1120 мест, расположенная на земельном участке по адресу: Ленинградская область, Всеволожский район, д. Новое Девяткино, микрорайон 1, </w:t>
                          </w:r>
                        </w:p>
                        <w:p w14:paraId="0CFE2068" w14:textId="3A1BF7B5" w:rsidR="00857CDF" w:rsidRPr="00CC1B62" w:rsidRDefault="00CC1B62" w:rsidP="00CC1B62">
                          <w:pPr>
                            <w:autoSpaceDE w:val="0"/>
                            <w:autoSpaceDN w:val="0"/>
                            <w:adjustRightInd w:val="0"/>
                            <w:ind w:left="4253" w:right="-167" w:firstLine="142"/>
                            <w:jc w:val="center"/>
                            <w:rPr>
                              <w:rFonts w:ascii="Cambria" w:hAnsi="Cambria"/>
                              <w:sz w:val="22"/>
                            </w:rPr>
                          </w:pPr>
                          <w:r w:rsidRPr="00CC1B62">
                            <w:rPr>
                              <w:color w:val="000000"/>
                              <w:sz w:val="22"/>
                              <w:lang w:eastAsia="ru-RU"/>
                            </w:rPr>
                            <w:t>в границах кварталов 1.2 и 1.3, кадастровый номер: 47:07:0000000:92829»</w:t>
                          </w:r>
                        </w:p>
                      </w:txbxContent>
                    </wps:txbx>
                    <wps:bodyPr rot="0" vert="horz" wrap="square" lIns="180000" tIns="36000" rIns="396000" bIns="36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E651E2" id="Rectangle 28" o:spid="_x0000_s1035" style="position:absolute;left:0;text-align:left;margin-left:-8.5pt;margin-top:.05pt;width:1119.85pt;height:49.4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" fillcolor="#ffb3b3" stroked="f">
              <v:fill color2="#fff0f0" focus="100%" type="gradient"/>
              <v:textbox inset="5mm,1mm,11mm,1mm">
                <w:txbxContent>
                  <w:p w14:paraId="42A11E80" w14:textId="77777777" w:rsidR="00CC1B62" w:rsidRPr="00CC1B62" w:rsidRDefault="00CC1B62" w:rsidP="00CC1B62">
                    <w:pPr>
                      <w:autoSpaceDE w:val="0"/>
                      <w:autoSpaceDN w:val="0"/>
                      <w:adjustRightInd w:val="0"/>
                      <w:ind w:left="4253" w:right="-167" w:firstLine="142"/>
                      <w:jc w:val="center"/>
                      <w:rPr>
                        <w:color w:val="000000"/>
                        <w:sz w:val="22"/>
                        <w:lang w:eastAsia="ru-RU"/>
                      </w:rPr>
                    </w:pPr>
                    <w:r w:rsidRPr="00CC1B62">
                      <w:rPr>
                        <w:color w:val="000000"/>
                        <w:sz w:val="22"/>
                        <w:lang w:eastAsia="ru-RU"/>
                      </w:rPr>
                      <w:t xml:space="preserve">«Общеобразовательная школа на 1120 мест, расположенная на земельном участке по адресу: Ленинградская область, Всеволожский район, д. Новое Девяткино, микрорайон 1, </w:t>
                    </w:r>
                  </w:p>
                  <w:p w14:paraId="0CFE2068" w14:textId="3A1BF7B5" w:rsidR="00857CDF" w:rsidRPr="00CC1B62" w:rsidRDefault="00CC1B62" w:rsidP="00CC1B62">
                    <w:pPr>
                      <w:autoSpaceDE w:val="0"/>
                      <w:autoSpaceDN w:val="0"/>
                      <w:adjustRightInd w:val="0"/>
                      <w:ind w:left="4253" w:right="-167" w:firstLine="142"/>
                      <w:jc w:val="center"/>
                      <w:rPr>
                        <w:rFonts w:ascii="Cambria" w:hAnsi="Cambria"/>
                        <w:sz w:val="22"/>
                      </w:rPr>
                    </w:pPr>
                    <w:r w:rsidRPr="00CC1B62">
                      <w:rPr>
                        <w:color w:val="000000"/>
                        <w:sz w:val="22"/>
                        <w:lang w:eastAsia="ru-RU"/>
                      </w:rPr>
                      <w:t>в границах кварталов 1.2 и 1.3, кадастровый номер: 47:07:0000000:92829»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11913C3E" wp14:editId="0CE8B5CB">
              <wp:simplePos x="0" y="0"/>
              <wp:positionH relativeFrom="page">
                <wp:posOffset>720090</wp:posOffset>
              </wp:positionH>
              <wp:positionV relativeFrom="page">
                <wp:posOffset>180975</wp:posOffset>
              </wp:positionV>
              <wp:extent cx="14220190" cy="10332085"/>
              <wp:effectExtent l="0" t="0" r="0" b="0"/>
              <wp:wrapNone/>
              <wp:docPr id="222" name="Рамка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20190" cy="10332085"/>
                      </a:xfrm>
                      <a:prstGeom prst="rect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1465D030" id="Рамка" o:spid="_x0000_s1026" style="position:absolute;margin-left:56.7pt;margin-top:14.25pt;width:1119.7pt;height:813.5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" filled="f" strokecolor="windowText" strokeweight="1.5pt">
              <v:path arrowok="t"/>
              <w10:wrap anchorx="page" anchory="page"/>
            </v:rect>
          </w:pict>
        </mc:Fallback>
      </mc:AlternateContent>
    </w:r>
    <w:r w:rsidR="00CC2ABD">
      <w:rPr>
        <w:noProof/>
        <w:lang w:eastAsia="ru-RU"/>
      </w:rPr>
      <w:drawing>
        <wp:anchor distT="0" distB="0" distL="114300" distR="114300" simplePos="0" relativeHeight="251640832" behindDoc="0" locked="0" layoutInCell="1" allowOverlap="1" wp14:anchorId="544AC15F" wp14:editId="013C99AC">
          <wp:simplePos x="0" y="0"/>
          <wp:positionH relativeFrom="column">
            <wp:posOffset>85725</wp:posOffset>
          </wp:positionH>
          <wp:positionV relativeFrom="paragraph">
            <wp:posOffset>34455</wp:posOffset>
          </wp:positionV>
          <wp:extent cx="2452370" cy="405130"/>
          <wp:effectExtent l="171450" t="114300" r="81280" b="185420"/>
          <wp:wrapThrough wrapText="bothSides">
            <wp:wrapPolygon edited="0">
              <wp:start x="168" y="-6094"/>
              <wp:lineTo x="-1510" y="-4063"/>
              <wp:lineTo x="-1510" y="23361"/>
              <wp:lineTo x="-168" y="31486"/>
              <wp:lineTo x="2852" y="31486"/>
              <wp:lineTo x="3020" y="29455"/>
              <wp:lineTo x="20974" y="28439"/>
              <wp:lineTo x="21141" y="28439"/>
              <wp:lineTo x="22316" y="13204"/>
              <wp:lineTo x="22316" y="12188"/>
              <wp:lineTo x="21980" y="-3047"/>
              <wp:lineTo x="21813" y="-6094"/>
              <wp:lineTo x="168" y="-6094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77800" dist="50800" dir="5400000" sx="102000" sy="102000" algn="ctr" rotWithShape="0">
                      <a:schemeClr val="tx1">
                        <a:alpha val="56000"/>
                      </a:scheme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7B9795" w14:textId="6D1A417C" w:rsidR="00CC2ABD" w:rsidRPr="00B82FEB" w:rsidRDefault="00827798" w:rsidP="002035DE">
    <w:pPr>
      <w:tabs>
        <w:tab w:val="left" w:pos="7980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7F262741" wp14:editId="6F0D5246">
              <wp:simplePos x="0" y="0"/>
              <wp:positionH relativeFrom="page">
                <wp:posOffset>540385</wp:posOffset>
              </wp:positionH>
              <wp:positionV relativeFrom="margin">
                <wp:posOffset>4572635</wp:posOffset>
              </wp:positionV>
              <wp:extent cx="179705" cy="360045"/>
              <wp:effectExtent l="0" t="0" r="0" b="1905"/>
              <wp:wrapNone/>
              <wp:docPr id="21" name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619C92" w14:textId="77777777" w:rsidR="00CC2ABD" w:rsidRPr="00952C46" w:rsidRDefault="00CC2ABD" w:rsidP="00E40953">
                          <w:pPr>
                            <w:pStyle w:val="afc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262741" id="1" o:spid="_x0000_s1036" type="#_x0000_t202" style="position:absolute;left:0;text-align:left;margin-left:42.55pt;margin-top:360.05pt;width:14.15pt;height:28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" strokeweight="1.5pt">
              <v:textbox style="layout-flow:vertical;mso-layout-flow-alt:bottom-to-top" inset="0,0,0,0">
                <w:txbxContent>
                  <w:p w14:paraId="34619C92" w14:textId="77777777" w:rsidR="00CC2ABD" w:rsidRPr="00952C46" w:rsidRDefault="00CC2ABD" w:rsidP="00E40953">
                    <w:pPr>
                      <w:pStyle w:val="afc"/>
                      <w:rPr>
                        <w:lang w:val="en-US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75BCDC60" wp14:editId="64E9374F">
              <wp:simplePos x="0" y="0"/>
              <wp:positionH relativeFrom="page">
                <wp:posOffset>360045</wp:posOffset>
              </wp:positionH>
              <wp:positionV relativeFrom="margin">
                <wp:posOffset>4572635</wp:posOffset>
              </wp:positionV>
              <wp:extent cx="179705" cy="360045"/>
              <wp:effectExtent l="0" t="0" r="0" b="1905"/>
              <wp:wrapNone/>
              <wp:docPr id="20" name="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9C5E65" w14:textId="77777777" w:rsidR="00CC2ABD" w:rsidRPr="00952C46" w:rsidRDefault="00CC2ABD" w:rsidP="00E40953">
                          <w:pPr>
                            <w:pStyle w:val="afc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BCDC60" id="2" o:spid="_x0000_s1037" type="#_x0000_t202" style="position:absolute;left:0;text-align:left;margin-left:28.35pt;margin-top:360.05pt;width:14.15pt;height:28.3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" strokeweight="1.5pt">
              <v:textbox style="layout-flow:vertical;mso-layout-flow-alt:bottom-to-top" inset="0,0,0,0">
                <w:txbxContent>
                  <w:p w14:paraId="329C5E65" w14:textId="77777777" w:rsidR="00CC2ABD" w:rsidRPr="00952C46" w:rsidRDefault="00CC2ABD" w:rsidP="00E40953">
                    <w:pPr>
                      <w:pStyle w:val="afc"/>
                      <w:rPr>
                        <w:lang w:val="en-US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95F4123" wp14:editId="356A842C">
              <wp:simplePos x="0" y="0"/>
              <wp:positionH relativeFrom="page">
                <wp:posOffset>179705</wp:posOffset>
              </wp:positionH>
              <wp:positionV relativeFrom="margin">
                <wp:posOffset>4572635</wp:posOffset>
              </wp:positionV>
              <wp:extent cx="179705" cy="2339975"/>
              <wp:effectExtent l="0" t="0" r="0" b="3175"/>
              <wp:wrapNone/>
              <wp:docPr id="76" name="Согласовано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2339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A91B0B" w14:textId="77777777" w:rsidR="00CC2ABD" w:rsidRDefault="00CC2ABD" w:rsidP="001C1DE7">
                          <w:pPr>
                            <w:pStyle w:val="afc"/>
                            <w:jc w:val="left"/>
                          </w:pPr>
                          <w:r w:rsidRPr="004C30A9">
                            <w:t>Согласовано</w:t>
                          </w: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5F4123" id="Согласовано" o:spid="_x0000_s1038" type="#_x0000_t202" style="position:absolute;left:0;text-align:left;margin-left:14.15pt;margin-top:360.05pt;width:14.15pt;height:18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" strokeweight="1.5pt">
              <v:textbox style="layout-flow:vertical;mso-layout-flow-alt:bottom-to-top" inset="0,0,0,0">
                <w:txbxContent>
                  <w:p w14:paraId="6AA91B0B" w14:textId="77777777" w:rsidR="00CC2ABD" w:rsidRDefault="00CC2ABD" w:rsidP="001C1DE7">
                    <w:pPr>
                      <w:pStyle w:val="afc"/>
                      <w:jc w:val="left"/>
                    </w:pPr>
                    <w:r w:rsidRPr="004C30A9">
                      <w:t>Согласовано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CC2AB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5BA9"/>
    <w:multiLevelType w:val="multilevel"/>
    <w:tmpl w:val="4DBC7CD4"/>
    <w:lvl w:ilvl="0">
      <w:start w:val="1"/>
      <w:numFmt w:val="decimal"/>
      <w:lvlText w:val="%1."/>
      <w:lvlJc w:val="left"/>
      <w:pPr>
        <w:ind w:left="1304" w:hanging="595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1502" w:hanging="595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700" w:hanging="595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1898" w:hanging="595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096" w:hanging="595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2294" w:hanging="595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2492" w:hanging="595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2690" w:hanging="595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2888" w:hanging="595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26B7118"/>
    <w:multiLevelType w:val="multilevel"/>
    <w:tmpl w:val="90B29184"/>
    <w:styleLink w:val="a"/>
    <w:lvl w:ilvl="0">
      <w:start w:val="1"/>
      <w:numFmt w:val="bullet"/>
      <w:lvlText w:val=""/>
      <w:lvlJc w:val="left"/>
      <w:rPr>
        <w:rFonts w:ascii="Symbol" w:hAnsi="Symbol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4"/>
        <w:u w:val="none"/>
        <w:vertAlign w:val="baseline"/>
      </w:rPr>
    </w:lvl>
    <w:lvl w:ilvl="1">
      <w:start w:val="1"/>
      <w:numFmt w:val="bullet"/>
      <w:lvlRestart w:val="0"/>
      <w:pStyle w:val="a0"/>
      <w:lvlText w:val=""/>
      <w:lvlJc w:val="left"/>
      <w:pPr>
        <w:ind w:left="1208" w:hanging="284"/>
      </w:pPr>
      <w:rPr>
        <w:rFonts w:ascii="Symbol" w:hAnsi="Symbol" w:hint="default"/>
        <w:sz w:val="24"/>
      </w:rPr>
    </w:lvl>
    <w:lvl w:ilvl="2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  <w:sz w:val="24"/>
      </w:rPr>
    </w:lvl>
    <w:lvl w:ilvl="3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</w:abstractNum>
  <w:abstractNum w:abstractNumId="2" w15:restartNumberingAfterBreak="0">
    <w:nsid w:val="06D30A51"/>
    <w:multiLevelType w:val="hybridMultilevel"/>
    <w:tmpl w:val="D6CAAE48"/>
    <w:lvl w:ilvl="0" w:tplc="727C75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7705"/>
    <w:multiLevelType w:val="multilevel"/>
    <w:tmpl w:val="3A3695EA"/>
    <w:styleLink w:val="a1"/>
    <w:lvl w:ilvl="0">
      <w:start w:val="1"/>
      <w:numFmt w:val="decimal"/>
      <w:lvlText w:val="%1."/>
      <w:lvlJc w:val="left"/>
      <w:pPr>
        <w:ind w:left="1077" w:hanging="368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Restart w:val="0"/>
      <w:lvlText w:val="%1.%2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lvlText w:val="%1.%2.%3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183E413D"/>
    <w:multiLevelType w:val="hybridMultilevel"/>
    <w:tmpl w:val="05528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A4E4C"/>
    <w:multiLevelType w:val="hybridMultilevel"/>
    <w:tmpl w:val="36665A7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21C83B61"/>
    <w:multiLevelType w:val="multilevel"/>
    <w:tmpl w:val="B9C08832"/>
    <w:numStyleLink w:val="a2"/>
  </w:abstractNum>
  <w:abstractNum w:abstractNumId="7" w15:restartNumberingAfterBreak="0">
    <w:nsid w:val="23C21571"/>
    <w:multiLevelType w:val="hybridMultilevel"/>
    <w:tmpl w:val="CED459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26247AF3"/>
    <w:multiLevelType w:val="hybridMultilevel"/>
    <w:tmpl w:val="717AE2E0"/>
    <w:lvl w:ilvl="0" w:tplc="967477FE">
      <w:start w:val="1"/>
      <w:numFmt w:val="decimal"/>
      <w:lvlText w:val="%1."/>
      <w:lvlJc w:val="center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AFD54A1"/>
    <w:multiLevelType w:val="multilevel"/>
    <w:tmpl w:val="90B29184"/>
    <w:numStyleLink w:val="a"/>
  </w:abstractNum>
  <w:abstractNum w:abstractNumId="10" w15:restartNumberingAfterBreak="0">
    <w:nsid w:val="2CCE16F5"/>
    <w:multiLevelType w:val="multilevel"/>
    <w:tmpl w:val="CD50EAC0"/>
    <w:styleLink w:val="a3"/>
    <w:lvl w:ilvl="0">
      <w:start w:val="1"/>
      <w:numFmt w:val="decimal"/>
      <w:pStyle w:val="a4"/>
      <w:lvlText w:val="%1)"/>
      <w:lvlJc w:val="left"/>
      <w:pPr>
        <w:ind w:left="1134" w:hanging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2"/>
      <w:lvlText w:val="%1.%2)"/>
      <w:lvlJc w:val="left"/>
      <w:pPr>
        <w:ind w:left="1304" w:hanging="42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lvlText w:val="%1.%2.%3)"/>
      <w:lvlJc w:val="left"/>
      <w:pPr>
        <w:ind w:left="1474" w:hanging="425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lvlText w:val="%1.%2.%3.%4)"/>
      <w:lvlJc w:val="left"/>
      <w:pPr>
        <w:ind w:left="1644" w:hanging="425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)"/>
      <w:lvlJc w:val="left"/>
      <w:pPr>
        <w:ind w:left="1814" w:hanging="425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)"/>
      <w:lvlJc w:val="left"/>
      <w:pPr>
        <w:ind w:left="1984" w:hanging="425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ind w:left="2154" w:hanging="425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ind w:left="2324" w:hanging="425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ind w:left="2494" w:hanging="425"/>
      </w:pPr>
      <w:rPr>
        <w:rFonts w:hint="default"/>
      </w:rPr>
    </w:lvl>
  </w:abstractNum>
  <w:abstractNum w:abstractNumId="11" w15:restartNumberingAfterBreak="0">
    <w:nsid w:val="34BE14C5"/>
    <w:multiLevelType w:val="multilevel"/>
    <w:tmpl w:val="B9C08832"/>
    <w:numStyleLink w:val="a2"/>
  </w:abstractNum>
  <w:abstractNum w:abstractNumId="12" w15:restartNumberingAfterBreak="0">
    <w:nsid w:val="360A6E44"/>
    <w:multiLevelType w:val="multilevel"/>
    <w:tmpl w:val="B9C08832"/>
    <w:styleLink w:val="a2"/>
    <w:lvl w:ilvl="0">
      <w:start w:val="1"/>
      <w:numFmt w:val="decimal"/>
      <w:pStyle w:val="1"/>
      <w:lvlText w:val="%1."/>
      <w:lvlJc w:val="left"/>
      <w:pPr>
        <w:ind w:left="1077" w:hanging="368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Restart w:val="0"/>
      <w:pStyle w:val="20"/>
      <w:lvlText w:val="%1.%2."/>
      <w:lvlJc w:val="left"/>
      <w:pPr>
        <w:ind w:left="1191" w:hanging="482"/>
      </w:pPr>
      <w:rPr>
        <w:rFonts w:ascii="Times New Roman" w:hAnsi="Times New Roman" w:hint="default"/>
        <w:b/>
        <w:i/>
        <w:sz w:val="24"/>
      </w:rPr>
    </w:lvl>
    <w:lvl w:ilvl="2">
      <w:start w:val="1"/>
      <w:numFmt w:val="decimal"/>
      <w:lvlRestart w:val="0"/>
      <w:pStyle w:val="30"/>
      <w:lvlText w:val="%1.%2.%3."/>
      <w:lvlJc w:val="left"/>
      <w:pPr>
        <w:ind w:left="1361" w:hanging="652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40"/>
      <w:lvlText w:val="%1.%2.%3.%4."/>
      <w:lvlJc w:val="left"/>
      <w:pPr>
        <w:ind w:left="1531" w:hanging="822"/>
      </w:pPr>
      <w:rPr>
        <w:rFonts w:ascii="Times New Roman" w:hAnsi="Times New Roman" w:hint="default"/>
        <w:b/>
        <w:i/>
        <w:sz w:val="24"/>
      </w:rPr>
    </w:lvl>
    <w:lvl w:ilvl="4">
      <w:start w:val="1"/>
      <w:numFmt w:val="decimal"/>
      <w:pStyle w:val="50"/>
      <w:lvlText w:val="%1.%2.%3.%4.%5."/>
      <w:lvlJc w:val="left"/>
      <w:pPr>
        <w:ind w:left="1701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pStyle w:val="6"/>
      <w:lvlText w:val="%1.%2.%3.%4.%5.%6."/>
      <w:lvlJc w:val="left"/>
      <w:pPr>
        <w:ind w:left="1871" w:hanging="1162"/>
      </w:pPr>
      <w:rPr>
        <w:rFonts w:ascii="Times New Roman" w:hAnsi="Times New Roman" w:hint="default"/>
        <w:b/>
        <w:i/>
        <w:sz w:val="24"/>
      </w:rPr>
    </w:lvl>
    <w:lvl w:ilvl="6">
      <w:start w:val="1"/>
      <w:numFmt w:val="decimal"/>
      <w:pStyle w:val="7"/>
      <w:lvlText w:val="%1.%2.%3.%4.%5.%6.%7."/>
      <w:lvlJc w:val="left"/>
      <w:pPr>
        <w:ind w:left="2041" w:hanging="1332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pStyle w:val="8"/>
      <w:lvlText w:val="%1.%2.%3.%4.%5.%6.%7.%8."/>
      <w:lvlJc w:val="left"/>
      <w:pPr>
        <w:ind w:left="2211" w:hanging="1502"/>
      </w:pPr>
      <w:rPr>
        <w:rFonts w:ascii="Times New Roman" w:hAnsi="Times New Roman" w:hint="default"/>
        <w:b/>
        <w:i/>
        <w:sz w:val="24"/>
      </w:rPr>
    </w:lvl>
    <w:lvl w:ilvl="8">
      <w:start w:val="1"/>
      <w:numFmt w:val="decimal"/>
      <w:pStyle w:val="9"/>
      <w:lvlText w:val="%1.%2.%3.%4.%5.%6.%7.%8.%9."/>
      <w:lvlJc w:val="left"/>
      <w:pPr>
        <w:ind w:left="2381" w:hanging="1672"/>
      </w:pPr>
      <w:rPr>
        <w:rFonts w:ascii="Times New Roman" w:hAnsi="Times New Roman" w:hint="default"/>
        <w:b/>
        <w:i w:val="0"/>
        <w:sz w:val="24"/>
      </w:rPr>
    </w:lvl>
  </w:abstractNum>
  <w:abstractNum w:abstractNumId="13" w15:restartNumberingAfterBreak="0">
    <w:nsid w:val="4072149E"/>
    <w:multiLevelType w:val="multilevel"/>
    <w:tmpl w:val="7A4E68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none"/>
      <w:lvlText w:val="4.3.1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52EF74BA"/>
    <w:multiLevelType w:val="hybridMultilevel"/>
    <w:tmpl w:val="717AE2E0"/>
    <w:lvl w:ilvl="0" w:tplc="967477FE">
      <w:start w:val="1"/>
      <w:numFmt w:val="decimal"/>
      <w:lvlText w:val="%1."/>
      <w:lvlJc w:val="center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6A7D78C5"/>
    <w:multiLevelType w:val="hybridMultilevel"/>
    <w:tmpl w:val="C116FDC6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6" w15:restartNumberingAfterBreak="0">
    <w:nsid w:val="72B12FFF"/>
    <w:multiLevelType w:val="hybridMultilevel"/>
    <w:tmpl w:val="6DA0092C"/>
    <w:lvl w:ilvl="0" w:tplc="B504F6A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14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10"/>
  </w:num>
  <w:num w:numId="10">
    <w:abstractNumId w:val="12"/>
  </w:num>
  <w:num w:numId="11">
    <w:abstractNumId w:val="9"/>
  </w:num>
  <w:num w:numId="12">
    <w:abstractNumId w:val="9"/>
  </w:num>
  <w:num w:numId="13">
    <w:abstractNumId w:val="1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2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12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3"/>
  </w:num>
  <w:num w:numId="41">
    <w:abstractNumId w:val="16"/>
  </w:num>
  <w:num w:numId="42">
    <w:abstractNumId w:val="4"/>
  </w:num>
  <w:num w:numId="4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drawingGridHorizontalSpacing w:val="284"/>
  <w:drawingGridVerticalSpacing w:val="284"/>
  <w:characterSpacingControl w:val="doNotCompress"/>
  <w:hdrShapeDefaults>
    <o:shapedefaults v:ext="edit" spidmax="100353">
      <o:colormru v:ext="edit" colors="#ffb3b3,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89"/>
    <w:rsid w:val="00000CE1"/>
    <w:rsid w:val="000012DE"/>
    <w:rsid w:val="00006F95"/>
    <w:rsid w:val="00012018"/>
    <w:rsid w:val="000140DD"/>
    <w:rsid w:val="00014619"/>
    <w:rsid w:val="00014D37"/>
    <w:rsid w:val="00015728"/>
    <w:rsid w:val="00017EC1"/>
    <w:rsid w:val="0002159B"/>
    <w:rsid w:val="000230FB"/>
    <w:rsid w:val="00030B43"/>
    <w:rsid w:val="000321B9"/>
    <w:rsid w:val="00035A82"/>
    <w:rsid w:val="0003722E"/>
    <w:rsid w:val="00047FE0"/>
    <w:rsid w:val="00050667"/>
    <w:rsid w:val="00051581"/>
    <w:rsid w:val="00051A36"/>
    <w:rsid w:val="000522CD"/>
    <w:rsid w:val="0005745B"/>
    <w:rsid w:val="000602B1"/>
    <w:rsid w:val="00060483"/>
    <w:rsid w:val="00064F12"/>
    <w:rsid w:val="0007239E"/>
    <w:rsid w:val="000755F3"/>
    <w:rsid w:val="000760B8"/>
    <w:rsid w:val="000768C3"/>
    <w:rsid w:val="00080826"/>
    <w:rsid w:val="00081D72"/>
    <w:rsid w:val="00082713"/>
    <w:rsid w:val="00084FE9"/>
    <w:rsid w:val="000934BE"/>
    <w:rsid w:val="0009388B"/>
    <w:rsid w:val="00094577"/>
    <w:rsid w:val="00095202"/>
    <w:rsid w:val="000A6A40"/>
    <w:rsid w:val="000A751A"/>
    <w:rsid w:val="000B1033"/>
    <w:rsid w:val="000B1A96"/>
    <w:rsid w:val="000B4E9A"/>
    <w:rsid w:val="000B6394"/>
    <w:rsid w:val="000B63F4"/>
    <w:rsid w:val="000C25D9"/>
    <w:rsid w:val="000C5C71"/>
    <w:rsid w:val="000D0203"/>
    <w:rsid w:val="000D1552"/>
    <w:rsid w:val="000D229C"/>
    <w:rsid w:val="000D2691"/>
    <w:rsid w:val="000D4CCD"/>
    <w:rsid w:val="000E606E"/>
    <w:rsid w:val="000E775E"/>
    <w:rsid w:val="000F6A73"/>
    <w:rsid w:val="0010016E"/>
    <w:rsid w:val="0010055C"/>
    <w:rsid w:val="001007BC"/>
    <w:rsid w:val="00101481"/>
    <w:rsid w:val="0010573C"/>
    <w:rsid w:val="00110B7C"/>
    <w:rsid w:val="00111112"/>
    <w:rsid w:val="0011329C"/>
    <w:rsid w:val="001133D9"/>
    <w:rsid w:val="00113FE3"/>
    <w:rsid w:val="001151D5"/>
    <w:rsid w:val="00116D52"/>
    <w:rsid w:val="001211AA"/>
    <w:rsid w:val="001213C8"/>
    <w:rsid w:val="001223ED"/>
    <w:rsid w:val="00123951"/>
    <w:rsid w:val="0012415E"/>
    <w:rsid w:val="00131878"/>
    <w:rsid w:val="00131A95"/>
    <w:rsid w:val="00133C4F"/>
    <w:rsid w:val="001340A3"/>
    <w:rsid w:val="00134CC8"/>
    <w:rsid w:val="00135A30"/>
    <w:rsid w:val="00141336"/>
    <w:rsid w:val="00141F04"/>
    <w:rsid w:val="00142ED3"/>
    <w:rsid w:val="00143F1D"/>
    <w:rsid w:val="0014431F"/>
    <w:rsid w:val="001458E5"/>
    <w:rsid w:val="00146219"/>
    <w:rsid w:val="00147B00"/>
    <w:rsid w:val="001501E9"/>
    <w:rsid w:val="001505DB"/>
    <w:rsid w:val="001510F8"/>
    <w:rsid w:val="00152A22"/>
    <w:rsid w:val="001536DA"/>
    <w:rsid w:val="00161A71"/>
    <w:rsid w:val="00162F6B"/>
    <w:rsid w:val="001667DF"/>
    <w:rsid w:val="00172D13"/>
    <w:rsid w:val="00173B5D"/>
    <w:rsid w:val="00175689"/>
    <w:rsid w:val="00177240"/>
    <w:rsid w:val="00177417"/>
    <w:rsid w:val="001802B7"/>
    <w:rsid w:val="00180520"/>
    <w:rsid w:val="001813F4"/>
    <w:rsid w:val="00182642"/>
    <w:rsid w:val="00182966"/>
    <w:rsid w:val="001861AF"/>
    <w:rsid w:val="00190E87"/>
    <w:rsid w:val="00196103"/>
    <w:rsid w:val="00196185"/>
    <w:rsid w:val="001A0099"/>
    <w:rsid w:val="001A147A"/>
    <w:rsid w:val="001A5E83"/>
    <w:rsid w:val="001B589A"/>
    <w:rsid w:val="001C0A8E"/>
    <w:rsid w:val="001C0B7E"/>
    <w:rsid w:val="001C0BB7"/>
    <w:rsid w:val="001C1525"/>
    <w:rsid w:val="001C1DE7"/>
    <w:rsid w:val="001C6A61"/>
    <w:rsid w:val="001C7F10"/>
    <w:rsid w:val="001D2654"/>
    <w:rsid w:val="001D4FB1"/>
    <w:rsid w:val="001D7817"/>
    <w:rsid w:val="001E07C3"/>
    <w:rsid w:val="001F03BF"/>
    <w:rsid w:val="001F51D3"/>
    <w:rsid w:val="001F7B5F"/>
    <w:rsid w:val="002035DE"/>
    <w:rsid w:val="002049B8"/>
    <w:rsid w:val="00205324"/>
    <w:rsid w:val="00205FCA"/>
    <w:rsid w:val="0020602A"/>
    <w:rsid w:val="0021148A"/>
    <w:rsid w:val="00211B9B"/>
    <w:rsid w:val="002125D9"/>
    <w:rsid w:val="00212A6F"/>
    <w:rsid w:val="002140E0"/>
    <w:rsid w:val="00215374"/>
    <w:rsid w:val="00221EBE"/>
    <w:rsid w:val="002225EE"/>
    <w:rsid w:val="002232F5"/>
    <w:rsid w:val="00224EE0"/>
    <w:rsid w:val="00230626"/>
    <w:rsid w:val="00230C2C"/>
    <w:rsid w:val="00234BD7"/>
    <w:rsid w:val="00234C58"/>
    <w:rsid w:val="00240180"/>
    <w:rsid w:val="00242E06"/>
    <w:rsid w:val="00247F68"/>
    <w:rsid w:val="00250F30"/>
    <w:rsid w:val="0025139D"/>
    <w:rsid w:val="00252271"/>
    <w:rsid w:val="0025464D"/>
    <w:rsid w:val="002552DD"/>
    <w:rsid w:val="00255864"/>
    <w:rsid w:val="00257F9B"/>
    <w:rsid w:val="0026008E"/>
    <w:rsid w:val="00261D61"/>
    <w:rsid w:val="002641C6"/>
    <w:rsid w:val="002643D6"/>
    <w:rsid w:val="0026633E"/>
    <w:rsid w:val="0027343C"/>
    <w:rsid w:val="00274FA9"/>
    <w:rsid w:val="00275E16"/>
    <w:rsid w:val="002828B7"/>
    <w:rsid w:val="002830B4"/>
    <w:rsid w:val="00285CBD"/>
    <w:rsid w:val="00286C96"/>
    <w:rsid w:val="00287195"/>
    <w:rsid w:val="00287EC0"/>
    <w:rsid w:val="0029350C"/>
    <w:rsid w:val="002962C1"/>
    <w:rsid w:val="0029795C"/>
    <w:rsid w:val="002A2293"/>
    <w:rsid w:val="002A3F60"/>
    <w:rsid w:val="002B1A91"/>
    <w:rsid w:val="002B39E7"/>
    <w:rsid w:val="002B661E"/>
    <w:rsid w:val="002C4790"/>
    <w:rsid w:val="002C7485"/>
    <w:rsid w:val="002D58C6"/>
    <w:rsid w:val="002D648F"/>
    <w:rsid w:val="002D6F74"/>
    <w:rsid w:val="002D7681"/>
    <w:rsid w:val="002E0B32"/>
    <w:rsid w:val="002E3F99"/>
    <w:rsid w:val="002E568C"/>
    <w:rsid w:val="002E633E"/>
    <w:rsid w:val="002F33C2"/>
    <w:rsid w:val="002F51BE"/>
    <w:rsid w:val="002F7725"/>
    <w:rsid w:val="003024F6"/>
    <w:rsid w:val="0030282C"/>
    <w:rsid w:val="003039A5"/>
    <w:rsid w:val="00304A99"/>
    <w:rsid w:val="003067F4"/>
    <w:rsid w:val="00307C24"/>
    <w:rsid w:val="00312C13"/>
    <w:rsid w:val="00313783"/>
    <w:rsid w:val="003138DD"/>
    <w:rsid w:val="00314B03"/>
    <w:rsid w:val="00314F7E"/>
    <w:rsid w:val="00315FFB"/>
    <w:rsid w:val="00317AEA"/>
    <w:rsid w:val="00322F3B"/>
    <w:rsid w:val="00327B6A"/>
    <w:rsid w:val="003302F6"/>
    <w:rsid w:val="00331C3B"/>
    <w:rsid w:val="00334BE3"/>
    <w:rsid w:val="00344457"/>
    <w:rsid w:val="00345D08"/>
    <w:rsid w:val="0034725A"/>
    <w:rsid w:val="00347F7E"/>
    <w:rsid w:val="003530E7"/>
    <w:rsid w:val="003545AA"/>
    <w:rsid w:val="00360F60"/>
    <w:rsid w:val="00362A2F"/>
    <w:rsid w:val="003643A4"/>
    <w:rsid w:val="00364F8D"/>
    <w:rsid w:val="003666BD"/>
    <w:rsid w:val="00370B33"/>
    <w:rsid w:val="00372B67"/>
    <w:rsid w:val="00373B8C"/>
    <w:rsid w:val="003747A2"/>
    <w:rsid w:val="00376DCD"/>
    <w:rsid w:val="00382CE2"/>
    <w:rsid w:val="003849F7"/>
    <w:rsid w:val="00385629"/>
    <w:rsid w:val="00386075"/>
    <w:rsid w:val="00386098"/>
    <w:rsid w:val="003912BD"/>
    <w:rsid w:val="00392911"/>
    <w:rsid w:val="003929B3"/>
    <w:rsid w:val="003A263F"/>
    <w:rsid w:val="003A35CB"/>
    <w:rsid w:val="003A377A"/>
    <w:rsid w:val="003A3902"/>
    <w:rsid w:val="003A4404"/>
    <w:rsid w:val="003A4F84"/>
    <w:rsid w:val="003A592B"/>
    <w:rsid w:val="003A5958"/>
    <w:rsid w:val="003A65C9"/>
    <w:rsid w:val="003A738F"/>
    <w:rsid w:val="003B4B7C"/>
    <w:rsid w:val="003B7E7C"/>
    <w:rsid w:val="003C4ED6"/>
    <w:rsid w:val="003C622E"/>
    <w:rsid w:val="003C75E1"/>
    <w:rsid w:val="003D444E"/>
    <w:rsid w:val="003D591E"/>
    <w:rsid w:val="003D748E"/>
    <w:rsid w:val="003E0DAF"/>
    <w:rsid w:val="003E196B"/>
    <w:rsid w:val="003E477B"/>
    <w:rsid w:val="003E6076"/>
    <w:rsid w:val="003E6B59"/>
    <w:rsid w:val="003F49EE"/>
    <w:rsid w:val="003F73FC"/>
    <w:rsid w:val="003F7809"/>
    <w:rsid w:val="004000E2"/>
    <w:rsid w:val="00400A9A"/>
    <w:rsid w:val="0040177B"/>
    <w:rsid w:val="00402B8D"/>
    <w:rsid w:val="00404E79"/>
    <w:rsid w:val="00407941"/>
    <w:rsid w:val="0041046C"/>
    <w:rsid w:val="004106C2"/>
    <w:rsid w:val="0041174C"/>
    <w:rsid w:val="004154F3"/>
    <w:rsid w:val="00416C63"/>
    <w:rsid w:val="00417322"/>
    <w:rsid w:val="0041779E"/>
    <w:rsid w:val="00420357"/>
    <w:rsid w:val="00422C02"/>
    <w:rsid w:val="00424D61"/>
    <w:rsid w:val="00426F41"/>
    <w:rsid w:val="00427BF5"/>
    <w:rsid w:val="00430E64"/>
    <w:rsid w:val="004321F4"/>
    <w:rsid w:val="004346BC"/>
    <w:rsid w:val="00442648"/>
    <w:rsid w:val="004436B7"/>
    <w:rsid w:val="004441E2"/>
    <w:rsid w:val="004444CC"/>
    <w:rsid w:val="00453E72"/>
    <w:rsid w:val="00454B7C"/>
    <w:rsid w:val="00454F89"/>
    <w:rsid w:val="00457B9F"/>
    <w:rsid w:val="0046306E"/>
    <w:rsid w:val="00465405"/>
    <w:rsid w:val="00466E5D"/>
    <w:rsid w:val="00466F2C"/>
    <w:rsid w:val="00467D1D"/>
    <w:rsid w:val="0047114A"/>
    <w:rsid w:val="004744A4"/>
    <w:rsid w:val="00475375"/>
    <w:rsid w:val="00480566"/>
    <w:rsid w:val="00481DCF"/>
    <w:rsid w:val="00483708"/>
    <w:rsid w:val="00484759"/>
    <w:rsid w:val="004927D9"/>
    <w:rsid w:val="004937DB"/>
    <w:rsid w:val="004A3DED"/>
    <w:rsid w:val="004B113E"/>
    <w:rsid w:val="004B3D67"/>
    <w:rsid w:val="004B6610"/>
    <w:rsid w:val="004B71CA"/>
    <w:rsid w:val="004C0183"/>
    <w:rsid w:val="004C0D95"/>
    <w:rsid w:val="004C45E7"/>
    <w:rsid w:val="004C5ABC"/>
    <w:rsid w:val="004D5225"/>
    <w:rsid w:val="004E3DC9"/>
    <w:rsid w:val="004E4DE7"/>
    <w:rsid w:val="004E7EAA"/>
    <w:rsid w:val="004F3719"/>
    <w:rsid w:val="004F4789"/>
    <w:rsid w:val="004F4F53"/>
    <w:rsid w:val="004F52FD"/>
    <w:rsid w:val="004F568C"/>
    <w:rsid w:val="004F5E6A"/>
    <w:rsid w:val="004F6BF6"/>
    <w:rsid w:val="004F71F3"/>
    <w:rsid w:val="005003DA"/>
    <w:rsid w:val="00501E0F"/>
    <w:rsid w:val="00503772"/>
    <w:rsid w:val="00504D49"/>
    <w:rsid w:val="0050593B"/>
    <w:rsid w:val="00505AE2"/>
    <w:rsid w:val="00507D71"/>
    <w:rsid w:val="00510A73"/>
    <w:rsid w:val="0051206B"/>
    <w:rsid w:val="00512E81"/>
    <w:rsid w:val="005145A3"/>
    <w:rsid w:val="00516F24"/>
    <w:rsid w:val="005174F9"/>
    <w:rsid w:val="00520799"/>
    <w:rsid w:val="0052354F"/>
    <w:rsid w:val="005243E5"/>
    <w:rsid w:val="00531320"/>
    <w:rsid w:val="00531D34"/>
    <w:rsid w:val="00534EA8"/>
    <w:rsid w:val="005368AD"/>
    <w:rsid w:val="00537645"/>
    <w:rsid w:val="0055084D"/>
    <w:rsid w:val="005517A2"/>
    <w:rsid w:val="00552B8C"/>
    <w:rsid w:val="00555EC1"/>
    <w:rsid w:val="00561239"/>
    <w:rsid w:val="005619A4"/>
    <w:rsid w:val="0056470F"/>
    <w:rsid w:val="005671E0"/>
    <w:rsid w:val="00571B1F"/>
    <w:rsid w:val="00571F3F"/>
    <w:rsid w:val="00573DBF"/>
    <w:rsid w:val="00574986"/>
    <w:rsid w:val="00574FD8"/>
    <w:rsid w:val="00577CD7"/>
    <w:rsid w:val="00580722"/>
    <w:rsid w:val="00580CF1"/>
    <w:rsid w:val="00581391"/>
    <w:rsid w:val="00585CA9"/>
    <w:rsid w:val="0059562B"/>
    <w:rsid w:val="00595B38"/>
    <w:rsid w:val="005A2BCD"/>
    <w:rsid w:val="005A4EC0"/>
    <w:rsid w:val="005A5222"/>
    <w:rsid w:val="005B3DB7"/>
    <w:rsid w:val="005B537E"/>
    <w:rsid w:val="005B55AC"/>
    <w:rsid w:val="005C0677"/>
    <w:rsid w:val="005C3B9A"/>
    <w:rsid w:val="005C5D28"/>
    <w:rsid w:val="005C7CDD"/>
    <w:rsid w:val="005D1B48"/>
    <w:rsid w:val="005D2740"/>
    <w:rsid w:val="005D2B3A"/>
    <w:rsid w:val="005D74B4"/>
    <w:rsid w:val="005E0B0B"/>
    <w:rsid w:val="005E3D0D"/>
    <w:rsid w:val="005E6240"/>
    <w:rsid w:val="005F0FB4"/>
    <w:rsid w:val="005F1C9A"/>
    <w:rsid w:val="005F5A76"/>
    <w:rsid w:val="006028FA"/>
    <w:rsid w:val="006062C6"/>
    <w:rsid w:val="006124A2"/>
    <w:rsid w:val="006136DA"/>
    <w:rsid w:val="006147B7"/>
    <w:rsid w:val="006151EA"/>
    <w:rsid w:val="00616267"/>
    <w:rsid w:val="00622840"/>
    <w:rsid w:val="00625183"/>
    <w:rsid w:val="006262DA"/>
    <w:rsid w:val="00627F2C"/>
    <w:rsid w:val="0063053E"/>
    <w:rsid w:val="00637B37"/>
    <w:rsid w:val="00640356"/>
    <w:rsid w:val="006405C7"/>
    <w:rsid w:val="00640BE9"/>
    <w:rsid w:val="00640EE8"/>
    <w:rsid w:val="0064137E"/>
    <w:rsid w:val="00642B3E"/>
    <w:rsid w:val="00646BC9"/>
    <w:rsid w:val="00651CFB"/>
    <w:rsid w:val="006548EA"/>
    <w:rsid w:val="00655306"/>
    <w:rsid w:val="00656BF3"/>
    <w:rsid w:val="00662B9D"/>
    <w:rsid w:val="0066394E"/>
    <w:rsid w:val="006646B3"/>
    <w:rsid w:val="006653F8"/>
    <w:rsid w:val="00665C36"/>
    <w:rsid w:val="00666719"/>
    <w:rsid w:val="006673C3"/>
    <w:rsid w:val="00671361"/>
    <w:rsid w:val="00671CBC"/>
    <w:rsid w:val="006726B8"/>
    <w:rsid w:val="006743E0"/>
    <w:rsid w:val="0067598C"/>
    <w:rsid w:val="00675F8E"/>
    <w:rsid w:val="006834BB"/>
    <w:rsid w:val="006836B8"/>
    <w:rsid w:val="00685B9F"/>
    <w:rsid w:val="00686340"/>
    <w:rsid w:val="006873C3"/>
    <w:rsid w:val="00690D31"/>
    <w:rsid w:val="0069271B"/>
    <w:rsid w:val="006941E0"/>
    <w:rsid w:val="006957DE"/>
    <w:rsid w:val="00697403"/>
    <w:rsid w:val="006977AA"/>
    <w:rsid w:val="00697D1B"/>
    <w:rsid w:val="006A197B"/>
    <w:rsid w:val="006A2236"/>
    <w:rsid w:val="006A343A"/>
    <w:rsid w:val="006A3F0D"/>
    <w:rsid w:val="006A52C0"/>
    <w:rsid w:val="006A6477"/>
    <w:rsid w:val="006A7A1B"/>
    <w:rsid w:val="006B42E2"/>
    <w:rsid w:val="006B5C56"/>
    <w:rsid w:val="006C04A9"/>
    <w:rsid w:val="006C31A2"/>
    <w:rsid w:val="006C586E"/>
    <w:rsid w:val="006C5E6A"/>
    <w:rsid w:val="006D00E1"/>
    <w:rsid w:val="006D07C8"/>
    <w:rsid w:val="006D099B"/>
    <w:rsid w:val="006D0B08"/>
    <w:rsid w:val="006D1EFE"/>
    <w:rsid w:val="006D3EBA"/>
    <w:rsid w:val="006D76C1"/>
    <w:rsid w:val="006D778B"/>
    <w:rsid w:val="006E04BA"/>
    <w:rsid w:val="006E154A"/>
    <w:rsid w:val="006E40D0"/>
    <w:rsid w:val="006E5005"/>
    <w:rsid w:val="006F0C9B"/>
    <w:rsid w:val="006F15A8"/>
    <w:rsid w:val="0070046F"/>
    <w:rsid w:val="007067BB"/>
    <w:rsid w:val="0070735B"/>
    <w:rsid w:val="00714590"/>
    <w:rsid w:val="0071582F"/>
    <w:rsid w:val="00715CCF"/>
    <w:rsid w:val="00716176"/>
    <w:rsid w:val="007163AE"/>
    <w:rsid w:val="00721589"/>
    <w:rsid w:val="00722015"/>
    <w:rsid w:val="00722815"/>
    <w:rsid w:val="00723B38"/>
    <w:rsid w:val="00726880"/>
    <w:rsid w:val="00732930"/>
    <w:rsid w:val="00732EDA"/>
    <w:rsid w:val="0073462C"/>
    <w:rsid w:val="00743DB2"/>
    <w:rsid w:val="00745DDD"/>
    <w:rsid w:val="00746C75"/>
    <w:rsid w:val="0074795D"/>
    <w:rsid w:val="00747DC6"/>
    <w:rsid w:val="0075027E"/>
    <w:rsid w:val="00751F6D"/>
    <w:rsid w:val="00752C56"/>
    <w:rsid w:val="00754D80"/>
    <w:rsid w:val="00754FC3"/>
    <w:rsid w:val="00755907"/>
    <w:rsid w:val="007573BA"/>
    <w:rsid w:val="0076587E"/>
    <w:rsid w:val="007670AC"/>
    <w:rsid w:val="00770A5A"/>
    <w:rsid w:val="00774765"/>
    <w:rsid w:val="00777306"/>
    <w:rsid w:val="00782B0C"/>
    <w:rsid w:val="0078544A"/>
    <w:rsid w:val="007864D3"/>
    <w:rsid w:val="00791B11"/>
    <w:rsid w:val="00793ABD"/>
    <w:rsid w:val="00797388"/>
    <w:rsid w:val="007A2C9F"/>
    <w:rsid w:val="007A3F05"/>
    <w:rsid w:val="007A4CCA"/>
    <w:rsid w:val="007A51C3"/>
    <w:rsid w:val="007A58AB"/>
    <w:rsid w:val="007A6D88"/>
    <w:rsid w:val="007B1D68"/>
    <w:rsid w:val="007B2120"/>
    <w:rsid w:val="007B364B"/>
    <w:rsid w:val="007B4CFE"/>
    <w:rsid w:val="007B538A"/>
    <w:rsid w:val="007B73CB"/>
    <w:rsid w:val="007C100B"/>
    <w:rsid w:val="007C5001"/>
    <w:rsid w:val="007C577D"/>
    <w:rsid w:val="007D19B7"/>
    <w:rsid w:val="007D636D"/>
    <w:rsid w:val="007D79E8"/>
    <w:rsid w:val="007E1933"/>
    <w:rsid w:val="007E6935"/>
    <w:rsid w:val="007E6A86"/>
    <w:rsid w:val="007F4944"/>
    <w:rsid w:val="007F6640"/>
    <w:rsid w:val="007F665E"/>
    <w:rsid w:val="00803A75"/>
    <w:rsid w:val="008114C3"/>
    <w:rsid w:val="00814C30"/>
    <w:rsid w:val="00815075"/>
    <w:rsid w:val="008225DE"/>
    <w:rsid w:val="00822710"/>
    <w:rsid w:val="00825D47"/>
    <w:rsid w:val="008266C6"/>
    <w:rsid w:val="00826768"/>
    <w:rsid w:val="00827798"/>
    <w:rsid w:val="00831609"/>
    <w:rsid w:val="0083266A"/>
    <w:rsid w:val="00832E51"/>
    <w:rsid w:val="00833C89"/>
    <w:rsid w:val="0083626C"/>
    <w:rsid w:val="00837C67"/>
    <w:rsid w:val="00837F44"/>
    <w:rsid w:val="00840A2F"/>
    <w:rsid w:val="00840BD4"/>
    <w:rsid w:val="00843F9F"/>
    <w:rsid w:val="00847176"/>
    <w:rsid w:val="00852BFA"/>
    <w:rsid w:val="00857CDF"/>
    <w:rsid w:val="00861CAB"/>
    <w:rsid w:val="00864A6D"/>
    <w:rsid w:val="00867290"/>
    <w:rsid w:val="00867FAF"/>
    <w:rsid w:val="00870A0A"/>
    <w:rsid w:val="0088304B"/>
    <w:rsid w:val="0088563F"/>
    <w:rsid w:val="0089172C"/>
    <w:rsid w:val="00894C13"/>
    <w:rsid w:val="00897348"/>
    <w:rsid w:val="008A2876"/>
    <w:rsid w:val="008A2928"/>
    <w:rsid w:val="008A2F72"/>
    <w:rsid w:val="008A6FAE"/>
    <w:rsid w:val="008A7F7B"/>
    <w:rsid w:val="008B0106"/>
    <w:rsid w:val="008B282C"/>
    <w:rsid w:val="008B3DE6"/>
    <w:rsid w:val="008B402B"/>
    <w:rsid w:val="008B6D6C"/>
    <w:rsid w:val="008C3438"/>
    <w:rsid w:val="008C6A5E"/>
    <w:rsid w:val="008D12E2"/>
    <w:rsid w:val="008D31C8"/>
    <w:rsid w:val="008D49A5"/>
    <w:rsid w:val="008D79F4"/>
    <w:rsid w:val="008E519D"/>
    <w:rsid w:val="008F32A3"/>
    <w:rsid w:val="008F6F76"/>
    <w:rsid w:val="009002F4"/>
    <w:rsid w:val="009102B8"/>
    <w:rsid w:val="00910DA5"/>
    <w:rsid w:val="00911830"/>
    <w:rsid w:val="00911F7D"/>
    <w:rsid w:val="0091356F"/>
    <w:rsid w:val="009146E6"/>
    <w:rsid w:val="00920FB1"/>
    <w:rsid w:val="009229CD"/>
    <w:rsid w:val="00923539"/>
    <w:rsid w:val="00924F77"/>
    <w:rsid w:val="009250F0"/>
    <w:rsid w:val="00930ACA"/>
    <w:rsid w:val="009323F2"/>
    <w:rsid w:val="009405B9"/>
    <w:rsid w:val="009417CC"/>
    <w:rsid w:val="009417F9"/>
    <w:rsid w:val="00944685"/>
    <w:rsid w:val="0094572F"/>
    <w:rsid w:val="00945847"/>
    <w:rsid w:val="0094712D"/>
    <w:rsid w:val="00951632"/>
    <w:rsid w:val="0095756A"/>
    <w:rsid w:val="00960EE6"/>
    <w:rsid w:val="009632AA"/>
    <w:rsid w:val="00972367"/>
    <w:rsid w:val="00980039"/>
    <w:rsid w:val="00980851"/>
    <w:rsid w:val="0098359F"/>
    <w:rsid w:val="00985C74"/>
    <w:rsid w:val="009870F0"/>
    <w:rsid w:val="0098710F"/>
    <w:rsid w:val="009921AE"/>
    <w:rsid w:val="00993130"/>
    <w:rsid w:val="00993310"/>
    <w:rsid w:val="009936FC"/>
    <w:rsid w:val="00996E8C"/>
    <w:rsid w:val="009A3357"/>
    <w:rsid w:val="009A3D27"/>
    <w:rsid w:val="009A4840"/>
    <w:rsid w:val="009A6BFE"/>
    <w:rsid w:val="009B3826"/>
    <w:rsid w:val="009B3A95"/>
    <w:rsid w:val="009B4599"/>
    <w:rsid w:val="009B6232"/>
    <w:rsid w:val="009B743A"/>
    <w:rsid w:val="009C29B0"/>
    <w:rsid w:val="009C397B"/>
    <w:rsid w:val="009C53AF"/>
    <w:rsid w:val="009C616C"/>
    <w:rsid w:val="009C62E0"/>
    <w:rsid w:val="009D1238"/>
    <w:rsid w:val="009D1A91"/>
    <w:rsid w:val="009D4068"/>
    <w:rsid w:val="009D4764"/>
    <w:rsid w:val="009D7BD9"/>
    <w:rsid w:val="009E1BD6"/>
    <w:rsid w:val="009E1E49"/>
    <w:rsid w:val="009E5507"/>
    <w:rsid w:val="009E5F2A"/>
    <w:rsid w:val="009F28C2"/>
    <w:rsid w:val="009F4022"/>
    <w:rsid w:val="00A059E3"/>
    <w:rsid w:val="00A24093"/>
    <w:rsid w:val="00A24DE6"/>
    <w:rsid w:val="00A27D8F"/>
    <w:rsid w:val="00A32FD2"/>
    <w:rsid w:val="00A33B3D"/>
    <w:rsid w:val="00A356EF"/>
    <w:rsid w:val="00A36C60"/>
    <w:rsid w:val="00A43450"/>
    <w:rsid w:val="00A4733B"/>
    <w:rsid w:val="00A47C78"/>
    <w:rsid w:val="00A5102A"/>
    <w:rsid w:val="00A527C0"/>
    <w:rsid w:val="00A53FF3"/>
    <w:rsid w:val="00A54335"/>
    <w:rsid w:val="00A54997"/>
    <w:rsid w:val="00A54B36"/>
    <w:rsid w:val="00A55157"/>
    <w:rsid w:val="00A564A0"/>
    <w:rsid w:val="00A56B36"/>
    <w:rsid w:val="00A60995"/>
    <w:rsid w:val="00A611B1"/>
    <w:rsid w:val="00A6371A"/>
    <w:rsid w:val="00A66C75"/>
    <w:rsid w:val="00A67235"/>
    <w:rsid w:val="00A70867"/>
    <w:rsid w:val="00A73C74"/>
    <w:rsid w:val="00A75680"/>
    <w:rsid w:val="00A76E4E"/>
    <w:rsid w:val="00A77EBE"/>
    <w:rsid w:val="00A81901"/>
    <w:rsid w:val="00A83052"/>
    <w:rsid w:val="00A84B98"/>
    <w:rsid w:val="00A9140C"/>
    <w:rsid w:val="00A95621"/>
    <w:rsid w:val="00AA3209"/>
    <w:rsid w:val="00AA32A6"/>
    <w:rsid w:val="00AA4F72"/>
    <w:rsid w:val="00AA5AEA"/>
    <w:rsid w:val="00AB0AF1"/>
    <w:rsid w:val="00AB2136"/>
    <w:rsid w:val="00AD0057"/>
    <w:rsid w:val="00AD0209"/>
    <w:rsid w:val="00AD4A67"/>
    <w:rsid w:val="00AE0EC0"/>
    <w:rsid w:val="00AE16C0"/>
    <w:rsid w:val="00AE243A"/>
    <w:rsid w:val="00AE25F7"/>
    <w:rsid w:val="00AE34C1"/>
    <w:rsid w:val="00AE3C37"/>
    <w:rsid w:val="00AE4814"/>
    <w:rsid w:val="00AE609D"/>
    <w:rsid w:val="00AF1EFE"/>
    <w:rsid w:val="00AF2B7C"/>
    <w:rsid w:val="00AF46C0"/>
    <w:rsid w:val="00B01F10"/>
    <w:rsid w:val="00B02110"/>
    <w:rsid w:val="00B02CEB"/>
    <w:rsid w:val="00B16018"/>
    <w:rsid w:val="00B17869"/>
    <w:rsid w:val="00B22D09"/>
    <w:rsid w:val="00B25888"/>
    <w:rsid w:val="00B2600C"/>
    <w:rsid w:val="00B2684B"/>
    <w:rsid w:val="00B27165"/>
    <w:rsid w:val="00B31F37"/>
    <w:rsid w:val="00B349E3"/>
    <w:rsid w:val="00B34B0B"/>
    <w:rsid w:val="00B3696F"/>
    <w:rsid w:val="00B40061"/>
    <w:rsid w:val="00B4063F"/>
    <w:rsid w:val="00B42D47"/>
    <w:rsid w:val="00B438A4"/>
    <w:rsid w:val="00B51E05"/>
    <w:rsid w:val="00B53E55"/>
    <w:rsid w:val="00B549C3"/>
    <w:rsid w:val="00B5735C"/>
    <w:rsid w:val="00B57C78"/>
    <w:rsid w:val="00B6736C"/>
    <w:rsid w:val="00B727F7"/>
    <w:rsid w:val="00B767AF"/>
    <w:rsid w:val="00B7741B"/>
    <w:rsid w:val="00B82FEB"/>
    <w:rsid w:val="00B84D29"/>
    <w:rsid w:val="00B84EC8"/>
    <w:rsid w:val="00B8504E"/>
    <w:rsid w:val="00B8604C"/>
    <w:rsid w:val="00B86473"/>
    <w:rsid w:val="00B8705B"/>
    <w:rsid w:val="00B93142"/>
    <w:rsid w:val="00B93378"/>
    <w:rsid w:val="00B93B7A"/>
    <w:rsid w:val="00BA0467"/>
    <w:rsid w:val="00BA07AD"/>
    <w:rsid w:val="00BA0B4E"/>
    <w:rsid w:val="00BA22DF"/>
    <w:rsid w:val="00BA3744"/>
    <w:rsid w:val="00BA3FBB"/>
    <w:rsid w:val="00BA5393"/>
    <w:rsid w:val="00BA79CA"/>
    <w:rsid w:val="00BB1F08"/>
    <w:rsid w:val="00BB5314"/>
    <w:rsid w:val="00BB5368"/>
    <w:rsid w:val="00BB7023"/>
    <w:rsid w:val="00BC438F"/>
    <w:rsid w:val="00BD1FAA"/>
    <w:rsid w:val="00BD22AF"/>
    <w:rsid w:val="00BD32F3"/>
    <w:rsid w:val="00BF0EF4"/>
    <w:rsid w:val="00BF167C"/>
    <w:rsid w:val="00BF3271"/>
    <w:rsid w:val="00BF5A7F"/>
    <w:rsid w:val="00C04846"/>
    <w:rsid w:val="00C0568A"/>
    <w:rsid w:val="00C05CDA"/>
    <w:rsid w:val="00C0675D"/>
    <w:rsid w:val="00C1235D"/>
    <w:rsid w:val="00C13452"/>
    <w:rsid w:val="00C1380E"/>
    <w:rsid w:val="00C15B27"/>
    <w:rsid w:val="00C16879"/>
    <w:rsid w:val="00C17702"/>
    <w:rsid w:val="00C207BD"/>
    <w:rsid w:val="00C23671"/>
    <w:rsid w:val="00C24880"/>
    <w:rsid w:val="00C278ED"/>
    <w:rsid w:val="00C31B26"/>
    <w:rsid w:val="00C322B2"/>
    <w:rsid w:val="00C34210"/>
    <w:rsid w:val="00C34682"/>
    <w:rsid w:val="00C35190"/>
    <w:rsid w:val="00C4194A"/>
    <w:rsid w:val="00C467AF"/>
    <w:rsid w:val="00C47FD3"/>
    <w:rsid w:val="00C52109"/>
    <w:rsid w:val="00C53053"/>
    <w:rsid w:val="00C55E47"/>
    <w:rsid w:val="00C56DCA"/>
    <w:rsid w:val="00C57111"/>
    <w:rsid w:val="00C630DA"/>
    <w:rsid w:val="00C63661"/>
    <w:rsid w:val="00C65A07"/>
    <w:rsid w:val="00C66EC1"/>
    <w:rsid w:val="00C74D68"/>
    <w:rsid w:val="00C75E06"/>
    <w:rsid w:val="00C824D5"/>
    <w:rsid w:val="00C82E22"/>
    <w:rsid w:val="00C8458C"/>
    <w:rsid w:val="00C85596"/>
    <w:rsid w:val="00C86213"/>
    <w:rsid w:val="00C8660E"/>
    <w:rsid w:val="00C926ED"/>
    <w:rsid w:val="00C934E5"/>
    <w:rsid w:val="00C947CA"/>
    <w:rsid w:val="00C979A3"/>
    <w:rsid w:val="00CA261B"/>
    <w:rsid w:val="00CA7D68"/>
    <w:rsid w:val="00CB1143"/>
    <w:rsid w:val="00CC0E29"/>
    <w:rsid w:val="00CC1817"/>
    <w:rsid w:val="00CC1B62"/>
    <w:rsid w:val="00CC2ABD"/>
    <w:rsid w:val="00CC3FA6"/>
    <w:rsid w:val="00CC4247"/>
    <w:rsid w:val="00CC624D"/>
    <w:rsid w:val="00CC79DC"/>
    <w:rsid w:val="00CD07C9"/>
    <w:rsid w:val="00CD75DE"/>
    <w:rsid w:val="00CE09F4"/>
    <w:rsid w:val="00CE2160"/>
    <w:rsid w:val="00CE2D8B"/>
    <w:rsid w:val="00CE333C"/>
    <w:rsid w:val="00CE6A9F"/>
    <w:rsid w:val="00CF0C32"/>
    <w:rsid w:val="00CF2CE9"/>
    <w:rsid w:val="00CF4065"/>
    <w:rsid w:val="00CF45E5"/>
    <w:rsid w:val="00CF5845"/>
    <w:rsid w:val="00CF5A8B"/>
    <w:rsid w:val="00CF6B7E"/>
    <w:rsid w:val="00CF6C9B"/>
    <w:rsid w:val="00CF79A2"/>
    <w:rsid w:val="00D00C74"/>
    <w:rsid w:val="00D0265B"/>
    <w:rsid w:val="00D03C3F"/>
    <w:rsid w:val="00D06D3F"/>
    <w:rsid w:val="00D11EE0"/>
    <w:rsid w:val="00D1278B"/>
    <w:rsid w:val="00D1472E"/>
    <w:rsid w:val="00D200BA"/>
    <w:rsid w:val="00D22422"/>
    <w:rsid w:val="00D233DF"/>
    <w:rsid w:val="00D24E41"/>
    <w:rsid w:val="00D2528F"/>
    <w:rsid w:val="00D25AEE"/>
    <w:rsid w:val="00D27015"/>
    <w:rsid w:val="00D300D0"/>
    <w:rsid w:val="00D30BB4"/>
    <w:rsid w:val="00D351C5"/>
    <w:rsid w:val="00D37280"/>
    <w:rsid w:val="00D374AF"/>
    <w:rsid w:val="00D414EB"/>
    <w:rsid w:val="00D41E13"/>
    <w:rsid w:val="00D4331B"/>
    <w:rsid w:val="00D46F61"/>
    <w:rsid w:val="00D51C8B"/>
    <w:rsid w:val="00D51E8A"/>
    <w:rsid w:val="00D57583"/>
    <w:rsid w:val="00D60FDE"/>
    <w:rsid w:val="00D626AE"/>
    <w:rsid w:val="00D63862"/>
    <w:rsid w:val="00D715D8"/>
    <w:rsid w:val="00D72EC0"/>
    <w:rsid w:val="00D73A36"/>
    <w:rsid w:val="00D81993"/>
    <w:rsid w:val="00D82731"/>
    <w:rsid w:val="00D862BA"/>
    <w:rsid w:val="00D9124A"/>
    <w:rsid w:val="00D935CA"/>
    <w:rsid w:val="00D93D98"/>
    <w:rsid w:val="00DA39F5"/>
    <w:rsid w:val="00DA66F4"/>
    <w:rsid w:val="00DB326C"/>
    <w:rsid w:val="00DB346D"/>
    <w:rsid w:val="00DB51DA"/>
    <w:rsid w:val="00DB712F"/>
    <w:rsid w:val="00DC04AD"/>
    <w:rsid w:val="00DC2966"/>
    <w:rsid w:val="00DD01B4"/>
    <w:rsid w:val="00DD52B4"/>
    <w:rsid w:val="00DD5440"/>
    <w:rsid w:val="00DE1C99"/>
    <w:rsid w:val="00DE2747"/>
    <w:rsid w:val="00DE2D09"/>
    <w:rsid w:val="00DE44AA"/>
    <w:rsid w:val="00DE5DD7"/>
    <w:rsid w:val="00DF46F3"/>
    <w:rsid w:val="00DF47CD"/>
    <w:rsid w:val="00E0492B"/>
    <w:rsid w:val="00E06734"/>
    <w:rsid w:val="00E077A9"/>
    <w:rsid w:val="00E103C1"/>
    <w:rsid w:val="00E11756"/>
    <w:rsid w:val="00E13579"/>
    <w:rsid w:val="00E13A86"/>
    <w:rsid w:val="00E14130"/>
    <w:rsid w:val="00E14A5D"/>
    <w:rsid w:val="00E1606F"/>
    <w:rsid w:val="00E16242"/>
    <w:rsid w:val="00E16963"/>
    <w:rsid w:val="00E171C9"/>
    <w:rsid w:val="00E20294"/>
    <w:rsid w:val="00E22C31"/>
    <w:rsid w:val="00E2345B"/>
    <w:rsid w:val="00E23E6C"/>
    <w:rsid w:val="00E2490C"/>
    <w:rsid w:val="00E26B10"/>
    <w:rsid w:val="00E30C9B"/>
    <w:rsid w:val="00E3111D"/>
    <w:rsid w:val="00E40953"/>
    <w:rsid w:val="00E41B44"/>
    <w:rsid w:val="00E44673"/>
    <w:rsid w:val="00E465DF"/>
    <w:rsid w:val="00E50388"/>
    <w:rsid w:val="00E50724"/>
    <w:rsid w:val="00E518FA"/>
    <w:rsid w:val="00E51918"/>
    <w:rsid w:val="00E55782"/>
    <w:rsid w:val="00E56BB7"/>
    <w:rsid w:val="00E5733F"/>
    <w:rsid w:val="00E64EE8"/>
    <w:rsid w:val="00E70EEF"/>
    <w:rsid w:val="00E773E5"/>
    <w:rsid w:val="00E86AC0"/>
    <w:rsid w:val="00E9269F"/>
    <w:rsid w:val="00E92F0B"/>
    <w:rsid w:val="00EA2C02"/>
    <w:rsid w:val="00EA4AB6"/>
    <w:rsid w:val="00EA4CBA"/>
    <w:rsid w:val="00EA6055"/>
    <w:rsid w:val="00EB241B"/>
    <w:rsid w:val="00EB3ECA"/>
    <w:rsid w:val="00EB4AD3"/>
    <w:rsid w:val="00EB4CEE"/>
    <w:rsid w:val="00EB58E6"/>
    <w:rsid w:val="00EB7870"/>
    <w:rsid w:val="00EC32E9"/>
    <w:rsid w:val="00EC362E"/>
    <w:rsid w:val="00ED1ABE"/>
    <w:rsid w:val="00ED3768"/>
    <w:rsid w:val="00ED51A3"/>
    <w:rsid w:val="00ED5717"/>
    <w:rsid w:val="00ED7CAC"/>
    <w:rsid w:val="00EE0963"/>
    <w:rsid w:val="00EF09FC"/>
    <w:rsid w:val="00EF1F35"/>
    <w:rsid w:val="00EF5588"/>
    <w:rsid w:val="00EF5E09"/>
    <w:rsid w:val="00EF77A8"/>
    <w:rsid w:val="00F01AB4"/>
    <w:rsid w:val="00F03552"/>
    <w:rsid w:val="00F03961"/>
    <w:rsid w:val="00F04888"/>
    <w:rsid w:val="00F10FBF"/>
    <w:rsid w:val="00F11813"/>
    <w:rsid w:val="00F127C8"/>
    <w:rsid w:val="00F14A7F"/>
    <w:rsid w:val="00F14C1A"/>
    <w:rsid w:val="00F1563B"/>
    <w:rsid w:val="00F1601A"/>
    <w:rsid w:val="00F16395"/>
    <w:rsid w:val="00F27450"/>
    <w:rsid w:val="00F308EA"/>
    <w:rsid w:val="00F31587"/>
    <w:rsid w:val="00F316C5"/>
    <w:rsid w:val="00F33D1C"/>
    <w:rsid w:val="00F34A88"/>
    <w:rsid w:val="00F35EF4"/>
    <w:rsid w:val="00F3688F"/>
    <w:rsid w:val="00F4269B"/>
    <w:rsid w:val="00F42D15"/>
    <w:rsid w:val="00F438A2"/>
    <w:rsid w:val="00F44B3D"/>
    <w:rsid w:val="00F44F37"/>
    <w:rsid w:val="00F53526"/>
    <w:rsid w:val="00F551E7"/>
    <w:rsid w:val="00F56B4B"/>
    <w:rsid w:val="00F60A39"/>
    <w:rsid w:val="00F62700"/>
    <w:rsid w:val="00F628BE"/>
    <w:rsid w:val="00F6553E"/>
    <w:rsid w:val="00F67679"/>
    <w:rsid w:val="00F72B3F"/>
    <w:rsid w:val="00F75DB4"/>
    <w:rsid w:val="00F77707"/>
    <w:rsid w:val="00F77CA4"/>
    <w:rsid w:val="00F82F8F"/>
    <w:rsid w:val="00F83A52"/>
    <w:rsid w:val="00F8491E"/>
    <w:rsid w:val="00F861CC"/>
    <w:rsid w:val="00F979BB"/>
    <w:rsid w:val="00FA1944"/>
    <w:rsid w:val="00FA1F57"/>
    <w:rsid w:val="00FA27CF"/>
    <w:rsid w:val="00FA688C"/>
    <w:rsid w:val="00FA79FD"/>
    <w:rsid w:val="00FA7F7E"/>
    <w:rsid w:val="00FB0690"/>
    <w:rsid w:val="00FB3262"/>
    <w:rsid w:val="00FB44DE"/>
    <w:rsid w:val="00FB5C48"/>
    <w:rsid w:val="00FB646E"/>
    <w:rsid w:val="00FB6F64"/>
    <w:rsid w:val="00FB71C8"/>
    <w:rsid w:val="00FC7968"/>
    <w:rsid w:val="00FD1181"/>
    <w:rsid w:val="00FD43D7"/>
    <w:rsid w:val="00FD71A5"/>
    <w:rsid w:val="00FD7A4F"/>
    <w:rsid w:val="00FE0AFD"/>
    <w:rsid w:val="00FE42EF"/>
    <w:rsid w:val="00FE475A"/>
    <w:rsid w:val="00FE7305"/>
    <w:rsid w:val="00FF23AB"/>
    <w:rsid w:val="00FF2A89"/>
    <w:rsid w:val="00FF3C21"/>
    <w:rsid w:val="00FF3DF6"/>
    <w:rsid w:val="00FF42CE"/>
    <w:rsid w:val="00FF7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o:colormru v:ext="edit" colors="#ffb3b3,red"/>
    </o:shapedefaults>
    <o:shapelayout v:ext="edit">
      <o:idmap v:ext="edit" data="1"/>
    </o:shapelayout>
  </w:shapeDefaults>
  <w:decimalSymbol w:val=","/>
  <w:listSeparator w:val=";"/>
  <w14:docId w14:val="0E68FAE1"/>
  <w15:docId w15:val="{A5105BDB-07BF-46FA-9993-B34A04C66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rsid w:val="00131878"/>
    <w:pPr>
      <w:ind w:left="113" w:right="113"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5"/>
    <w:next w:val="a5"/>
    <w:link w:val="10"/>
    <w:uiPriority w:val="9"/>
    <w:qFormat/>
    <w:rsid w:val="006B5C56"/>
    <w:pPr>
      <w:keepNext/>
      <w:keepLines/>
      <w:numPr>
        <w:numId w:val="39"/>
      </w:numPr>
      <w:spacing w:before="360" w:after="360"/>
      <w:ind w:right="283"/>
      <w:jc w:val="center"/>
      <w:outlineLvl w:val="0"/>
    </w:pPr>
    <w:rPr>
      <w:rFonts w:eastAsia="Times New Roman"/>
      <w:b/>
      <w:sz w:val="28"/>
      <w:szCs w:val="32"/>
    </w:rPr>
  </w:style>
  <w:style w:type="paragraph" w:styleId="20">
    <w:name w:val="heading 2"/>
    <w:basedOn w:val="a5"/>
    <w:next w:val="a5"/>
    <w:link w:val="21"/>
    <w:uiPriority w:val="9"/>
    <w:unhideWhenUsed/>
    <w:qFormat/>
    <w:rsid w:val="006B5C56"/>
    <w:pPr>
      <w:keepNext/>
      <w:keepLines/>
      <w:numPr>
        <w:ilvl w:val="1"/>
        <w:numId w:val="39"/>
      </w:numPr>
      <w:spacing w:before="360" w:after="360"/>
      <w:ind w:right="284"/>
      <w:jc w:val="left"/>
      <w:outlineLvl w:val="1"/>
    </w:pPr>
    <w:rPr>
      <w:rFonts w:eastAsia="Times New Roman"/>
      <w:b/>
      <w:i/>
      <w:szCs w:val="26"/>
    </w:rPr>
  </w:style>
  <w:style w:type="paragraph" w:styleId="30">
    <w:name w:val="heading 3"/>
    <w:basedOn w:val="a5"/>
    <w:next w:val="a5"/>
    <w:link w:val="31"/>
    <w:uiPriority w:val="9"/>
    <w:unhideWhenUsed/>
    <w:qFormat/>
    <w:rsid w:val="006B5C56"/>
    <w:pPr>
      <w:keepNext/>
      <w:keepLines/>
      <w:numPr>
        <w:ilvl w:val="2"/>
        <w:numId w:val="39"/>
      </w:numPr>
      <w:spacing w:before="360" w:after="360"/>
      <w:ind w:right="284"/>
      <w:jc w:val="left"/>
      <w:outlineLvl w:val="2"/>
    </w:pPr>
    <w:rPr>
      <w:rFonts w:eastAsia="Times New Roman"/>
      <w:b/>
      <w:szCs w:val="24"/>
    </w:rPr>
  </w:style>
  <w:style w:type="paragraph" w:styleId="40">
    <w:name w:val="heading 4"/>
    <w:basedOn w:val="a5"/>
    <w:next w:val="a5"/>
    <w:link w:val="41"/>
    <w:uiPriority w:val="9"/>
    <w:unhideWhenUsed/>
    <w:qFormat/>
    <w:rsid w:val="006B5C56"/>
    <w:pPr>
      <w:keepNext/>
      <w:keepLines/>
      <w:numPr>
        <w:ilvl w:val="3"/>
        <w:numId w:val="39"/>
      </w:numPr>
      <w:spacing w:before="360" w:after="360"/>
      <w:ind w:right="284"/>
      <w:jc w:val="left"/>
      <w:outlineLvl w:val="3"/>
    </w:pPr>
    <w:rPr>
      <w:rFonts w:eastAsia="Times New Roman"/>
      <w:b/>
      <w:i/>
      <w:iCs/>
    </w:rPr>
  </w:style>
  <w:style w:type="paragraph" w:styleId="50">
    <w:name w:val="heading 5"/>
    <w:basedOn w:val="a5"/>
    <w:next w:val="a5"/>
    <w:link w:val="51"/>
    <w:uiPriority w:val="9"/>
    <w:unhideWhenUsed/>
    <w:qFormat/>
    <w:rsid w:val="006B5C56"/>
    <w:pPr>
      <w:keepNext/>
      <w:keepLines/>
      <w:numPr>
        <w:ilvl w:val="4"/>
        <w:numId w:val="39"/>
      </w:numPr>
      <w:spacing w:before="360" w:after="360"/>
      <w:ind w:right="284"/>
      <w:jc w:val="left"/>
      <w:outlineLvl w:val="4"/>
    </w:pPr>
    <w:rPr>
      <w:rFonts w:eastAsia="Times New Roman"/>
      <w:b/>
    </w:rPr>
  </w:style>
  <w:style w:type="paragraph" w:styleId="6">
    <w:name w:val="heading 6"/>
    <w:basedOn w:val="a5"/>
    <w:next w:val="a5"/>
    <w:link w:val="60"/>
    <w:uiPriority w:val="9"/>
    <w:unhideWhenUsed/>
    <w:qFormat/>
    <w:rsid w:val="006B5C56"/>
    <w:pPr>
      <w:keepNext/>
      <w:keepLines/>
      <w:numPr>
        <w:ilvl w:val="5"/>
        <w:numId w:val="39"/>
      </w:numPr>
      <w:spacing w:before="360" w:after="360"/>
      <w:ind w:right="284"/>
      <w:jc w:val="left"/>
      <w:outlineLvl w:val="5"/>
    </w:pPr>
    <w:rPr>
      <w:rFonts w:eastAsia="Times New Roman"/>
      <w:b/>
      <w:i/>
    </w:rPr>
  </w:style>
  <w:style w:type="paragraph" w:styleId="7">
    <w:name w:val="heading 7"/>
    <w:basedOn w:val="a5"/>
    <w:next w:val="a5"/>
    <w:link w:val="70"/>
    <w:uiPriority w:val="9"/>
    <w:unhideWhenUsed/>
    <w:qFormat/>
    <w:rsid w:val="006B5C56"/>
    <w:pPr>
      <w:keepNext/>
      <w:keepLines/>
      <w:numPr>
        <w:ilvl w:val="6"/>
        <w:numId w:val="39"/>
      </w:numPr>
      <w:spacing w:before="360" w:after="360"/>
      <w:jc w:val="left"/>
      <w:outlineLvl w:val="6"/>
    </w:pPr>
    <w:rPr>
      <w:rFonts w:eastAsia="Times New Roman"/>
      <w:b/>
      <w:i/>
      <w:iCs/>
    </w:rPr>
  </w:style>
  <w:style w:type="paragraph" w:styleId="8">
    <w:name w:val="heading 8"/>
    <w:basedOn w:val="a5"/>
    <w:next w:val="a5"/>
    <w:link w:val="80"/>
    <w:uiPriority w:val="9"/>
    <w:unhideWhenUsed/>
    <w:qFormat/>
    <w:rsid w:val="006B5C56"/>
    <w:pPr>
      <w:keepNext/>
      <w:keepLines/>
      <w:numPr>
        <w:ilvl w:val="7"/>
        <w:numId w:val="39"/>
      </w:numPr>
      <w:spacing w:before="360" w:after="360"/>
      <w:jc w:val="left"/>
      <w:outlineLvl w:val="7"/>
    </w:pPr>
    <w:rPr>
      <w:rFonts w:eastAsia="Times New Roman"/>
      <w:b/>
      <w:color w:val="272727"/>
      <w:szCs w:val="21"/>
    </w:rPr>
  </w:style>
  <w:style w:type="paragraph" w:styleId="9">
    <w:name w:val="heading 9"/>
    <w:basedOn w:val="a5"/>
    <w:next w:val="a5"/>
    <w:link w:val="90"/>
    <w:uiPriority w:val="9"/>
    <w:unhideWhenUsed/>
    <w:qFormat/>
    <w:rsid w:val="006B5C56"/>
    <w:pPr>
      <w:keepNext/>
      <w:keepLines/>
      <w:numPr>
        <w:ilvl w:val="8"/>
        <w:numId w:val="39"/>
      </w:numPr>
      <w:spacing w:before="360" w:after="360"/>
      <w:jc w:val="left"/>
      <w:outlineLvl w:val="8"/>
    </w:pPr>
    <w:rPr>
      <w:rFonts w:eastAsia="Times New Roman"/>
      <w:b/>
      <w:i/>
      <w:iCs/>
      <w:color w:val="272727"/>
      <w:szCs w:val="21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footer"/>
    <w:basedOn w:val="a5"/>
    <w:link w:val="aa"/>
    <w:uiPriority w:val="99"/>
    <w:unhideWhenUsed/>
    <w:rsid w:val="003849F7"/>
    <w:pPr>
      <w:tabs>
        <w:tab w:val="center" w:pos="4677"/>
        <w:tab w:val="right" w:pos="9355"/>
      </w:tabs>
      <w:jc w:val="right"/>
    </w:pPr>
  </w:style>
  <w:style w:type="character" w:customStyle="1" w:styleId="aa">
    <w:name w:val="Нижний колонтитул Знак"/>
    <w:link w:val="a9"/>
    <w:uiPriority w:val="99"/>
    <w:rsid w:val="003849F7"/>
    <w:rPr>
      <w:rFonts w:ascii="Times New Roman" w:hAnsi="Times New Roman"/>
      <w:sz w:val="24"/>
    </w:rPr>
  </w:style>
  <w:style w:type="table" w:styleId="ab">
    <w:name w:val="Table Grid"/>
    <w:basedOn w:val="a7"/>
    <w:uiPriority w:val="39"/>
    <w:rsid w:val="00131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Штамп-Шифр"/>
    <w:basedOn w:val="a5"/>
    <w:link w:val="-0"/>
    <w:autoRedefine/>
    <w:qFormat/>
    <w:rsid w:val="00317AEA"/>
    <w:pPr>
      <w:ind w:firstLine="0"/>
      <w:jc w:val="center"/>
    </w:pPr>
    <w:rPr>
      <w:b/>
      <w:sz w:val="36"/>
      <w:szCs w:val="36"/>
    </w:rPr>
  </w:style>
  <w:style w:type="paragraph" w:customStyle="1" w:styleId="-1">
    <w:name w:val="Штамп - Объект"/>
    <w:link w:val="-2"/>
    <w:autoRedefine/>
    <w:qFormat/>
    <w:rsid w:val="00A84B98"/>
    <w:pPr>
      <w:ind w:left="113" w:right="113"/>
      <w:jc w:val="center"/>
    </w:pPr>
    <w:rPr>
      <w:rFonts w:ascii="Times New Roman" w:hAnsi="Times New Roman"/>
      <w:spacing w:val="-2"/>
      <w:sz w:val="22"/>
      <w:szCs w:val="22"/>
      <w:lang w:eastAsia="en-US"/>
    </w:rPr>
  </w:style>
  <w:style w:type="character" w:customStyle="1" w:styleId="-0">
    <w:name w:val="Штамп-Шифр Знак"/>
    <w:link w:val="-"/>
    <w:rsid w:val="00317AEA"/>
    <w:rPr>
      <w:rFonts w:ascii="Times New Roman" w:hAnsi="Times New Roman"/>
      <w:b/>
      <w:sz w:val="36"/>
      <w:szCs w:val="36"/>
      <w:lang w:eastAsia="en-US"/>
    </w:rPr>
  </w:style>
  <w:style w:type="paragraph" w:customStyle="1" w:styleId="ac">
    <w:name w:val="Ввод осн.текста"/>
    <w:basedOn w:val="a5"/>
    <w:qFormat/>
    <w:rsid w:val="00EF09FC"/>
    <w:rPr>
      <w:rFonts w:eastAsia="Times New Roman"/>
      <w:szCs w:val="24"/>
      <w:lang w:eastAsia="ru-RU"/>
    </w:rPr>
  </w:style>
  <w:style w:type="paragraph" w:customStyle="1" w:styleId="-3">
    <w:name w:val="Штамп - Сооружение"/>
    <w:link w:val="-4"/>
    <w:autoRedefine/>
    <w:qFormat/>
    <w:rsid w:val="007B2120"/>
    <w:pPr>
      <w:ind w:left="113" w:right="113"/>
      <w:jc w:val="center"/>
    </w:pPr>
    <w:rPr>
      <w:rFonts w:ascii="Times New Roman" w:hAnsi="Times New Roman"/>
      <w:bCs/>
      <w:noProof/>
      <w:szCs w:val="22"/>
      <w:lang w:eastAsia="en-US"/>
    </w:rPr>
  </w:style>
  <w:style w:type="character" w:customStyle="1" w:styleId="-2">
    <w:name w:val="Штамп - Объект Знак"/>
    <w:link w:val="-1"/>
    <w:rsid w:val="00A84B98"/>
    <w:rPr>
      <w:rFonts w:ascii="Times New Roman" w:hAnsi="Times New Roman"/>
      <w:spacing w:val="-2"/>
    </w:rPr>
  </w:style>
  <w:style w:type="paragraph" w:customStyle="1" w:styleId="-5">
    <w:name w:val="Штамп - даты"/>
    <w:link w:val="-6"/>
    <w:autoRedefine/>
    <w:qFormat/>
    <w:rsid w:val="007B2120"/>
    <w:pPr>
      <w:jc w:val="center"/>
    </w:pPr>
    <w:rPr>
      <w:rFonts w:ascii="Times New Roman" w:hAnsi="Times New Roman"/>
      <w:bCs/>
      <w:sz w:val="18"/>
      <w:szCs w:val="22"/>
      <w:lang w:eastAsia="en-US"/>
    </w:rPr>
  </w:style>
  <w:style w:type="character" w:styleId="ad">
    <w:name w:val="Placeholder Text"/>
    <w:uiPriority w:val="99"/>
    <w:semiHidden/>
    <w:rsid w:val="00131878"/>
    <w:rPr>
      <w:color w:val="808080"/>
    </w:rPr>
  </w:style>
  <w:style w:type="paragraph" w:customStyle="1" w:styleId="-7">
    <w:name w:val="Штамп-Название листа"/>
    <w:link w:val="-8"/>
    <w:qFormat/>
    <w:rsid w:val="00131878"/>
    <w:pPr>
      <w:ind w:left="113" w:right="113"/>
      <w:jc w:val="center"/>
    </w:pPr>
    <w:rPr>
      <w:rFonts w:ascii="Times New Roman" w:hAnsi="Times New Roman"/>
      <w:bCs/>
      <w:noProof/>
      <w:szCs w:val="22"/>
      <w:lang w:eastAsia="en-US"/>
    </w:rPr>
  </w:style>
  <w:style w:type="paragraph" w:styleId="ae">
    <w:name w:val="List Paragraph"/>
    <w:basedOn w:val="a5"/>
    <w:uiPriority w:val="35"/>
    <w:qFormat/>
    <w:rsid w:val="00131878"/>
    <w:pPr>
      <w:spacing w:line="256" w:lineRule="auto"/>
      <w:ind w:left="720"/>
      <w:contextualSpacing/>
    </w:pPr>
  </w:style>
  <w:style w:type="character" w:styleId="af">
    <w:name w:val="Hyperlink"/>
    <w:uiPriority w:val="99"/>
    <w:unhideWhenUsed/>
    <w:rsid w:val="00131878"/>
    <w:rPr>
      <w:color w:val="0563C1"/>
      <w:u w:val="single"/>
    </w:rPr>
  </w:style>
  <w:style w:type="character" w:customStyle="1" w:styleId="-4">
    <w:name w:val="Штамп - Сооружение Знак"/>
    <w:link w:val="-3"/>
    <w:rsid w:val="007B2120"/>
    <w:rPr>
      <w:rFonts w:ascii="Times New Roman" w:hAnsi="Times New Roman"/>
      <w:bCs/>
      <w:noProof/>
      <w:sz w:val="20"/>
    </w:rPr>
  </w:style>
  <w:style w:type="character" w:customStyle="1" w:styleId="-6">
    <w:name w:val="Штамп - даты Знак"/>
    <w:link w:val="-5"/>
    <w:rsid w:val="007B2120"/>
    <w:rPr>
      <w:rFonts w:ascii="Times New Roman" w:hAnsi="Times New Roman"/>
      <w:bCs/>
      <w:sz w:val="18"/>
    </w:rPr>
  </w:style>
  <w:style w:type="paragraph" w:customStyle="1" w:styleId="-9">
    <w:name w:val="Штамп - малые подписи"/>
    <w:link w:val="-a"/>
    <w:autoRedefine/>
    <w:qFormat/>
    <w:rsid w:val="00D93D98"/>
    <w:pPr>
      <w:spacing w:line="259" w:lineRule="auto"/>
      <w:jc w:val="center"/>
    </w:pPr>
    <w:rPr>
      <w:rFonts w:ascii="Times New Roman" w:hAnsi="Times New Roman"/>
      <w:sz w:val="18"/>
      <w:szCs w:val="24"/>
      <w:lang w:eastAsia="en-US"/>
    </w:rPr>
  </w:style>
  <w:style w:type="character" w:customStyle="1" w:styleId="-a">
    <w:name w:val="Штамп - малые подписи Знак"/>
    <w:link w:val="-9"/>
    <w:rsid w:val="00D93D98"/>
    <w:rPr>
      <w:rFonts w:ascii="Times New Roman" w:hAnsi="Times New Roman" w:cs="Times New Roman"/>
      <w:sz w:val="18"/>
      <w:szCs w:val="24"/>
    </w:rPr>
  </w:style>
  <w:style w:type="paragraph" w:customStyle="1" w:styleId="-b">
    <w:name w:val="Штамп - Стадия"/>
    <w:aliases w:val="Лист,Листов"/>
    <w:link w:val="-c"/>
    <w:autoRedefine/>
    <w:qFormat/>
    <w:rsid w:val="00C24880"/>
    <w:pPr>
      <w:jc w:val="center"/>
    </w:pPr>
    <w:rPr>
      <w:rFonts w:ascii="Times New Roman" w:hAnsi="Times New Roman"/>
      <w:lang w:val="en-US" w:eastAsia="en-US"/>
    </w:rPr>
  </w:style>
  <w:style w:type="character" w:customStyle="1" w:styleId="-c">
    <w:name w:val="Штамп - Стадия Знак"/>
    <w:aliases w:val="Лист Знак,Листов Знак"/>
    <w:link w:val="-b"/>
    <w:rsid w:val="00C24880"/>
    <w:rPr>
      <w:rFonts w:ascii="Times New Roman" w:hAnsi="Times New Roman"/>
      <w:lang w:val="en-US" w:eastAsia="en-US"/>
    </w:rPr>
  </w:style>
  <w:style w:type="paragraph" w:customStyle="1" w:styleId="af0">
    <w:name w:val="Для таблиц (центр)"/>
    <w:link w:val="af1"/>
    <w:qFormat/>
    <w:rsid w:val="00382CE2"/>
    <w:pPr>
      <w:jc w:val="center"/>
    </w:pPr>
    <w:rPr>
      <w:rFonts w:ascii="Times New Roman" w:hAnsi="Times New Roman"/>
      <w:color w:val="000000"/>
      <w:sz w:val="24"/>
      <w:szCs w:val="22"/>
      <w:lang w:eastAsia="en-US"/>
    </w:rPr>
  </w:style>
  <w:style w:type="paragraph" w:customStyle="1" w:styleId="af2">
    <w:name w:val="Для таблиц (влево)"/>
    <w:basedOn w:val="a5"/>
    <w:link w:val="af3"/>
    <w:qFormat/>
    <w:rsid w:val="00131878"/>
    <w:pPr>
      <w:spacing w:before="20" w:after="20"/>
      <w:ind w:left="0" w:right="0" w:firstLine="0"/>
    </w:pPr>
    <w:rPr>
      <w:color w:val="000000"/>
    </w:rPr>
  </w:style>
  <w:style w:type="character" w:customStyle="1" w:styleId="af1">
    <w:name w:val="Для таблиц (центр) Знак"/>
    <w:link w:val="af0"/>
    <w:rsid w:val="00382CE2"/>
    <w:rPr>
      <w:rFonts w:ascii="Times New Roman" w:hAnsi="Times New Roman" w:cs="Times New Roman"/>
      <w:color w:val="000000"/>
      <w:sz w:val="24"/>
    </w:rPr>
  </w:style>
  <w:style w:type="paragraph" w:customStyle="1" w:styleId="af4">
    <w:name w:val="Для таблиц (шапка)"/>
    <w:basedOn w:val="a5"/>
    <w:link w:val="af5"/>
    <w:qFormat/>
    <w:rsid w:val="00131878"/>
    <w:pPr>
      <w:spacing w:before="20" w:after="20"/>
      <w:ind w:left="0" w:right="0" w:firstLine="0"/>
      <w:jc w:val="center"/>
    </w:pPr>
    <w:rPr>
      <w:szCs w:val="28"/>
    </w:rPr>
  </w:style>
  <w:style w:type="character" w:customStyle="1" w:styleId="af3">
    <w:name w:val="Для таблиц (влево) Знак"/>
    <w:link w:val="af2"/>
    <w:rsid w:val="00131878"/>
    <w:rPr>
      <w:rFonts w:ascii="Times New Roman" w:hAnsi="Times New Roman" w:cs="Times New Roman"/>
      <w:color w:val="000000"/>
      <w:sz w:val="24"/>
    </w:rPr>
  </w:style>
  <w:style w:type="paragraph" w:customStyle="1" w:styleId="af6">
    <w:name w:val="Заголовок ЭС"/>
    <w:basedOn w:val="a5"/>
    <w:link w:val="af7"/>
    <w:qFormat/>
    <w:rsid w:val="00131878"/>
    <w:pPr>
      <w:spacing w:before="360" w:after="360"/>
      <w:jc w:val="center"/>
    </w:pPr>
    <w:rPr>
      <w:b/>
    </w:rPr>
  </w:style>
  <w:style w:type="character" w:customStyle="1" w:styleId="af5">
    <w:name w:val="Для таблиц (шапка) Знак"/>
    <w:link w:val="af4"/>
    <w:rsid w:val="00131878"/>
    <w:rPr>
      <w:rFonts w:ascii="Times New Roman" w:hAnsi="Times New Roman" w:cs="Times New Roman"/>
      <w:sz w:val="24"/>
      <w:szCs w:val="28"/>
    </w:rPr>
  </w:style>
  <w:style w:type="character" w:customStyle="1" w:styleId="-8">
    <w:name w:val="Штамп-Название листа Знак"/>
    <w:link w:val="-7"/>
    <w:rsid w:val="00131878"/>
    <w:rPr>
      <w:rFonts w:ascii="Times New Roman" w:hAnsi="Times New Roman"/>
      <w:bCs/>
      <w:noProof/>
      <w:sz w:val="20"/>
    </w:rPr>
  </w:style>
  <w:style w:type="character" w:customStyle="1" w:styleId="af7">
    <w:name w:val="Заголовок ЭС Знак"/>
    <w:link w:val="af6"/>
    <w:rsid w:val="00131878"/>
    <w:rPr>
      <w:rFonts w:ascii="Times New Roman" w:hAnsi="Times New Roman" w:cs="Times New Roman"/>
      <w:b/>
      <w:sz w:val="24"/>
    </w:rPr>
  </w:style>
  <w:style w:type="paragraph" w:styleId="22">
    <w:name w:val="toc 2"/>
    <w:basedOn w:val="a5"/>
    <w:next w:val="a5"/>
    <w:autoRedefine/>
    <w:uiPriority w:val="39"/>
    <w:unhideWhenUsed/>
    <w:rsid w:val="00131878"/>
    <w:pPr>
      <w:tabs>
        <w:tab w:val="left" w:pos="880"/>
        <w:tab w:val="right" w:leader="dot" w:pos="9498"/>
      </w:tabs>
      <w:spacing w:after="100"/>
      <w:ind w:left="240" w:firstLine="44"/>
    </w:pPr>
  </w:style>
  <w:style w:type="paragraph" w:styleId="11">
    <w:name w:val="toc 1"/>
    <w:basedOn w:val="a5"/>
    <w:next w:val="a5"/>
    <w:autoRedefine/>
    <w:uiPriority w:val="39"/>
    <w:unhideWhenUsed/>
    <w:rsid w:val="00131878"/>
    <w:pPr>
      <w:tabs>
        <w:tab w:val="left" w:pos="709"/>
        <w:tab w:val="right" w:leader="dot" w:pos="9498"/>
      </w:tabs>
      <w:spacing w:after="100"/>
      <w:ind w:left="284" w:right="2124" w:firstLine="0"/>
    </w:pPr>
  </w:style>
  <w:style w:type="paragraph" w:styleId="af8">
    <w:name w:val="Body Text"/>
    <w:basedOn w:val="a5"/>
    <w:link w:val="af9"/>
    <w:semiHidden/>
    <w:unhideWhenUsed/>
    <w:rsid w:val="00131878"/>
    <w:pPr>
      <w:spacing w:after="120"/>
    </w:pPr>
  </w:style>
  <w:style w:type="character" w:customStyle="1" w:styleId="af9">
    <w:name w:val="Основной текст Знак"/>
    <w:link w:val="af8"/>
    <w:semiHidden/>
    <w:rsid w:val="00131878"/>
    <w:rPr>
      <w:rFonts w:ascii="Times New Roman" w:hAnsi="Times New Roman"/>
      <w:sz w:val="24"/>
    </w:rPr>
  </w:style>
  <w:style w:type="paragraph" w:customStyle="1" w:styleId="-d">
    <w:name w:val="Штамп - Фамилии"/>
    <w:link w:val="-e"/>
    <w:autoRedefine/>
    <w:qFormat/>
    <w:rsid w:val="007B2120"/>
    <w:pPr>
      <w:ind w:left="57"/>
    </w:pPr>
    <w:rPr>
      <w:rFonts w:ascii="Times New Roman" w:hAnsi="Times New Roman"/>
      <w:sz w:val="18"/>
      <w:szCs w:val="22"/>
      <w:lang w:eastAsia="en-US"/>
    </w:rPr>
  </w:style>
  <w:style w:type="character" w:customStyle="1" w:styleId="-e">
    <w:name w:val="Штамп - Фамилии Знак"/>
    <w:link w:val="-d"/>
    <w:rsid w:val="007B2120"/>
    <w:rPr>
      <w:rFonts w:ascii="Times New Roman" w:hAnsi="Times New Roman"/>
      <w:sz w:val="18"/>
    </w:rPr>
  </w:style>
  <w:style w:type="paragraph" w:customStyle="1" w:styleId="-f">
    <w:name w:val="Штамп - Должности"/>
    <w:link w:val="-f0"/>
    <w:qFormat/>
    <w:rsid w:val="007B2120"/>
    <w:pPr>
      <w:ind w:left="57"/>
    </w:pPr>
    <w:rPr>
      <w:rFonts w:ascii="Times New Roman" w:eastAsia="Times New Roman" w:hAnsi="Times New Roman"/>
      <w:sz w:val="18"/>
      <w:szCs w:val="24"/>
    </w:rPr>
  </w:style>
  <w:style w:type="character" w:customStyle="1" w:styleId="-f0">
    <w:name w:val="Штамп - Должности Знак"/>
    <w:link w:val="-f"/>
    <w:rsid w:val="007B2120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fa">
    <w:name w:val="Balloon Text"/>
    <w:basedOn w:val="a5"/>
    <w:link w:val="afb"/>
    <w:uiPriority w:val="99"/>
    <w:semiHidden/>
    <w:unhideWhenUsed/>
    <w:rsid w:val="00131878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sid w:val="00131878"/>
    <w:rPr>
      <w:rFonts w:ascii="Segoe UI" w:hAnsi="Segoe UI" w:cs="Segoe UI"/>
      <w:sz w:val="18"/>
      <w:szCs w:val="18"/>
    </w:rPr>
  </w:style>
  <w:style w:type="paragraph" w:customStyle="1" w:styleId="afc">
    <w:name w:val="Для боковой рамки"/>
    <w:basedOn w:val="af0"/>
    <w:link w:val="afd"/>
    <w:qFormat/>
    <w:rsid w:val="00131878"/>
    <w:rPr>
      <w:sz w:val="18"/>
    </w:rPr>
  </w:style>
  <w:style w:type="character" w:customStyle="1" w:styleId="afd">
    <w:name w:val="Для боковой рамки Знак"/>
    <w:link w:val="afc"/>
    <w:rsid w:val="00131878"/>
    <w:rPr>
      <w:rFonts w:ascii="Times New Roman" w:hAnsi="Times New Roman" w:cs="Times New Roman"/>
      <w:color w:val="000000"/>
      <w:sz w:val="18"/>
    </w:rPr>
  </w:style>
  <w:style w:type="character" w:styleId="afe">
    <w:name w:val="annotation reference"/>
    <w:uiPriority w:val="99"/>
    <w:semiHidden/>
    <w:unhideWhenUsed/>
    <w:rsid w:val="00457B9F"/>
    <w:rPr>
      <w:sz w:val="16"/>
      <w:szCs w:val="16"/>
    </w:rPr>
  </w:style>
  <w:style w:type="paragraph" w:styleId="aff">
    <w:name w:val="annotation text"/>
    <w:basedOn w:val="a5"/>
    <w:link w:val="aff0"/>
    <w:uiPriority w:val="99"/>
    <w:semiHidden/>
    <w:unhideWhenUsed/>
    <w:rsid w:val="00457B9F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457B9F"/>
    <w:rPr>
      <w:rFonts w:ascii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457B9F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457B9F"/>
    <w:rPr>
      <w:rFonts w:ascii="Times New Roman" w:hAnsi="Times New Roman"/>
      <w:b/>
      <w:bCs/>
      <w:sz w:val="20"/>
      <w:szCs w:val="20"/>
    </w:rPr>
  </w:style>
  <w:style w:type="numbering" w:customStyle="1" w:styleId="a1">
    <w:name w:val="Для указателей"/>
    <w:uiPriority w:val="99"/>
    <w:rsid w:val="00131878"/>
    <w:pPr>
      <w:numPr>
        <w:numId w:val="6"/>
      </w:numPr>
    </w:pPr>
  </w:style>
  <w:style w:type="numbering" w:customStyle="1" w:styleId="a">
    <w:name w:val="Маркированный"/>
    <w:uiPriority w:val="99"/>
    <w:rsid w:val="00E2490C"/>
    <w:pPr>
      <w:numPr>
        <w:numId w:val="7"/>
      </w:numPr>
    </w:pPr>
  </w:style>
  <w:style w:type="character" w:customStyle="1" w:styleId="10">
    <w:name w:val="Заголовок 1 Знак"/>
    <w:link w:val="1"/>
    <w:uiPriority w:val="9"/>
    <w:rsid w:val="006B5C56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1">
    <w:name w:val="Заголовок 2 Знак"/>
    <w:link w:val="20"/>
    <w:uiPriority w:val="9"/>
    <w:rsid w:val="006B5C56"/>
    <w:rPr>
      <w:rFonts w:ascii="Times New Roman" w:eastAsia="Times New Roman" w:hAnsi="Times New Roman" w:cs="Times New Roman"/>
      <w:b/>
      <w:i/>
      <w:sz w:val="24"/>
      <w:szCs w:val="26"/>
    </w:rPr>
  </w:style>
  <w:style w:type="character" w:customStyle="1" w:styleId="31">
    <w:name w:val="Заголовок 3 Знак"/>
    <w:link w:val="30"/>
    <w:uiPriority w:val="9"/>
    <w:rsid w:val="006B5C5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1">
    <w:name w:val="Заголовок 4 Знак"/>
    <w:link w:val="40"/>
    <w:uiPriority w:val="9"/>
    <w:rsid w:val="006B5C56"/>
    <w:rPr>
      <w:rFonts w:ascii="Times New Roman" w:eastAsia="Times New Roman" w:hAnsi="Times New Roman" w:cs="Times New Roman"/>
      <w:b/>
      <w:i/>
      <w:iCs/>
      <w:sz w:val="24"/>
    </w:rPr>
  </w:style>
  <w:style w:type="numbering" w:customStyle="1" w:styleId="a2">
    <w:name w:val="Для заголовков"/>
    <w:uiPriority w:val="99"/>
    <w:rsid w:val="006B5C56"/>
    <w:pPr>
      <w:numPr>
        <w:numId w:val="10"/>
      </w:numPr>
    </w:pPr>
  </w:style>
  <w:style w:type="character" w:customStyle="1" w:styleId="51">
    <w:name w:val="Заголовок 5 Знак"/>
    <w:link w:val="50"/>
    <w:uiPriority w:val="9"/>
    <w:rsid w:val="006B5C56"/>
    <w:rPr>
      <w:rFonts w:ascii="Times New Roman" w:eastAsia="Times New Roman" w:hAnsi="Times New Roman" w:cs="Times New Roman"/>
      <w:b/>
      <w:sz w:val="24"/>
    </w:rPr>
  </w:style>
  <w:style w:type="character" w:customStyle="1" w:styleId="60">
    <w:name w:val="Заголовок 6 Знак"/>
    <w:link w:val="6"/>
    <w:uiPriority w:val="9"/>
    <w:rsid w:val="006B5C56"/>
    <w:rPr>
      <w:rFonts w:ascii="Times New Roman" w:eastAsia="Times New Roman" w:hAnsi="Times New Roman" w:cs="Times New Roman"/>
      <w:b/>
      <w:i/>
      <w:sz w:val="24"/>
    </w:rPr>
  </w:style>
  <w:style w:type="character" w:customStyle="1" w:styleId="70">
    <w:name w:val="Заголовок 7 Знак"/>
    <w:link w:val="7"/>
    <w:uiPriority w:val="9"/>
    <w:rsid w:val="006B5C56"/>
    <w:rPr>
      <w:rFonts w:ascii="Times New Roman" w:eastAsia="Times New Roman" w:hAnsi="Times New Roman" w:cs="Times New Roman"/>
      <w:b/>
      <w:i/>
      <w:iCs/>
      <w:sz w:val="24"/>
    </w:rPr>
  </w:style>
  <w:style w:type="character" w:customStyle="1" w:styleId="80">
    <w:name w:val="Заголовок 8 Знак"/>
    <w:link w:val="8"/>
    <w:uiPriority w:val="9"/>
    <w:rsid w:val="006B5C56"/>
    <w:rPr>
      <w:rFonts w:ascii="Times New Roman" w:eastAsia="Times New Roman" w:hAnsi="Times New Roman" w:cs="Times New Roman"/>
      <w:b/>
      <w:color w:val="272727"/>
      <w:sz w:val="24"/>
      <w:szCs w:val="21"/>
    </w:rPr>
  </w:style>
  <w:style w:type="character" w:customStyle="1" w:styleId="90">
    <w:name w:val="Заголовок 9 Знак"/>
    <w:link w:val="9"/>
    <w:uiPriority w:val="9"/>
    <w:rsid w:val="006B5C56"/>
    <w:rPr>
      <w:rFonts w:ascii="Times New Roman" w:eastAsia="Times New Roman" w:hAnsi="Times New Roman" w:cs="Times New Roman"/>
      <w:b/>
      <w:i/>
      <w:iCs/>
      <w:color w:val="272727"/>
      <w:sz w:val="24"/>
      <w:szCs w:val="21"/>
    </w:rPr>
  </w:style>
  <w:style w:type="numbering" w:customStyle="1" w:styleId="a3">
    <w:name w:val="Нумерация текста"/>
    <w:uiPriority w:val="99"/>
    <w:rsid w:val="00E2490C"/>
    <w:pPr>
      <w:numPr>
        <w:numId w:val="9"/>
      </w:numPr>
    </w:pPr>
  </w:style>
  <w:style w:type="paragraph" w:styleId="aff3">
    <w:name w:val="List Bullet"/>
    <w:basedOn w:val="a5"/>
    <w:uiPriority w:val="99"/>
    <w:semiHidden/>
    <w:unhideWhenUsed/>
    <w:rsid w:val="00131878"/>
    <w:pPr>
      <w:ind w:left="0" w:firstLine="0"/>
      <w:contextualSpacing/>
    </w:pPr>
  </w:style>
  <w:style w:type="paragraph" w:styleId="2">
    <w:name w:val="List Number 2"/>
    <w:basedOn w:val="a5"/>
    <w:uiPriority w:val="99"/>
    <w:semiHidden/>
    <w:unhideWhenUsed/>
    <w:rsid w:val="00E2490C"/>
    <w:pPr>
      <w:numPr>
        <w:ilvl w:val="1"/>
        <w:numId w:val="19"/>
      </w:numPr>
      <w:contextualSpacing/>
    </w:pPr>
  </w:style>
  <w:style w:type="paragraph" w:styleId="3">
    <w:name w:val="List Number 3"/>
    <w:basedOn w:val="a5"/>
    <w:uiPriority w:val="99"/>
    <w:semiHidden/>
    <w:unhideWhenUsed/>
    <w:rsid w:val="00E2490C"/>
    <w:pPr>
      <w:numPr>
        <w:ilvl w:val="2"/>
        <w:numId w:val="19"/>
      </w:numPr>
      <w:contextualSpacing/>
    </w:pPr>
  </w:style>
  <w:style w:type="paragraph" w:styleId="4">
    <w:name w:val="List Number 4"/>
    <w:basedOn w:val="a5"/>
    <w:uiPriority w:val="99"/>
    <w:semiHidden/>
    <w:unhideWhenUsed/>
    <w:rsid w:val="00E2490C"/>
    <w:pPr>
      <w:numPr>
        <w:ilvl w:val="3"/>
        <w:numId w:val="19"/>
      </w:numPr>
      <w:contextualSpacing/>
    </w:pPr>
  </w:style>
  <w:style w:type="paragraph" w:styleId="5">
    <w:name w:val="List Number 5"/>
    <w:basedOn w:val="a5"/>
    <w:uiPriority w:val="99"/>
    <w:semiHidden/>
    <w:unhideWhenUsed/>
    <w:rsid w:val="00E2490C"/>
    <w:pPr>
      <w:numPr>
        <w:ilvl w:val="4"/>
        <w:numId w:val="19"/>
      </w:numPr>
      <w:contextualSpacing/>
    </w:pPr>
  </w:style>
  <w:style w:type="paragraph" w:styleId="a4">
    <w:name w:val="List Number"/>
    <w:basedOn w:val="a5"/>
    <w:uiPriority w:val="99"/>
    <w:unhideWhenUsed/>
    <w:rsid w:val="00E2490C"/>
    <w:pPr>
      <w:numPr>
        <w:numId w:val="19"/>
      </w:numPr>
      <w:contextualSpacing/>
    </w:pPr>
  </w:style>
  <w:style w:type="paragraph" w:customStyle="1" w:styleId="a0">
    <w:name w:val="Для списка"/>
    <w:basedOn w:val="ac"/>
    <w:qFormat/>
    <w:rsid w:val="00E2490C"/>
    <w:pPr>
      <w:numPr>
        <w:ilvl w:val="1"/>
        <w:numId w:val="13"/>
      </w:numPr>
    </w:pPr>
  </w:style>
  <w:style w:type="paragraph" w:customStyle="1" w:styleId="aff4">
    <w:name w:val="Для отдельных измов"/>
    <w:basedOn w:val="-5"/>
    <w:link w:val="aff5"/>
    <w:rsid w:val="004F71F3"/>
    <w:rPr>
      <w:spacing w:val="-20"/>
    </w:rPr>
  </w:style>
  <w:style w:type="character" w:customStyle="1" w:styleId="aff5">
    <w:name w:val="Для отдельных измов Знак"/>
    <w:link w:val="aff4"/>
    <w:rsid w:val="004F71F3"/>
    <w:rPr>
      <w:rFonts w:ascii="Times New Roman" w:hAnsi="Times New Roman" w:cs="Times New Roman"/>
      <w:b w:val="0"/>
      <w:bCs/>
      <w:spacing w:val="-20"/>
      <w:sz w:val="18"/>
    </w:rPr>
  </w:style>
  <w:style w:type="paragraph" w:styleId="aff6">
    <w:name w:val="header"/>
    <w:basedOn w:val="a5"/>
    <w:link w:val="aff7"/>
    <w:uiPriority w:val="99"/>
    <w:unhideWhenUsed/>
    <w:rsid w:val="00095202"/>
    <w:pPr>
      <w:tabs>
        <w:tab w:val="center" w:pos="4677"/>
        <w:tab w:val="right" w:pos="9355"/>
      </w:tabs>
    </w:pPr>
  </w:style>
  <w:style w:type="character" w:customStyle="1" w:styleId="aff7">
    <w:name w:val="Верхний колонтитул Знак"/>
    <w:link w:val="aff6"/>
    <w:uiPriority w:val="99"/>
    <w:rsid w:val="00095202"/>
    <w:rPr>
      <w:rFonts w:ascii="Times New Roman" w:hAnsi="Times New Roman"/>
      <w:sz w:val="24"/>
    </w:rPr>
  </w:style>
  <w:style w:type="paragraph" w:customStyle="1" w:styleId="aff8">
    <w:name w:val="С отступом"/>
    <w:basedOn w:val="a5"/>
    <w:link w:val="aff9"/>
    <w:qFormat/>
    <w:rsid w:val="00064F12"/>
    <w:pPr>
      <w:spacing w:line="360" w:lineRule="auto"/>
      <w:ind w:left="0" w:right="0" w:firstLine="851"/>
    </w:pPr>
    <w:rPr>
      <w:rFonts w:ascii="Cambria" w:hAnsi="Cambria" w:cs="Calibri"/>
    </w:rPr>
  </w:style>
  <w:style w:type="character" w:customStyle="1" w:styleId="aff9">
    <w:name w:val="С отступом Знак"/>
    <w:link w:val="aff8"/>
    <w:rsid w:val="00064F12"/>
    <w:rPr>
      <w:rFonts w:ascii="Cambria" w:eastAsia="Calibri" w:hAnsi="Cambria" w:cs="Calibri"/>
      <w:sz w:val="24"/>
    </w:rPr>
  </w:style>
  <w:style w:type="paragraph" w:customStyle="1" w:styleId="affa">
    <w:name w:val="Штамп центр"/>
    <w:basedOn w:val="a5"/>
    <w:link w:val="affb"/>
    <w:qFormat/>
    <w:rsid w:val="00D626AE"/>
    <w:pPr>
      <w:ind w:left="0" w:right="0" w:firstLine="0"/>
      <w:jc w:val="center"/>
    </w:pPr>
    <w:rPr>
      <w:rFonts w:ascii="Cambria" w:eastAsia="Times New Roman" w:hAnsi="Cambria"/>
      <w:sz w:val="20"/>
      <w:szCs w:val="20"/>
      <w:lang w:eastAsia="ru-RU"/>
    </w:rPr>
  </w:style>
  <w:style w:type="character" w:customStyle="1" w:styleId="affb">
    <w:name w:val="Штамп центр Знак"/>
    <w:link w:val="affa"/>
    <w:rsid w:val="00D626AE"/>
    <w:rPr>
      <w:rFonts w:ascii="Cambria" w:eastAsia="Times New Roman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emf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nto\Desktop\&#1057;&#1087;&#1077;&#1094;&#1080;&#1092;&#1080;&#1082;&#1072;&#1094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CD1AA-7BD2-4E6B-8F4E-0F618BED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Спецификация</Template>
  <TotalTime>5027</TotalTime>
  <Pages>2</Pages>
  <Words>230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ООО "ПроектКом"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/>
  <dc:creator>Andrey Funtov</dc:creator>
  <cp:keywords/>
  <dc:description/>
  <cp:lastModifiedBy>UserSMART</cp:lastModifiedBy>
  <cp:revision>59</cp:revision>
  <cp:lastPrinted>2026-01-21T12:58:00Z</cp:lastPrinted>
  <dcterms:created xsi:type="dcterms:W3CDTF">2025-04-04T13:22:00Z</dcterms:created>
  <dcterms:modified xsi:type="dcterms:W3CDTF">2026-01-22T14:24:00Z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траница">
    <vt:i4>34</vt:i4>
  </property>
</Properties>
</file>